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1BB" w:rsidRDefault="00DB01BB" w:rsidP="00AE2805">
      <w:pPr>
        <w:pStyle w:val="ShapkaDocumentu"/>
        <w:spacing w:after="0"/>
        <w:ind w:left="10490"/>
        <w:jc w:val="left"/>
        <w:rPr>
          <w:rFonts w:ascii="Times New Roman" w:hAnsi="Times New Roman" w:cs="Times New Roman"/>
        </w:rPr>
      </w:pPr>
      <w:r w:rsidRPr="00AE2805">
        <w:rPr>
          <w:rFonts w:ascii="Times New Roman" w:hAnsi="Times New Roman" w:cs="Times New Roman"/>
        </w:rPr>
        <w:t>Додаток 3</w:t>
      </w:r>
      <w:r w:rsidRPr="00AE2805">
        <w:rPr>
          <w:rFonts w:ascii="Times New Roman" w:hAnsi="Times New Roman" w:cs="Times New Roman"/>
        </w:rPr>
        <w:br/>
        <w:t xml:space="preserve">до Положення про територіальну підсистему єдиної державної системи цивільного захисту </w:t>
      </w:r>
      <w:r w:rsidRPr="00AE2805">
        <w:rPr>
          <w:rFonts w:ascii="Times New Roman" w:hAnsi="Times New Roman" w:cs="Times New Roman"/>
        </w:rPr>
        <w:br/>
        <w:t>Львівської області</w:t>
      </w:r>
    </w:p>
    <w:p w:rsidR="000A1EBF" w:rsidRPr="00AE2805" w:rsidRDefault="000A1EBF" w:rsidP="00AE2805">
      <w:pPr>
        <w:pStyle w:val="ShapkaDocumentu"/>
        <w:spacing w:after="0"/>
        <w:ind w:left="1049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(пункт 14)</w:t>
      </w:r>
    </w:p>
    <w:p w:rsidR="00DB01BB" w:rsidRPr="00EB1603" w:rsidRDefault="00DB01BB" w:rsidP="00AE2805">
      <w:pPr>
        <w:pStyle w:val="afd"/>
        <w:rPr>
          <w:sz w:val="28"/>
          <w:szCs w:val="28"/>
        </w:rPr>
      </w:pPr>
      <w:r w:rsidRPr="00EB1603">
        <w:rPr>
          <w:rFonts w:ascii="Times New Roman" w:hAnsi="Times New Roman" w:cs="Times New Roman"/>
          <w:b w:val="0"/>
          <w:sz w:val="28"/>
          <w:szCs w:val="28"/>
        </w:rPr>
        <w:t xml:space="preserve">ПЕРЕЛІК </w:t>
      </w:r>
      <w:r w:rsidRPr="00EB1603">
        <w:rPr>
          <w:rFonts w:ascii="Times New Roman" w:hAnsi="Times New Roman" w:cs="Times New Roman"/>
          <w:b w:val="0"/>
          <w:sz w:val="28"/>
          <w:szCs w:val="28"/>
        </w:rPr>
        <w:br/>
        <w:t xml:space="preserve">сил цивільного захисту </w:t>
      </w:r>
      <w:r w:rsidR="00715BC0">
        <w:rPr>
          <w:rFonts w:ascii="Times New Roman" w:hAnsi="Times New Roman" w:cs="Times New Roman"/>
          <w:b w:val="0"/>
          <w:sz w:val="28"/>
          <w:szCs w:val="28"/>
        </w:rPr>
        <w:t xml:space="preserve">Червоноградської ланки </w:t>
      </w:r>
      <w:r w:rsidRPr="00EB1603">
        <w:rPr>
          <w:rFonts w:ascii="Times New Roman" w:hAnsi="Times New Roman" w:cs="Times New Roman"/>
          <w:b w:val="0"/>
          <w:sz w:val="28"/>
          <w:szCs w:val="28"/>
        </w:rPr>
        <w:t xml:space="preserve">територіальної підсистеми єдиної державної системи цивільного захисту  Львівської області </w:t>
      </w:r>
    </w:p>
    <w:p w:rsidR="008D2B86" w:rsidRPr="00AE2805" w:rsidRDefault="008D2B86" w:rsidP="00AE2805">
      <w:pPr>
        <w:widowControl w:val="0"/>
        <w:rPr>
          <w:b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"/>
        <w:gridCol w:w="20"/>
        <w:gridCol w:w="461"/>
        <w:gridCol w:w="14"/>
        <w:gridCol w:w="4895"/>
        <w:gridCol w:w="3266"/>
        <w:gridCol w:w="10"/>
        <w:gridCol w:w="3109"/>
        <w:gridCol w:w="994"/>
        <w:gridCol w:w="3112"/>
      </w:tblGrid>
      <w:tr w:rsidR="00AC4603" w:rsidRPr="00AE2805" w:rsidTr="00637255">
        <w:trPr>
          <w:cantSplit/>
          <w:trHeight w:val="1779"/>
          <w:tblHeader/>
        </w:trPr>
        <w:tc>
          <w:tcPr>
            <w:tcW w:w="598" w:type="dxa"/>
            <w:gridSpan w:val="4"/>
            <w:shd w:val="clear" w:color="auto" w:fill="FFFFFF"/>
          </w:tcPr>
          <w:p w:rsidR="00AC782D" w:rsidRPr="00AE2805" w:rsidRDefault="00AC782D" w:rsidP="00AE2805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№</w:t>
            </w:r>
          </w:p>
          <w:p w:rsidR="00AC782D" w:rsidRPr="00AE2805" w:rsidRDefault="00AC782D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з/п</w:t>
            </w:r>
          </w:p>
        </w:tc>
        <w:tc>
          <w:tcPr>
            <w:tcW w:w="4895" w:type="dxa"/>
            <w:shd w:val="clear" w:color="auto" w:fill="FFFFFF"/>
            <w:vAlign w:val="center"/>
          </w:tcPr>
          <w:p w:rsidR="00AC782D" w:rsidRPr="00AE2805" w:rsidRDefault="00AC782D" w:rsidP="00AE2805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Найменування підрозділу</w:t>
            </w:r>
          </w:p>
          <w:p w:rsidR="00AC782D" w:rsidRPr="00AE2805" w:rsidRDefault="00AC782D" w:rsidP="00AE2805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та відомча (територіальна)</w:t>
            </w:r>
          </w:p>
          <w:p w:rsidR="00AC782D" w:rsidRPr="00AE2805" w:rsidRDefault="00AC782D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належність</w:t>
            </w:r>
          </w:p>
        </w:tc>
        <w:tc>
          <w:tcPr>
            <w:tcW w:w="3266" w:type="dxa"/>
            <w:shd w:val="clear" w:color="auto" w:fill="FFFFFF"/>
            <w:vAlign w:val="center"/>
          </w:tcPr>
          <w:p w:rsidR="00AC782D" w:rsidRPr="00AE2805" w:rsidRDefault="00AC782D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Найменування формувань</w:t>
            </w:r>
          </w:p>
        </w:tc>
        <w:tc>
          <w:tcPr>
            <w:tcW w:w="3119" w:type="dxa"/>
            <w:gridSpan w:val="2"/>
            <w:shd w:val="clear" w:color="auto" w:fill="FFFFFF"/>
            <w:vAlign w:val="center"/>
          </w:tcPr>
          <w:p w:rsidR="00AC782D" w:rsidRPr="00AE2805" w:rsidRDefault="00AC782D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Місце розташування та телефон</w:t>
            </w:r>
          </w:p>
        </w:tc>
        <w:tc>
          <w:tcPr>
            <w:tcW w:w="994" w:type="dxa"/>
            <w:shd w:val="clear" w:color="auto" w:fill="FFFFFF"/>
            <w:textDirection w:val="btLr"/>
            <w:vAlign w:val="center"/>
          </w:tcPr>
          <w:p w:rsidR="00AC782D" w:rsidRPr="00AE2805" w:rsidRDefault="00AC782D" w:rsidP="00B35112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Склад, чисельність формування </w:t>
            </w:r>
            <w:r w:rsidR="00B35112">
              <w:rPr>
                <w:sz w:val="20"/>
                <w:szCs w:val="20"/>
              </w:rPr>
              <w:t>/</w:t>
            </w:r>
            <w:r w:rsidRPr="00AE2805">
              <w:rPr>
                <w:sz w:val="20"/>
                <w:szCs w:val="20"/>
              </w:rPr>
              <w:t>чисельність чергової зміни</w:t>
            </w:r>
          </w:p>
        </w:tc>
        <w:tc>
          <w:tcPr>
            <w:tcW w:w="3112" w:type="dxa"/>
            <w:shd w:val="clear" w:color="auto" w:fill="FFFFFF"/>
            <w:vAlign w:val="center"/>
          </w:tcPr>
          <w:p w:rsidR="00AC782D" w:rsidRPr="00AE2805" w:rsidRDefault="00AC782D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Завдання, які виконує формування, райони (об’єкти)</w:t>
            </w:r>
          </w:p>
        </w:tc>
      </w:tr>
      <w:tr w:rsidR="00356ED3" w:rsidRPr="00AE2805" w:rsidTr="00B35112">
        <w:trPr>
          <w:trHeight w:val="281"/>
        </w:trPr>
        <w:tc>
          <w:tcPr>
            <w:tcW w:w="15984" w:type="dxa"/>
            <w:gridSpan w:val="10"/>
            <w:shd w:val="clear" w:color="auto" w:fill="auto"/>
            <w:vAlign w:val="center"/>
          </w:tcPr>
          <w:p w:rsidR="00356ED3" w:rsidRPr="00AE2805" w:rsidRDefault="00356ED3" w:rsidP="00B3511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СИЛИ СПЕЦІАЛІЗОВАНИХ СЛУЖБ ЦИВІЛЬНОГО ЗАХИСТУ ОБЛАСТІ</w:t>
            </w:r>
          </w:p>
        </w:tc>
      </w:tr>
      <w:tr w:rsidR="00356ED3" w:rsidRPr="00AE2805" w:rsidTr="00B35112">
        <w:trPr>
          <w:trHeight w:val="271"/>
        </w:trPr>
        <w:tc>
          <w:tcPr>
            <w:tcW w:w="15984" w:type="dxa"/>
            <w:gridSpan w:val="10"/>
            <w:shd w:val="clear" w:color="auto" w:fill="auto"/>
            <w:vAlign w:val="center"/>
          </w:tcPr>
          <w:p w:rsidR="00356ED3" w:rsidRPr="00AE2805" w:rsidRDefault="00356ED3" w:rsidP="00B3511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І. ПОЖЕЖНО-РЯТУВАЛЬНА СПЕЦІАЛІЗОВАНА СЛУЖБА</w:t>
            </w:r>
          </w:p>
        </w:tc>
      </w:tr>
      <w:tr w:rsidR="00AC4603" w:rsidRPr="00AE2805" w:rsidTr="00AE2805">
        <w:trPr>
          <w:trHeight w:val="198"/>
        </w:trPr>
        <w:tc>
          <w:tcPr>
            <w:tcW w:w="15984" w:type="dxa"/>
            <w:gridSpan w:val="10"/>
            <w:shd w:val="clear" w:color="auto" w:fill="auto"/>
          </w:tcPr>
          <w:p w:rsidR="00AC4603" w:rsidRPr="00AE2805" w:rsidRDefault="00AC4603" w:rsidP="00AE2805">
            <w:pPr>
              <w:jc w:val="center"/>
              <w:rPr>
                <w:b/>
                <w:bCs w:val="0"/>
                <w:sz w:val="20"/>
              </w:rPr>
            </w:pPr>
            <w:r w:rsidRPr="00AE2805">
              <w:rPr>
                <w:b/>
                <w:bCs w:val="0"/>
                <w:sz w:val="20"/>
              </w:rPr>
              <w:t>АВАРІЙНО-РЯТУВАЛЬНІ ЗАГОНИ, ПОЖЕЖНО-РЯТУВАЛЬНІ ЗАГОНИ, ПОЖЕЖНО-РЯТУВАЛЬНІ ПІДРОЗДІЛИ,</w:t>
            </w:r>
          </w:p>
          <w:p w:rsidR="00AC4603" w:rsidRPr="00AE2805" w:rsidRDefault="00AC4603" w:rsidP="00AE2805">
            <w:pPr>
              <w:jc w:val="center"/>
              <w:rPr>
                <w:b/>
                <w:bCs w:val="0"/>
                <w:sz w:val="20"/>
              </w:rPr>
            </w:pPr>
            <w:r w:rsidRPr="00AE2805">
              <w:rPr>
                <w:b/>
                <w:bCs w:val="0"/>
                <w:sz w:val="20"/>
              </w:rPr>
              <w:t>ГОЛОВНОГО УПРАВЛІННЯ ДСНС УКРАЇНИ У ЛЬВІВСЬКІЙ ОБЛАСТІ</w:t>
            </w:r>
          </w:p>
        </w:tc>
      </w:tr>
      <w:tr w:rsidR="00AC4603" w:rsidRPr="00AE2805" w:rsidTr="00AE2805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AC782D" w:rsidRPr="00AE2805" w:rsidRDefault="00AC782D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auto"/>
          </w:tcPr>
          <w:p w:rsidR="00AC782D" w:rsidRPr="00AE2805" w:rsidRDefault="00AC782D" w:rsidP="00AE2805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Головне управління ДСНС України</w:t>
            </w:r>
          </w:p>
          <w:p w:rsidR="00AC782D" w:rsidRPr="00AE2805" w:rsidRDefault="00AC782D" w:rsidP="00AE2805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у Львівській області</w:t>
            </w:r>
          </w:p>
        </w:tc>
        <w:tc>
          <w:tcPr>
            <w:tcW w:w="3266" w:type="dxa"/>
            <w:shd w:val="clear" w:color="auto" w:fill="auto"/>
          </w:tcPr>
          <w:p w:rsidR="00AC782D" w:rsidRPr="00AE2805" w:rsidRDefault="00AC782D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4 ДПРЗ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7B7EA2" w:rsidRPr="00AE2805" w:rsidRDefault="007B7EA2" w:rsidP="00AE2805">
            <w:pPr>
              <w:ind w:left="-62" w:right="-142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Червоноград,</w:t>
            </w:r>
          </w:p>
          <w:p w:rsidR="007B7EA2" w:rsidRPr="00AE2805" w:rsidRDefault="007B7EA2" w:rsidP="00AE2805">
            <w:pPr>
              <w:ind w:left="-62" w:right="-142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вул.Б.Хмельницького,30</w:t>
            </w:r>
          </w:p>
          <w:p w:rsidR="00AC782D" w:rsidRPr="00AE2805" w:rsidRDefault="007B7EA2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 (249) 2-01-10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AC782D" w:rsidRPr="00AE2805" w:rsidRDefault="00AC782D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5/-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AC782D" w:rsidRPr="00AE2805" w:rsidRDefault="00AC782D" w:rsidP="00AE2805">
            <w:pPr>
              <w:jc w:val="center"/>
            </w:pPr>
            <w:r w:rsidRPr="00AE2805">
              <w:rPr>
                <w:sz w:val="20"/>
                <w:szCs w:val="20"/>
              </w:rPr>
              <w:t>Гасіння пожеж, рятування і  виконання АР та ІНР</w:t>
            </w:r>
          </w:p>
        </w:tc>
      </w:tr>
      <w:tr w:rsidR="00AC4603" w:rsidRPr="00AE2805" w:rsidTr="00AE2805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AC782D" w:rsidRPr="00AE2805" w:rsidRDefault="00AC782D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auto"/>
          </w:tcPr>
          <w:p w:rsidR="00AC782D" w:rsidRPr="00AE2805" w:rsidRDefault="00AC782D" w:rsidP="00AE2805">
            <w:pPr>
              <w:ind w:firstLine="119"/>
              <w:jc w:val="both"/>
            </w:pPr>
            <w:r w:rsidRPr="00AE2805">
              <w:rPr>
                <w:sz w:val="20"/>
                <w:szCs w:val="20"/>
              </w:rPr>
              <w:t>Головне управління ДСНС України у Львівській області</w:t>
            </w:r>
          </w:p>
        </w:tc>
        <w:tc>
          <w:tcPr>
            <w:tcW w:w="3266" w:type="dxa"/>
            <w:shd w:val="clear" w:color="auto" w:fill="auto"/>
          </w:tcPr>
          <w:p w:rsidR="00AC782D" w:rsidRPr="00AE2805" w:rsidRDefault="00AC782D" w:rsidP="00AE2805">
            <w:pPr>
              <w:ind w:right="-108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33 ДПРЧ 4 ДПРЗ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AC782D" w:rsidRPr="00AE2805" w:rsidRDefault="00AC782D" w:rsidP="00AE2805">
            <w:pPr>
              <w:ind w:left="-62" w:right="-142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Червоноград,</w:t>
            </w:r>
          </w:p>
          <w:p w:rsidR="00AC782D" w:rsidRPr="00AE2805" w:rsidRDefault="00AC782D" w:rsidP="00AE2805">
            <w:pPr>
              <w:ind w:left="-62" w:right="-142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вул.Б.Хмельницького,30</w:t>
            </w:r>
          </w:p>
          <w:p w:rsidR="00AC782D" w:rsidRPr="00AE2805" w:rsidRDefault="00AC782D" w:rsidP="00AE2805">
            <w:pPr>
              <w:ind w:left="-62" w:right="-142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 (249) 2-01-10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AC782D" w:rsidRPr="00AE2805" w:rsidRDefault="00AC782D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49/10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AC782D" w:rsidRPr="00AE2805" w:rsidRDefault="00AC782D" w:rsidP="00AE2805">
            <w:pPr>
              <w:jc w:val="center"/>
            </w:pPr>
            <w:r w:rsidRPr="00AE2805">
              <w:rPr>
                <w:sz w:val="20"/>
                <w:szCs w:val="20"/>
              </w:rPr>
              <w:t>Гасіння пожеж, рятування і  виконання АР та ІНР</w:t>
            </w:r>
          </w:p>
        </w:tc>
      </w:tr>
      <w:tr w:rsidR="00AC4603" w:rsidRPr="00AE2805" w:rsidTr="00AE2805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AC782D" w:rsidRPr="00AE2805" w:rsidRDefault="00AC782D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auto"/>
          </w:tcPr>
          <w:p w:rsidR="00AC782D" w:rsidRPr="00AE2805" w:rsidRDefault="00AC782D" w:rsidP="00AE2805">
            <w:pPr>
              <w:ind w:firstLine="119"/>
              <w:jc w:val="both"/>
            </w:pPr>
            <w:r w:rsidRPr="00AE2805">
              <w:rPr>
                <w:sz w:val="20"/>
                <w:szCs w:val="20"/>
              </w:rPr>
              <w:t>Головне управління ДСНС України</w:t>
            </w:r>
            <w:r w:rsidR="006249C7" w:rsidRPr="00AE2805">
              <w:rPr>
                <w:sz w:val="20"/>
                <w:szCs w:val="20"/>
              </w:rPr>
              <w:t xml:space="preserve"> </w:t>
            </w:r>
            <w:r w:rsidRPr="00AE2805">
              <w:rPr>
                <w:sz w:val="20"/>
                <w:szCs w:val="20"/>
              </w:rPr>
              <w:t>у Львівській області</w:t>
            </w:r>
          </w:p>
        </w:tc>
        <w:tc>
          <w:tcPr>
            <w:tcW w:w="3266" w:type="dxa"/>
            <w:shd w:val="clear" w:color="auto" w:fill="auto"/>
          </w:tcPr>
          <w:p w:rsidR="00AC782D" w:rsidRPr="00AE2805" w:rsidRDefault="00AC782D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34 ДПРЧ 4 ДПРЗ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AC782D" w:rsidRPr="00AE2805" w:rsidRDefault="00AC782D" w:rsidP="00AE2805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с. </w:t>
            </w:r>
            <w:proofErr w:type="spellStart"/>
            <w:r w:rsidRPr="00AE2805">
              <w:rPr>
                <w:sz w:val="20"/>
                <w:szCs w:val="20"/>
              </w:rPr>
              <w:t>Соснівка</w:t>
            </w:r>
            <w:proofErr w:type="spellEnd"/>
            <w:r w:rsidRPr="00AE2805">
              <w:rPr>
                <w:sz w:val="20"/>
                <w:szCs w:val="20"/>
              </w:rPr>
              <w:t>,  вул. Львівська, 4</w:t>
            </w:r>
          </w:p>
          <w:p w:rsidR="00AC782D" w:rsidRPr="00AE2805" w:rsidRDefault="00AC782D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063-981-58-16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AC782D" w:rsidRPr="00AE2805" w:rsidRDefault="00AC782D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23/4</w:t>
            </w:r>
          </w:p>
        </w:tc>
        <w:tc>
          <w:tcPr>
            <w:tcW w:w="3112" w:type="dxa"/>
            <w:shd w:val="clear" w:color="auto" w:fill="auto"/>
          </w:tcPr>
          <w:p w:rsidR="00AC782D" w:rsidRPr="00AE2805" w:rsidRDefault="00AC782D" w:rsidP="00AE2805">
            <w:pPr>
              <w:jc w:val="center"/>
            </w:pPr>
            <w:r w:rsidRPr="00AE2805">
              <w:rPr>
                <w:sz w:val="20"/>
                <w:szCs w:val="20"/>
              </w:rPr>
              <w:t>Гасіння пожеж, рятування і  виконання АР та ІНР</w:t>
            </w:r>
          </w:p>
        </w:tc>
      </w:tr>
      <w:tr w:rsidR="00AC4603" w:rsidRPr="00AE2805" w:rsidTr="00AE2805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AC782D" w:rsidRPr="00AE2805" w:rsidRDefault="00AC782D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auto"/>
          </w:tcPr>
          <w:p w:rsidR="00AC782D" w:rsidRPr="00AE2805" w:rsidRDefault="00AC782D" w:rsidP="00AE2805">
            <w:pPr>
              <w:ind w:firstLine="119"/>
              <w:jc w:val="both"/>
            </w:pPr>
            <w:r w:rsidRPr="00AE2805">
              <w:rPr>
                <w:sz w:val="20"/>
                <w:szCs w:val="20"/>
              </w:rPr>
              <w:t>Головне управління ДСНС України</w:t>
            </w:r>
            <w:r w:rsidR="006249C7" w:rsidRPr="00AE2805">
              <w:rPr>
                <w:sz w:val="20"/>
                <w:szCs w:val="20"/>
              </w:rPr>
              <w:t xml:space="preserve"> </w:t>
            </w:r>
            <w:r w:rsidRPr="00AE2805">
              <w:rPr>
                <w:sz w:val="20"/>
                <w:szCs w:val="20"/>
              </w:rPr>
              <w:t>у Львівській області</w:t>
            </w:r>
          </w:p>
        </w:tc>
        <w:tc>
          <w:tcPr>
            <w:tcW w:w="3266" w:type="dxa"/>
            <w:shd w:val="clear" w:color="auto" w:fill="auto"/>
          </w:tcPr>
          <w:p w:rsidR="00AC782D" w:rsidRPr="00AE2805" w:rsidRDefault="00AC782D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21 ДПРЧ 4 ДПРЗ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AC782D" w:rsidRPr="00AE2805" w:rsidRDefault="00AC782D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м. </w:t>
            </w:r>
            <w:proofErr w:type="spellStart"/>
            <w:r w:rsidRPr="00AE2805">
              <w:rPr>
                <w:sz w:val="20"/>
                <w:szCs w:val="20"/>
              </w:rPr>
              <w:t>Радехів</w:t>
            </w:r>
            <w:proofErr w:type="spellEnd"/>
            <w:r w:rsidRPr="00AE2805">
              <w:rPr>
                <w:sz w:val="20"/>
                <w:szCs w:val="20"/>
              </w:rPr>
              <w:t xml:space="preserve">, вул. </w:t>
            </w:r>
            <w:proofErr w:type="spellStart"/>
            <w:r w:rsidRPr="00AE2805">
              <w:rPr>
                <w:sz w:val="20"/>
                <w:szCs w:val="20"/>
              </w:rPr>
              <w:t>Стоянівська</w:t>
            </w:r>
            <w:proofErr w:type="spellEnd"/>
            <w:r w:rsidRPr="00AE2805">
              <w:rPr>
                <w:sz w:val="20"/>
                <w:szCs w:val="20"/>
              </w:rPr>
              <w:t>, 21</w:t>
            </w:r>
          </w:p>
          <w:p w:rsidR="00AC782D" w:rsidRPr="00AE2805" w:rsidRDefault="00AC782D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(255) 2-16-60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AC782D" w:rsidRPr="00AE2805" w:rsidRDefault="00AC782D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23/5</w:t>
            </w:r>
          </w:p>
        </w:tc>
        <w:tc>
          <w:tcPr>
            <w:tcW w:w="3112" w:type="dxa"/>
            <w:shd w:val="clear" w:color="auto" w:fill="auto"/>
          </w:tcPr>
          <w:p w:rsidR="00AC782D" w:rsidRPr="00AE2805" w:rsidRDefault="00AC782D" w:rsidP="00AE2805">
            <w:pPr>
              <w:jc w:val="center"/>
            </w:pPr>
            <w:r w:rsidRPr="00AE2805">
              <w:rPr>
                <w:sz w:val="20"/>
                <w:szCs w:val="20"/>
              </w:rPr>
              <w:t>Гасіння пожеж, рятування і  виконання АР та ІНР</w:t>
            </w:r>
          </w:p>
        </w:tc>
      </w:tr>
      <w:tr w:rsidR="00AC4603" w:rsidRPr="00AE2805" w:rsidTr="00AE2805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AC782D" w:rsidRPr="00AE2805" w:rsidRDefault="00AC782D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auto"/>
          </w:tcPr>
          <w:p w:rsidR="00AC782D" w:rsidRPr="00AE2805" w:rsidRDefault="00AC782D" w:rsidP="00AE2805">
            <w:pPr>
              <w:ind w:firstLine="119"/>
              <w:jc w:val="both"/>
            </w:pPr>
            <w:r w:rsidRPr="00AE2805">
              <w:rPr>
                <w:sz w:val="20"/>
                <w:szCs w:val="20"/>
              </w:rPr>
              <w:t>Головне управління ДСНС України</w:t>
            </w:r>
            <w:r w:rsidR="006249C7" w:rsidRPr="00AE2805">
              <w:rPr>
                <w:sz w:val="20"/>
                <w:szCs w:val="20"/>
              </w:rPr>
              <w:t xml:space="preserve"> </w:t>
            </w:r>
            <w:r w:rsidRPr="00AE2805">
              <w:rPr>
                <w:sz w:val="20"/>
                <w:szCs w:val="20"/>
              </w:rPr>
              <w:t>у Львівській області</w:t>
            </w:r>
          </w:p>
        </w:tc>
        <w:tc>
          <w:tcPr>
            <w:tcW w:w="3266" w:type="dxa"/>
            <w:shd w:val="clear" w:color="auto" w:fill="auto"/>
          </w:tcPr>
          <w:p w:rsidR="00AC782D" w:rsidRPr="00AE2805" w:rsidRDefault="00AC782D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51 ДПРП 4 ДПРЗ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AC782D" w:rsidRPr="00AE2805" w:rsidRDefault="00AC782D" w:rsidP="00AE2805">
            <w:pPr>
              <w:ind w:left="-62" w:right="-114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смт. </w:t>
            </w:r>
            <w:proofErr w:type="spellStart"/>
            <w:r w:rsidRPr="00AE2805">
              <w:rPr>
                <w:sz w:val="20"/>
                <w:szCs w:val="20"/>
              </w:rPr>
              <w:t>Лопатин</w:t>
            </w:r>
            <w:proofErr w:type="spellEnd"/>
            <w:r w:rsidRPr="00AE2805">
              <w:rPr>
                <w:sz w:val="20"/>
                <w:szCs w:val="20"/>
              </w:rPr>
              <w:t>, вул. Промислова, 21</w:t>
            </w:r>
            <w:r w:rsidR="006249C7" w:rsidRPr="00AE2805">
              <w:rPr>
                <w:sz w:val="20"/>
                <w:szCs w:val="20"/>
              </w:rPr>
              <w:t xml:space="preserve">, </w:t>
            </w:r>
            <w:r w:rsidRPr="00AE2805">
              <w:rPr>
                <w:sz w:val="20"/>
                <w:szCs w:val="20"/>
              </w:rPr>
              <w:t>(255) 3-63-30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AC782D" w:rsidRPr="00AE2805" w:rsidRDefault="00AC782D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15/3</w:t>
            </w:r>
          </w:p>
        </w:tc>
        <w:tc>
          <w:tcPr>
            <w:tcW w:w="3112" w:type="dxa"/>
            <w:shd w:val="clear" w:color="auto" w:fill="auto"/>
          </w:tcPr>
          <w:p w:rsidR="00AC782D" w:rsidRPr="00AE2805" w:rsidRDefault="00AC782D" w:rsidP="00AE2805">
            <w:pPr>
              <w:jc w:val="center"/>
            </w:pPr>
            <w:r w:rsidRPr="00AE2805">
              <w:rPr>
                <w:sz w:val="20"/>
                <w:szCs w:val="20"/>
              </w:rPr>
              <w:t>Гасіння пожеж, рятування і  виконання АР та ІНР</w:t>
            </w:r>
          </w:p>
        </w:tc>
      </w:tr>
      <w:tr w:rsidR="00AC4603" w:rsidRPr="00AE2805" w:rsidTr="00AE2805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AC782D" w:rsidRPr="00AE2805" w:rsidRDefault="00AC782D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auto"/>
          </w:tcPr>
          <w:p w:rsidR="00AC782D" w:rsidRPr="00AE2805" w:rsidRDefault="00AC782D" w:rsidP="00AE2805">
            <w:pPr>
              <w:ind w:firstLine="119"/>
              <w:jc w:val="both"/>
            </w:pPr>
            <w:r w:rsidRPr="00AE2805">
              <w:rPr>
                <w:sz w:val="20"/>
                <w:szCs w:val="20"/>
              </w:rPr>
              <w:t>Головне управління ДСНС України</w:t>
            </w:r>
            <w:r w:rsidR="006249C7" w:rsidRPr="00AE2805">
              <w:rPr>
                <w:sz w:val="20"/>
                <w:szCs w:val="20"/>
              </w:rPr>
              <w:t xml:space="preserve"> </w:t>
            </w:r>
            <w:r w:rsidRPr="00AE2805">
              <w:rPr>
                <w:sz w:val="20"/>
                <w:szCs w:val="20"/>
              </w:rPr>
              <w:t>у Львівській області</w:t>
            </w:r>
          </w:p>
        </w:tc>
        <w:tc>
          <w:tcPr>
            <w:tcW w:w="3266" w:type="dxa"/>
            <w:shd w:val="clear" w:color="auto" w:fill="auto"/>
          </w:tcPr>
          <w:p w:rsidR="00AC782D" w:rsidRPr="00AE2805" w:rsidRDefault="00AC782D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22 ДПРЧ 4 ДПРЗ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AC782D" w:rsidRPr="00AE2805" w:rsidRDefault="00AC782D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м. </w:t>
            </w:r>
            <w:proofErr w:type="spellStart"/>
            <w:r w:rsidRPr="00AE2805">
              <w:rPr>
                <w:sz w:val="20"/>
                <w:szCs w:val="20"/>
              </w:rPr>
              <w:t>Сокаль</w:t>
            </w:r>
            <w:proofErr w:type="spellEnd"/>
            <w:r w:rsidRPr="00AE2805">
              <w:rPr>
                <w:sz w:val="20"/>
                <w:szCs w:val="20"/>
              </w:rPr>
              <w:t>, вул. Чайковського, 5</w:t>
            </w:r>
          </w:p>
          <w:p w:rsidR="00AC782D" w:rsidRPr="00AE2805" w:rsidRDefault="00AC782D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(257) 2-02-49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AC782D" w:rsidRPr="00AE2805" w:rsidRDefault="00AC782D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23/5</w:t>
            </w:r>
          </w:p>
        </w:tc>
        <w:tc>
          <w:tcPr>
            <w:tcW w:w="3112" w:type="dxa"/>
            <w:shd w:val="clear" w:color="auto" w:fill="auto"/>
          </w:tcPr>
          <w:p w:rsidR="00AC782D" w:rsidRPr="00AE2805" w:rsidRDefault="00AC782D" w:rsidP="00AE2805">
            <w:pPr>
              <w:jc w:val="center"/>
            </w:pPr>
            <w:r w:rsidRPr="00AE2805">
              <w:rPr>
                <w:sz w:val="20"/>
                <w:szCs w:val="20"/>
              </w:rPr>
              <w:t>Гасіння пожеж, рятування і  виконання АР та ІНР</w:t>
            </w:r>
          </w:p>
        </w:tc>
      </w:tr>
      <w:tr w:rsidR="00AC4603" w:rsidRPr="00AE2805" w:rsidTr="00AE2805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AC782D" w:rsidRPr="00AE2805" w:rsidRDefault="00AC782D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auto"/>
          </w:tcPr>
          <w:p w:rsidR="00AC782D" w:rsidRPr="00AE2805" w:rsidRDefault="00AC782D" w:rsidP="00AE2805">
            <w:pPr>
              <w:ind w:firstLine="119"/>
              <w:jc w:val="both"/>
            </w:pPr>
            <w:r w:rsidRPr="00AE2805">
              <w:rPr>
                <w:sz w:val="20"/>
                <w:szCs w:val="20"/>
              </w:rPr>
              <w:t>Головне управління ДСНС України</w:t>
            </w:r>
            <w:r w:rsidR="006249C7" w:rsidRPr="00AE2805">
              <w:rPr>
                <w:sz w:val="20"/>
                <w:szCs w:val="20"/>
              </w:rPr>
              <w:t xml:space="preserve"> </w:t>
            </w:r>
            <w:r w:rsidRPr="00AE2805">
              <w:rPr>
                <w:sz w:val="20"/>
                <w:szCs w:val="20"/>
              </w:rPr>
              <w:t>у Львівській області</w:t>
            </w:r>
          </w:p>
        </w:tc>
        <w:tc>
          <w:tcPr>
            <w:tcW w:w="3266" w:type="dxa"/>
            <w:shd w:val="clear" w:color="auto" w:fill="auto"/>
          </w:tcPr>
          <w:p w:rsidR="00AC782D" w:rsidRPr="00AE2805" w:rsidRDefault="00AC782D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52 ДПРП 4 ДПРЗ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AC782D" w:rsidRPr="00AE2805" w:rsidRDefault="00AC782D" w:rsidP="00AE2805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В. Мости, вул. Шевченка, 7</w:t>
            </w:r>
          </w:p>
          <w:p w:rsidR="00AC782D" w:rsidRPr="00AE2805" w:rsidRDefault="00AC782D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(257) 6-42-01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AC782D" w:rsidRPr="00AE2805" w:rsidRDefault="00AC782D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15/3</w:t>
            </w:r>
          </w:p>
        </w:tc>
        <w:tc>
          <w:tcPr>
            <w:tcW w:w="3112" w:type="dxa"/>
            <w:shd w:val="clear" w:color="auto" w:fill="auto"/>
          </w:tcPr>
          <w:p w:rsidR="00AC782D" w:rsidRPr="00AE2805" w:rsidRDefault="00AC782D" w:rsidP="00AE2805">
            <w:pPr>
              <w:jc w:val="center"/>
            </w:pPr>
            <w:r w:rsidRPr="00AE2805">
              <w:rPr>
                <w:sz w:val="20"/>
                <w:szCs w:val="20"/>
              </w:rPr>
              <w:t>Гасіння пожеж, рятування і  виконання АР та ІНР</w:t>
            </w:r>
          </w:p>
        </w:tc>
      </w:tr>
      <w:tr w:rsidR="00AC4603" w:rsidRPr="00AE2805" w:rsidTr="00AE2805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AC782D" w:rsidRPr="00AE2805" w:rsidRDefault="00AC782D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auto"/>
          </w:tcPr>
          <w:p w:rsidR="00AC782D" w:rsidRPr="00AE2805" w:rsidRDefault="00AC782D" w:rsidP="00AE2805">
            <w:pPr>
              <w:ind w:firstLine="119"/>
              <w:jc w:val="both"/>
            </w:pPr>
            <w:r w:rsidRPr="00AE2805">
              <w:rPr>
                <w:sz w:val="20"/>
                <w:szCs w:val="20"/>
              </w:rPr>
              <w:t>Головне управління ДСНС України</w:t>
            </w:r>
            <w:r w:rsidR="006249C7" w:rsidRPr="00AE2805">
              <w:rPr>
                <w:sz w:val="20"/>
                <w:szCs w:val="20"/>
              </w:rPr>
              <w:t xml:space="preserve"> </w:t>
            </w:r>
            <w:r w:rsidRPr="00AE2805">
              <w:rPr>
                <w:sz w:val="20"/>
                <w:szCs w:val="20"/>
              </w:rPr>
              <w:t>у Львівській області</w:t>
            </w:r>
          </w:p>
        </w:tc>
        <w:tc>
          <w:tcPr>
            <w:tcW w:w="3266" w:type="dxa"/>
            <w:shd w:val="clear" w:color="auto" w:fill="auto"/>
          </w:tcPr>
          <w:p w:rsidR="00AC782D" w:rsidRPr="00AE2805" w:rsidRDefault="00AC782D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49 ДПРП 4 ДПРЗ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AC782D" w:rsidRPr="00AE2805" w:rsidRDefault="00AC782D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смт. Добротвір, вул. Пушкіна, 6</w:t>
            </w:r>
          </w:p>
          <w:p w:rsidR="00AC782D" w:rsidRPr="00AE2805" w:rsidRDefault="00AC782D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(254) 3-11-01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AC782D" w:rsidRPr="00AE2805" w:rsidRDefault="00AC782D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15/3</w:t>
            </w:r>
          </w:p>
        </w:tc>
        <w:tc>
          <w:tcPr>
            <w:tcW w:w="3112" w:type="dxa"/>
            <w:shd w:val="clear" w:color="auto" w:fill="auto"/>
          </w:tcPr>
          <w:p w:rsidR="00AC782D" w:rsidRPr="00AE2805" w:rsidRDefault="00AC782D" w:rsidP="00AE2805">
            <w:pPr>
              <w:jc w:val="center"/>
            </w:pPr>
            <w:r w:rsidRPr="00AE2805">
              <w:rPr>
                <w:sz w:val="20"/>
                <w:szCs w:val="20"/>
              </w:rPr>
              <w:t>Гасіння пожеж, рятування і  виконання АР та ІНР</w:t>
            </w:r>
          </w:p>
        </w:tc>
      </w:tr>
      <w:tr w:rsidR="0002001A" w:rsidRPr="00AE2805" w:rsidTr="00B35112">
        <w:trPr>
          <w:trHeight w:val="383"/>
        </w:trPr>
        <w:tc>
          <w:tcPr>
            <w:tcW w:w="8759" w:type="dxa"/>
            <w:gridSpan w:val="6"/>
            <w:shd w:val="clear" w:color="auto" w:fill="auto"/>
            <w:vAlign w:val="center"/>
          </w:tcPr>
          <w:p w:rsidR="0002001A" w:rsidRPr="00AE2805" w:rsidRDefault="0002001A" w:rsidP="00B35112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b/>
                <w:bCs w:val="0"/>
                <w:sz w:val="20"/>
                <w:szCs w:val="20"/>
              </w:rPr>
              <w:lastRenderedPageBreak/>
              <w:t>Всього за підпорядковані підрозділи</w:t>
            </w:r>
            <w:r w:rsidR="00C84E43" w:rsidRPr="00AE2805">
              <w:rPr>
                <w:b/>
                <w:bCs w:val="0"/>
                <w:sz w:val="20"/>
                <w:szCs w:val="20"/>
              </w:rPr>
              <w:t xml:space="preserve"> </w:t>
            </w:r>
            <w:r w:rsidRPr="00AE2805">
              <w:rPr>
                <w:b/>
                <w:bCs w:val="0"/>
                <w:sz w:val="20"/>
                <w:szCs w:val="20"/>
              </w:rPr>
              <w:t>ГУ ДСНСУ у Львівській області: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02001A" w:rsidRPr="00AE2805" w:rsidRDefault="0002001A" w:rsidP="00B3511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02001A" w:rsidRPr="00AE2805" w:rsidRDefault="00715BC0" w:rsidP="00715BC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168</w:t>
            </w:r>
            <w:r w:rsidR="0002001A" w:rsidRPr="00AE2805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02001A" w:rsidRPr="00AE2805" w:rsidRDefault="0002001A" w:rsidP="00B35112">
            <w:pPr>
              <w:widowControl w:val="0"/>
              <w:ind w:hanging="81"/>
              <w:jc w:val="center"/>
              <w:rPr>
                <w:b/>
                <w:bCs w:val="0"/>
                <w:sz w:val="20"/>
                <w:szCs w:val="20"/>
              </w:rPr>
            </w:pPr>
          </w:p>
        </w:tc>
      </w:tr>
      <w:tr w:rsidR="001F19BC" w:rsidRPr="00AE2805" w:rsidTr="00AE2805">
        <w:trPr>
          <w:trHeight w:val="132"/>
        </w:trPr>
        <w:tc>
          <w:tcPr>
            <w:tcW w:w="15984" w:type="dxa"/>
            <w:gridSpan w:val="10"/>
            <w:shd w:val="clear" w:color="auto" w:fill="auto"/>
          </w:tcPr>
          <w:p w:rsidR="001F19BC" w:rsidRPr="00AE2805" w:rsidRDefault="001F19BC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СИЛИ ПРОТИПОЖЕЖНИХ ФОРМУВАНЬ ОРГАНІВ МІСЦЕВОГО САМОВРЯДУВАННЯ</w:t>
            </w:r>
          </w:p>
        </w:tc>
      </w:tr>
      <w:tr w:rsidR="001F19BC" w:rsidRPr="00AE2805" w:rsidTr="00BD2029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1F19BC" w:rsidRPr="00AE2805" w:rsidRDefault="001F19BC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auto"/>
          </w:tcPr>
          <w:p w:rsidR="001F19BC" w:rsidRPr="00AE2805" w:rsidRDefault="001F19BC" w:rsidP="00AE2805">
            <w:pPr>
              <w:ind w:firstLine="119"/>
              <w:jc w:val="both"/>
              <w:rPr>
                <w:noProof/>
                <w:sz w:val="20"/>
                <w:szCs w:val="20"/>
              </w:rPr>
            </w:pPr>
            <w:r w:rsidRPr="00AE2805">
              <w:rPr>
                <w:bCs w:val="0"/>
                <w:sz w:val="22"/>
                <w:szCs w:val="22"/>
              </w:rPr>
              <w:t>Добротвірська</w:t>
            </w:r>
            <w:r w:rsidRPr="00AE2805">
              <w:rPr>
                <w:sz w:val="20"/>
                <w:szCs w:val="20"/>
              </w:rPr>
              <w:t xml:space="preserve"> територіальна громада</w:t>
            </w:r>
          </w:p>
        </w:tc>
        <w:tc>
          <w:tcPr>
            <w:tcW w:w="3266" w:type="dxa"/>
            <w:shd w:val="clear" w:color="auto" w:fill="auto"/>
          </w:tcPr>
          <w:p w:rsidR="001F19BC" w:rsidRPr="00AE2805" w:rsidRDefault="001F19BC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Місцевий пожежно-рятувальний підрозділ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F19BC" w:rsidRPr="00AE2805" w:rsidRDefault="001F19BC" w:rsidP="00BD2029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с. Тартак (097) 194-29-58</w:t>
            </w:r>
          </w:p>
        </w:tc>
        <w:tc>
          <w:tcPr>
            <w:tcW w:w="994" w:type="dxa"/>
            <w:shd w:val="clear" w:color="auto" w:fill="auto"/>
          </w:tcPr>
          <w:p w:rsidR="001F19BC" w:rsidRPr="00AE2805" w:rsidRDefault="001F19BC" w:rsidP="00BD2029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-/-</w:t>
            </w:r>
          </w:p>
        </w:tc>
        <w:tc>
          <w:tcPr>
            <w:tcW w:w="3112" w:type="dxa"/>
            <w:shd w:val="clear" w:color="auto" w:fill="auto"/>
          </w:tcPr>
          <w:p w:rsidR="001F19BC" w:rsidRPr="00AE2805" w:rsidRDefault="001F19BC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Гасіння пожеж, рятування потерпілих</w:t>
            </w:r>
          </w:p>
        </w:tc>
      </w:tr>
      <w:tr w:rsidR="001F19BC" w:rsidRPr="00AE2805" w:rsidTr="00BD2029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1F19BC" w:rsidRPr="00AE2805" w:rsidRDefault="001F19BC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auto"/>
          </w:tcPr>
          <w:p w:rsidR="001F19BC" w:rsidRPr="00AE2805" w:rsidRDefault="001F19BC" w:rsidP="00AE2805">
            <w:pPr>
              <w:ind w:firstLine="119"/>
              <w:jc w:val="both"/>
              <w:rPr>
                <w:bCs w:val="0"/>
                <w:sz w:val="22"/>
                <w:szCs w:val="22"/>
              </w:rPr>
            </w:pPr>
            <w:proofErr w:type="spellStart"/>
            <w:r w:rsidRPr="00AE2805">
              <w:rPr>
                <w:bCs w:val="0"/>
                <w:sz w:val="22"/>
                <w:szCs w:val="22"/>
              </w:rPr>
              <w:t>Яструбецька</w:t>
            </w:r>
            <w:proofErr w:type="spellEnd"/>
            <w:r w:rsidRPr="00AE2805">
              <w:rPr>
                <w:sz w:val="20"/>
                <w:szCs w:val="20"/>
              </w:rPr>
              <w:t xml:space="preserve"> територіальна громада</w:t>
            </w:r>
          </w:p>
        </w:tc>
        <w:tc>
          <w:tcPr>
            <w:tcW w:w="3266" w:type="dxa"/>
            <w:shd w:val="clear" w:color="auto" w:fill="auto"/>
          </w:tcPr>
          <w:p w:rsidR="001F19BC" w:rsidRPr="00AE2805" w:rsidRDefault="001F19BC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Добровільна пожежна команда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F19BC" w:rsidRPr="00AE2805" w:rsidRDefault="001F19BC" w:rsidP="00BD2029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с. </w:t>
            </w:r>
            <w:proofErr w:type="spellStart"/>
            <w:r w:rsidRPr="00AE2805">
              <w:rPr>
                <w:sz w:val="20"/>
                <w:szCs w:val="20"/>
              </w:rPr>
              <w:t>Корчин</w:t>
            </w:r>
            <w:proofErr w:type="spellEnd"/>
            <w:r w:rsidRPr="00AE2805">
              <w:rPr>
                <w:sz w:val="20"/>
                <w:szCs w:val="20"/>
              </w:rPr>
              <w:t xml:space="preserve"> (097) 761-41-93</w:t>
            </w:r>
          </w:p>
        </w:tc>
        <w:tc>
          <w:tcPr>
            <w:tcW w:w="994" w:type="dxa"/>
            <w:shd w:val="clear" w:color="auto" w:fill="auto"/>
          </w:tcPr>
          <w:p w:rsidR="001F19BC" w:rsidRPr="00AE2805" w:rsidRDefault="001F19BC" w:rsidP="00BD2029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3/1</w:t>
            </w:r>
          </w:p>
        </w:tc>
        <w:tc>
          <w:tcPr>
            <w:tcW w:w="3112" w:type="dxa"/>
            <w:shd w:val="clear" w:color="auto" w:fill="auto"/>
          </w:tcPr>
          <w:p w:rsidR="001F19BC" w:rsidRPr="00AE2805" w:rsidRDefault="001F19BC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Гасіння пожеж, рятування потерпілих</w:t>
            </w:r>
          </w:p>
        </w:tc>
      </w:tr>
      <w:tr w:rsidR="001F19BC" w:rsidRPr="00AE2805" w:rsidTr="00BD2029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1F19BC" w:rsidRPr="00AE2805" w:rsidRDefault="001F19BC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auto"/>
          </w:tcPr>
          <w:p w:rsidR="001F19BC" w:rsidRPr="00AE2805" w:rsidRDefault="001F19BC" w:rsidP="00AE2805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Радехівська  територіальна громада</w:t>
            </w:r>
          </w:p>
        </w:tc>
        <w:tc>
          <w:tcPr>
            <w:tcW w:w="3266" w:type="dxa"/>
            <w:shd w:val="clear" w:color="auto" w:fill="auto"/>
          </w:tcPr>
          <w:p w:rsidR="001F19BC" w:rsidRPr="00AE2805" w:rsidRDefault="001F19BC" w:rsidP="00AE2805">
            <w:pPr>
              <w:jc w:val="center"/>
            </w:pPr>
            <w:r w:rsidRPr="00AE2805">
              <w:rPr>
                <w:sz w:val="20"/>
                <w:szCs w:val="20"/>
              </w:rPr>
              <w:t>Місцевий пожежно-рятувальний підрозділ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F19BC" w:rsidRPr="00AE2805" w:rsidRDefault="001F19BC" w:rsidP="00BD2029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с. Вузлове 097-444-97-50</w:t>
            </w:r>
          </w:p>
        </w:tc>
        <w:tc>
          <w:tcPr>
            <w:tcW w:w="994" w:type="dxa"/>
            <w:shd w:val="clear" w:color="auto" w:fill="auto"/>
          </w:tcPr>
          <w:p w:rsidR="001F19BC" w:rsidRPr="00AE2805" w:rsidRDefault="001F19BC" w:rsidP="00BD2029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3/2</w:t>
            </w:r>
          </w:p>
        </w:tc>
        <w:tc>
          <w:tcPr>
            <w:tcW w:w="3112" w:type="dxa"/>
            <w:shd w:val="clear" w:color="auto" w:fill="auto"/>
          </w:tcPr>
          <w:p w:rsidR="001F19BC" w:rsidRPr="00AE2805" w:rsidRDefault="001F19BC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Гасіння пожеж, рятування потерпілих</w:t>
            </w:r>
          </w:p>
        </w:tc>
      </w:tr>
      <w:tr w:rsidR="001F19BC" w:rsidRPr="00AE2805" w:rsidTr="00BD2029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1F19BC" w:rsidRPr="00AE2805" w:rsidRDefault="001F19BC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auto"/>
          </w:tcPr>
          <w:p w:rsidR="001F19BC" w:rsidRPr="00AE2805" w:rsidRDefault="001F19BC" w:rsidP="00AE2805">
            <w:pPr>
              <w:ind w:firstLine="119"/>
              <w:jc w:val="both"/>
            </w:pPr>
            <w:r w:rsidRPr="00AE2805">
              <w:rPr>
                <w:sz w:val="20"/>
                <w:szCs w:val="20"/>
              </w:rPr>
              <w:t>Радехівська  територіальна громада</w:t>
            </w:r>
          </w:p>
        </w:tc>
        <w:tc>
          <w:tcPr>
            <w:tcW w:w="3266" w:type="dxa"/>
            <w:shd w:val="clear" w:color="auto" w:fill="auto"/>
          </w:tcPr>
          <w:p w:rsidR="001F19BC" w:rsidRPr="00AE2805" w:rsidRDefault="001F19BC" w:rsidP="00AE2805">
            <w:pPr>
              <w:jc w:val="center"/>
            </w:pPr>
            <w:r w:rsidRPr="00AE2805">
              <w:rPr>
                <w:sz w:val="20"/>
                <w:szCs w:val="20"/>
              </w:rPr>
              <w:t>Місцевий пожежно-рятувальний підрозділ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F19BC" w:rsidRPr="00AE2805" w:rsidRDefault="001F19BC" w:rsidP="00BD2029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с. </w:t>
            </w:r>
            <w:proofErr w:type="spellStart"/>
            <w:r w:rsidRPr="00AE2805">
              <w:rPr>
                <w:sz w:val="20"/>
                <w:szCs w:val="20"/>
              </w:rPr>
              <w:t>Бишів</w:t>
            </w:r>
            <w:proofErr w:type="spellEnd"/>
            <w:r w:rsidRPr="00AE2805">
              <w:rPr>
                <w:sz w:val="20"/>
                <w:szCs w:val="20"/>
              </w:rPr>
              <w:t xml:space="preserve"> (068) 002-48-53</w:t>
            </w:r>
          </w:p>
        </w:tc>
        <w:tc>
          <w:tcPr>
            <w:tcW w:w="994" w:type="dxa"/>
            <w:shd w:val="clear" w:color="auto" w:fill="auto"/>
          </w:tcPr>
          <w:p w:rsidR="001F19BC" w:rsidRPr="00AE2805" w:rsidRDefault="001F19BC" w:rsidP="00BD2029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2/1</w:t>
            </w:r>
          </w:p>
        </w:tc>
        <w:tc>
          <w:tcPr>
            <w:tcW w:w="3112" w:type="dxa"/>
            <w:shd w:val="clear" w:color="auto" w:fill="auto"/>
          </w:tcPr>
          <w:p w:rsidR="001F19BC" w:rsidRPr="00AE2805" w:rsidRDefault="001F19BC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Гасіння пожеж, рятування потерпілих</w:t>
            </w:r>
          </w:p>
        </w:tc>
      </w:tr>
      <w:tr w:rsidR="001F19BC" w:rsidRPr="00AE2805" w:rsidTr="00BD2029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1F19BC" w:rsidRPr="00AE2805" w:rsidRDefault="001F19BC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auto"/>
          </w:tcPr>
          <w:p w:rsidR="001F19BC" w:rsidRPr="00AE2805" w:rsidRDefault="001F19BC" w:rsidP="00AE2805">
            <w:pPr>
              <w:ind w:firstLine="119"/>
              <w:jc w:val="both"/>
            </w:pPr>
            <w:r w:rsidRPr="00AE2805">
              <w:rPr>
                <w:sz w:val="20"/>
                <w:szCs w:val="20"/>
              </w:rPr>
              <w:t>Радехівська територіальна громада</w:t>
            </w:r>
          </w:p>
        </w:tc>
        <w:tc>
          <w:tcPr>
            <w:tcW w:w="3266" w:type="dxa"/>
            <w:shd w:val="clear" w:color="auto" w:fill="auto"/>
          </w:tcPr>
          <w:p w:rsidR="001F19BC" w:rsidRPr="00AE2805" w:rsidRDefault="001F19BC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Місцевий пожежно-рятувальний підрозділ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F19BC" w:rsidRPr="00AE2805" w:rsidRDefault="001F19BC" w:rsidP="00BD2029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с. Оглядів (098) 808-03-67</w:t>
            </w:r>
          </w:p>
        </w:tc>
        <w:tc>
          <w:tcPr>
            <w:tcW w:w="994" w:type="dxa"/>
            <w:shd w:val="clear" w:color="auto" w:fill="auto"/>
          </w:tcPr>
          <w:p w:rsidR="001F19BC" w:rsidRPr="00AE2805" w:rsidRDefault="001F19BC" w:rsidP="00BD2029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2/1</w:t>
            </w:r>
          </w:p>
        </w:tc>
        <w:tc>
          <w:tcPr>
            <w:tcW w:w="3112" w:type="dxa"/>
            <w:shd w:val="clear" w:color="auto" w:fill="auto"/>
          </w:tcPr>
          <w:p w:rsidR="001F19BC" w:rsidRPr="00AE2805" w:rsidRDefault="001F19BC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Гасіння пожеж, рятування потерпілих</w:t>
            </w:r>
          </w:p>
        </w:tc>
      </w:tr>
      <w:tr w:rsidR="001F19BC" w:rsidRPr="00AE2805" w:rsidTr="00BD2029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1F19BC" w:rsidRPr="00AE2805" w:rsidRDefault="001F19BC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auto"/>
          </w:tcPr>
          <w:p w:rsidR="001F19BC" w:rsidRPr="00AE2805" w:rsidRDefault="001F19BC" w:rsidP="00AE2805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Лопатинська   територіальна громада</w:t>
            </w:r>
          </w:p>
        </w:tc>
        <w:tc>
          <w:tcPr>
            <w:tcW w:w="3266" w:type="dxa"/>
            <w:shd w:val="clear" w:color="auto" w:fill="auto"/>
          </w:tcPr>
          <w:p w:rsidR="001F19BC" w:rsidRPr="00AE2805" w:rsidRDefault="001F19BC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Місцевий пожежно-рятувальний підрозділ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F19BC" w:rsidRPr="00AE2805" w:rsidRDefault="001F19BC" w:rsidP="00BD2029">
            <w:pPr>
              <w:jc w:val="center"/>
              <w:rPr>
                <w:noProof/>
                <w:sz w:val="20"/>
                <w:szCs w:val="20"/>
              </w:rPr>
            </w:pPr>
            <w:r w:rsidRPr="00AE2805">
              <w:rPr>
                <w:noProof/>
                <w:sz w:val="20"/>
                <w:szCs w:val="20"/>
              </w:rPr>
              <w:t>с. Сморжів (067) 920-70-86</w:t>
            </w:r>
          </w:p>
        </w:tc>
        <w:tc>
          <w:tcPr>
            <w:tcW w:w="994" w:type="dxa"/>
            <w:shd w:val="clear" w:color="auto" w:fill="auto"/>
          </w:tcPr>
          <w:p w:rsidR="001F19BC" w:rsidRPr="00AE2805" w:rsidRDefault="001F19BC" w:rsidP="00BD2029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2/1</w:t>
            </w:r>
          </w:p>
        </w:tc>
        <w:tc>
          <w:tcPr>
            <w:tcW w:w="3112" w:type="dxa"/>
            <w:shd w:val="clear" w:color="auto" w:fill="auto"/>
          </w:tcPr>
          <w:p w:rsidR="001F19BC" w:rsidRPr="00AE2805" w:rsidRDefault="001F19BC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Гасіння пожеж, рятування потерпілих</w:t>
            </w:r>
          </w:p>
        </w:tc>
      </w:tr>
      <w:tr w:rsidR="001F19BC" w:rsidRPr="00AE2805" w:rsidTr="00BD2029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1F19BC" w:rsidRPr="00AE2805" w:rsidRDefault="001F19BC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auto"/>
          </w:tcPr>
          <w:p w:rsidR="001F19BC" w:rsidRPr="00AE2805" w:rsidRDefault="001F19BC" w:rsidP="00AE2805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Сокальська  територіальна громада</w:t>
            </w:r>
          </w:p>
        </w:tc>
        <w:tc>
          <w:tcPr>
            <w:tcW w:w="3266" w:type="dxa"/>
            <w:shd w:val="clear" w:color="auto" w:fill="auto"/>
          </w:tcPr>
          <w:p w:rsidR="001F19BC" w:rsidRPr="00AE2805" w:rsidRDefault="001F19BC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Місцевий пожежно-рятувальний підрозділ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F19BC" w:rsidRPr="00AE2805" w:rsidRDefault="001F19BC" w:rsidP="00BD2029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с. </w:t>
            </w:r>
            <w:proofErr w:type="spellStart"/>
            <w:r w:rsidRPr="00AE2805">
              <w:rPr>
                <w:sz w:val="20"/>
                <w:szCs w:val="20"/>
              </w:rPr>
              <w:t>Хоробрів</w:t>
            </w:r>
            <w:proofErr w:type="spellEnd"/>
            <w:r w:rsidRPr="00AE2805">
              <w:rPr>
                <w:sz w:val="20"/>
                <w:szCs w:val="20"/>
              </w:rPr>
              <w:t xml:space="preserve"> (097) 993-09-54</w:t>
            </w:r>
          </w:p>
        </w:tc>
        <w:tc>
          <w:tcPr>
            <w:tcW w:w="994" w:type="dxa"/>
            <w:shd w:val="clear" w:color="auto" w:fill="auto"/>
          </w:tcPr>
          <w:p w:rsidR="001F19BC" w:rsidRPr="00AE2805" w:rsidRDefault="001F19BC" w:rsidP="00BD2029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5/1</w:t>
            </w:r>
          </w:p>
        </w:tc>
        <w:tc>
          <w:tcPr>
            <w:tcW w:w="3112" w:type="dxa"/>
            <w:shd w:val="clear" w:color="auto" w:fill="auto"/>
          </w:tcPr>
          <w:p w:rsidR="001F19BC" w:rsidRPr="00AE2805" w:rsidRDefault="001F19BC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Гасіння пожеж, рятування потерпілих</w:t>
            </w:r>
          </w:p>
        </w:tc>
      </w:tr>
      <w:tr w:rsidR="001F19BC" w:rsidRPr="00AE2805" w:rsidTr="00BD2029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1F19BC" w:rsidRPr="00AE2805" w:rsidRDefault="001F19BC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auto"/>
          </w:tcPr>
          <w:p w:rsidR="001F19BC" w:rsidRPr="00AE2805" w:rsidRDefault="001F19BC" w:rsidP="00AE2805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Сокальська  територіальна громада</w:t>
            </w:r>
          </w:p>
        </w:tc>
        <w:tc>
          <w:tcPr>
            <w:tcW w:w="3266" w:type="dxa"/>
            <w:shd w:val="clear" w:color="auto" w:fill="auto"/>
          </w:tcPr>
          <w:p w:rsidR="001F19BC" w:rsidRPr="00AE2805" w:rsidRDefault="001F19BC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Місцевий пожежно-рятувальний підрозділ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F19BC" w:rsidRPr="00AE2805" w:rsidRDefault="001F19BC" w:rsidP="00BD2029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с. Спасів (096) 570-42-28</w:t>
            </w:r>
          </w:p>
        </w:tc>
        <w:tc>
          <w:tcPr>
            <w:tcW w:w="994" w:type="dxa"/>
            <w:shd w:val="clear" w:color="auto" w:fill="auto"/>
          </w:tcPr>
          <w:p w:rsidR="001F19BC" w:rsidRPr="00AE2805" w:rsidRDefault="001F19BC" w:rsidP="00BD2029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1/-</w:t>
            </w:r>
          </w:p>
        </w:tc>
        <w:tc>
          <w:tcPr>
            <w:tcW w:w="3112" w:type="dxa"/>
            <w:shd w:val="clear" w:color="auto" w:fill="auto"/>
          </w:tcPr>
          <w:p w:rsidR="001F19BC" w:rsidRPr="00AE2805" w:rsidRDefault="001F19BC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Гасіння пожеж, рятування потерпілих</w:t>
            </w:r>
          </w:p>
        </w:tc>
      </w:tr>
      <w:tr w:rsidR="00951B77" w:rsidRPr="00AE2805" w:rsidTr="00BD2029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951B77" w:rsidRPr="00AE2805" w:rsidRDefault="00951B77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auto"/>
          </w:tcPr>
          <w:p w:rsidR="00951B77" w:rsidRPr="00AE2805" w:rsidRDefault="00951B77" w:rsidP="00AE2805">
            <w:pPr>
              <w:ind w:firstLine="119"/>
              <w:jc w:val="both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Белзськка</w:t>
            </w:r>
            <w:proofErr w:type="spellEnd"/>
            <w:r w:rsidRPr="00AE2805">
              <w:rPr>
                <w:sz w:val="20"/>
                <w:szCs w:val="20"/>
              </w:rPr>
              <w:t xml:space="preserve"> територіальна громада</w:t>
            </w:r>
          </w:p>
        </w:tc>
        <w:tc>
          <w:tcPr>
            <w:tcW w:w="3266" w:type="dxa"/>
            <w:shd w:val="clear" w:color="auto" w:fill="auto"/>
          </w:tcPr>
          <w:p w:rsidR="00951B77" w:rsidRPr="00AE2805" w:rsidRDefault="00951B77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Місцевий пожежно-рятувальний підрозділ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51B77" w:rsidRPr="00AE2805" w:rsidRDefault="009C0A13" w:rsidP="00BD2029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</w:t>
            </w:r>
            <w:r w:rsidR="00951B77" w:rsidRPr="00AE2805">
              <w:rPr>
                <w:sz w:val="20"/>
                <w:szCs w:val="20"/>
              </w:rPr>
              <w:t xml:space="preserve">. </w:t>
            </w:r>
            <w:proofErr w:type="spellStart"/>
            <w:r w:rsidR="00951B77" w:rsidRPr="00AE2805">
              <w:rPr>
                <w:sz w:val="20"/>
                <w:szCs w:val="20"/>
              </w:rPr>
              <w:t>Белз</w:t>
            </w:r>
            <w:proofErr w:type="spellEnd"/>
            <w:r w:rsidR="00951B77" w:rsidRPr="00AE2805">
              <w:rPr>
                <w:sz w:val="20"/>
                <w:szCs w:val="20"/>
              </w:rPr>
              <w:t xml:space="preserve"> (257) 5-43-30</w:t>
            </w:r>
          </w:p>
        </w:tc>
        <w:tc>
          <w:tcPr>
            <w:tcW w:w="994" w:type="dxa"/>
            <w:shd w:val="clear" w:color="auto" w:fill="auto"/>
          </w:tcPr>
          <w:p w:rsidR="00951B77" w:rsidRPr="00AE2805" w:rsidRDefault="009C0A13" w:rsidP="00BD2029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14</w:t>
            </w:r>
            <w:r w:rsidR="00951B77" w:rsidRPr="00AE2805">
              <w:rPr>
                <w:sz w:val="20"/>
                <w:szCs w:val="20"/>
              </w:rPr>
              <w:t>/3</w:t>
            </w:r>
          </w:p>
        </w:tc>
        <w:tc>
          <w:tcPr>
            <w:tcW w:w="3112" w:type="dxa"/>
            <w:shd w:val="clear" w:color="auto" w:fill="auto"/>
          </w:tcPr>
          <w:p w:rsidR="00951B77" w:rsidRPr="00AE2805" w:rsidRDefault="00951B77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Гасіння пожеж, рятування потерпілих</w:t>
            </w:r>
          </w:p>
        </w:tc>
      </w:tr>
      <w:tr w:rsidR="0002001A" w:rsidRPr="00AE2805" w:rsidTr="00AE2805">
        <w:trPr>
          <w:trHeight w:val="124"/>
        </w:trPr>
        <w:tc>
          <w:tcPr>
            <w:tcW w:w="8759" w:type="dxa"/>
            <w:gridSpan w:val="6"/>
            <w:shd w:val="clear" w:color="auto" w:fill="auto"/>
          </w:tcPr>
          <w:p w:rsidR="0002001A" w:rsidRPr="00AE2805" w:rsidRDefault="0002001A" w:rsidP="00AE2805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bCs w:val="0"/>
                <w:sz w:val="20"/>
                <w:szCs w:val="20"/>
              </w:rPr>
              <w:t>Всього: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02001A" w:rsidRPr="00AE2805" w:rsidRDefault="0002001A" w:rsidP="00AE280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02001A" w:rsidRPr="00AE2805" w:rsidRDefault="0051051E" w:rsidP="00715BC0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3</w:t>
            </w:r>
            <w:r w:rsidR="00715BC0">
              <w:rPr>
                <w:b/>
                <w:sz w:val="20"/>
                <w:szCs w:val="20"/>
              </w:rPr>
              <w:t>2</w:t>
            </w:r>
            <w:r w:rsidR="0002001A" w:rsidRPr="00AE2805">
              <w:rPr>
                <w:b/>
                <w:sz w:val="20"/>
                <w:szCs w:val="20"/>
              </w:rPr>
              <w:t>/</w:t>
            </w:r>
            <w:r w:rsidR="00715BC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02001A" w:rsidRPr="00AE2805" w:rsidRDefault="0002001A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2001A" w:rsidRPr="00AE2805" w:rsidTr="00AE2805">
        <w:trPr>
          <w:trHeight w:val="124"/>
        </w:trPr>
        <w:tc>
          <w:tcPr>
            <w:tcW w:w="8759" w:type="dxa"/>
            <w:gridSpan w:val="6"/>
            <w:shd w:val="clear" w:color="auto" w:fill="auto"/>
          </w:tcPr>
          <w:p w:rsidR="0002001A" w:rsidRPr="00AE2805" w:rsidRDefault="0002001A" w:rsidP="00AE2805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Всього за спеціалізовану службу: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02001A" w:rsidRPr="00AE2805" w:rsidRDefault="0002001A" w:rsidP="00AE280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02001A" w:rsidRPr="00AE2805" w:rsidRDefault="0051051E" w:rsidP="00715BC0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2</w:t>
            </w:r>
            <w:r w:rsidR="00715BC0">
              <w:rPr>
                <w:b/>
                <w:sz w:val="20"/>
                <w:szCs w:val="20"/>
              </w:rPr>
              <w:t>00</w:t>
            </w:r>
            <w:r w:rsidRPr="00AE2805">
              <w:rPr>
                <w:b/>
                <w:sz w:val="20"/>
                <w:szCs w:val="20"/>
              </w:rPr>
              <w:t>/</w:t>
            </w:r>
            <w:r w:rsidR="00715BC0">
              <w:rPr>
                <w:b/>
                <w:sz w:val="20"/>
                <w:szCs w:val="20"/>
              </w:rPr>
              <w:t>43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02001A" w:rsidRPr="00AE2805" w:rsidRDefault="0002001A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1F19BC" w:rsidRPr="00AE2805" w:rsidTr="00AE2805">
        <w:trPr>
          <w:trHeight w:val="124"/>
        </w:trPr>
        <w:tc>
          <w:tcPr>
            <w:tcW w:w="15984" w:type="dxa"/>
            <w:gridSpan w:val="10"/>
            <w:shd w:val="clear" w:color="auto" w:fill="auto"/>
          </w:tcPr>
          <w:p w:rsidR="001F19BC" w:rsidRPr="00D71F5C" w:rsidRDefault="001F19BC" w:rsidP="00AE2805">
            <w:pPr>
              <w:jc w:val="center"/>
              <w:rPr>
                <w:b/>
                <w:sz w:val="20"/>
                <w:szCs w:val="20"/>
              </w:rPr>
            </w:pPr>
            <w:r w:rsidRPr="00D71F5C">
              <w:rPr>
                <w:b/>
                <w:sz w:val="20"/>
                <w:szCs w:val="20"/>
              </w:rPr>
              <w:t>ІІ. СПЕЦІАЛІЗОВАНА СЛУЖБА ІЗ ЗАХИСТУ СІЛЬСЬКО-ГОСПОДАРСЬКИХ ТВАРИН І РОСЛИН</w:t>
            </w:r>
          </w:p>
        </w:tc>
      </w:tr>
      <w:tr w:rsidR="001F19BC" w:rsidRPr="00AE2805" w:rsidTr="0001641E">
        <w:trPr>
          <w:trHeight w:val="124"/>
        </w:trPr>
        <w:tc>
          <w:tcPr>
            <w:tcW w:w="159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9BC" w:rsidRPr="00AE2805" w:rsidRDefault="001F19BC" w:rsidP="008D0AE3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 xml:space="preserve">СИЛИ </w:t>
            </w:r>
            <w:r w:rsidR="002514DF" w:rsidRPr="00AE2805">
              <w:rPr>
                <w:b/>
                <w:sz w:val="20"/>
                <w:szCs w:val="20"/>
              </w:rPr>
              <w:t xml:space="preserve">ЗАХІДНОГО МІЖРЕГІОНАЛЬНОГО </w:t>
            </w:r>
            <w:r w:rsidRPr="00AE2805">
              <w:rPr>
                <w:b/>
                <w:sz w:val="20"/>
                <w:szCs w:val="20"/>
              </w:rPr>
              <w:t>УПРАВЛІННЯ ЛІСОВОГО ТА МИСЛИВСЬКОГО ГОСПОДАРСТВА</w:t>
            </w:r>
          </w:p>
        </w:tc>
      </w:tr>
      <w:tr w:rsidR="00E86B69" w:rsidRPr="00AE2805" w:rsidTr="00BD2029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E86B69" w:rsidRPr="00AE2805" w:rsidRDefault="00E86B69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auto"/>
          </w:tcPr>
          <w:p w:rsidR="00E86B69" w:rsidRPr="00AE2805" w:rsidRDefault="000C12B6" w:rsidP="00AE2805">
            <w:pPr>
              <w:jc w:val="both"/>
              <w:rPr>
                <w:sz w:val="20"/>
                <w:szCs w:val="20"/>
              </w:rPr>
            </w:pPr>
            <w:proofErr w:type="spellStart"/>
            <w:r w:rsidRPr="00AE2805">
              <w:rPr>
                <w:color w:val="000000"/>
                <w:sz w:val="20"/>
                <w:szCs w:val="20"/>
              </w:rPr>
              <w:t>Радехівське</w:t>
            </w:r>
            <w:proofErr w:type="spellEnd"/>
            <w:r w:rsidRPr="00AE2805">
              <w:rPr>
                <w:color w:val="000000"/>
                <w:sz w:val="20"/>
                <w:szCs w:val="20"/>
              </w:rPr>
              <w:t xml:space="preserve"> лісомисливське господарство  ДП </w:t>
            </w:r>
            <w:r w:rsidR="00EC4102" w:rsidRPr="00AE2805">
              <w:rPr>
                <w:color w:val="000000"/>
                <w:sz w:val="20"/>
                <w:szCs w:val="20"/>
              </w:rPr>
              <w:t>«</w:t>
            </w:r>
            <w:r w:rsidRPr="00AE2805">
              <w:rPr>
                <w:color w:val="000000"/>
                <w:sz w:val="20"/>
                <w:szCs w:val="20"/>
              </w:rPr>
              <w:t>Ліси України</w:t>
            </w:r>
            <w:r w:rsidR="00EC4102" w:rsidRPr="00AE2805">
              <w:rPr>
                <w:color w:val="000000"/>
                <w:sz w:val="20"/>
                <w:szCs w:val="20"/>
              </w:rPr>
              <w:t>»</w:t>
            </w:r>
            <w:r w:rsidRPr="00AE2805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266" w:type="dxa"/>
            <w:shd w:val="clear" w:color="auto" w:fill="auto"/>
          </w:tcPr>
          <w:p w:rsidR="00E86B69" w:rsidRPr="00AE2805" w:rsidRDefault="000C12B6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E86B69" w:rsidRPr="00AE2805" w:rsidRDefault="006F4B16" w:rsidP="00BD2029">
            <w:pPr>
              <w:pStyle w:val="30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E2805">
              <w:rPr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 xml:space="preserve">вул. </w:t>
            </w:r>
            <w:proofErr w:type="spellStart"/>
            <w:r w:rsidRPr="00AE2805">
              <w:rPr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Витківська</w:t>
            </w:r>
            <w:proofErr w:type="spellEnd"/>
            <w:r w:rsidRPr="00AE2805">
              <w:rPr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 xml:space="preserve">, 26, м. </w:t>
            </w:r>
            <w:proofErr w:type="spellStart"/>
            <w:r w:rsidRPr="00AE2805">
              <w:rPr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Радехів</w:t>
            </w:r>
            <w:proofErr w:type="spellEnd"/>
            <w:r w:rsidR="000C12B6" w:rsidRPr="00AE2805">
              <w:rPr>
                <w:rFonts w:ascii="Times New Roman" w:hAnsi="Times New Roman" w:cs="Times New Roman"/>
                <w:b w:val="0"/>
                <w:sz w:val="20"/>
                <w:szCs w:val="20"/>
              </w:rPr>
              <w:t> </w:t>
            </w:r>
            <w:r w:rsidRPr="00AE280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="000C12B6" w:rsidRPr="00AE2805">
              <w:rPr>
                <w:rFonts w:ascii="Times New Roman" w:hAnsi="Times New Roman" w:cs="Times New Roman"/>
                <w:b w:val="0"/>
                <w:sz w:val="20"/>
                <w:szCs w:val="20"/>
              </w:rPr>
              <w:t>(03255)2-15-61</w:t>
            </w:r>
          </w:p>
        </w:tc>
        <w:tc>
          <w:tcPr>
            <w:tcW w:w="994" w:type="dxa"/>
            <w:shd w:val="clear" w:color="auto" w:fill="auto"/>
          </w:tcPr>
          <w:p w:rsidR="00E86B69" w:rsidRPr="00AE2805" w:rsidRDefault="006F4B16" w:rsidP="00BD2029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3/1</w:t>
            </w:r>
          </w:p>
        </w:tc>
        <w:tc>
          <w:tcPr>
            <w:tcW w:w="3112" w:type="dxa"/>
            <w:shd w:val="clear" w:color="auto" w:fill="auto"/>
          </w:tcPr>
          <w:p w:rsidR="00E86B69" w:rsidRPr="00AE2805" w:rsidRDefault="006F4B16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Гасіння лісових пожеж</w:t>
            </w:r>
          </w:p>
        </w:tc>
      </w:tr>
      <w:tr w:rsidR="0002001A" w:rsidRPr="00AE2805" w:rsidTr="00AE2805">
        <w:trPr>
          <w:trHeight w:val="124"/>
        </w:trPr>
        <w:tc>
          <w:tcPr>
            <w:tcW w:w="8759" w:type="dxa"/>
            <w:gridSpan w:val="6"/>
            <w:shd w:val="clear" w:color="auto" w:fill="auto"/>
          </w:tcPr>
          <w:p w:rsidR="0002001A" w:rsidRPr="00AE2805" w:rsidRDefault="0002001A" w:rsidP="00AE2805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02001A" w:rsidRPr="00AE2805" w:rsidRDefault="0002001A" w:rsidP="00AE280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02001A" w:rsidRPr="00AE2805" w:rsidRDefault="00626F25" w:rsidP="00AE2805">
            <w:pPr>
              <w:widowControl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>3/1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02001A" w:rsidRPr="00AE2805" w:rsidRDefault="0002001A" w:rsidP="00AE280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858B6" w:rsidRPr="00AE2805" w:rsidTr="00AE2805">
        <w:trPr>
          <w:trHeight w:val="118"/>
        </w:trPr>
        <w:tc>
          <w:tcPr>
            <w:tcW w:w="15984" w:type="dxa"/>
            <w:gridSpan w:val="10"/>
            <w:shd w:val="clear" w:color="auto" w:fill="auto"/>
          </w:tcPr>
          <w:p w:rsidR="00A858B6" w:rsidRPr="00AE2805" w:rsidRDefault="00A858B6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 xml:space="preserve">СИЛИ ОБЛАСНОГО КОМУНАЛЬНОГО СПЕЦІАЛІЗОВАНОГО ЛІСОГОСПОДАРСЬКОГО ПІДПРИЄМСТВА </w:t>
            </w:r>
            <w:r w:rsidR="00EC4102" w:rsidRPr="00AE2805">
              <w:rPr>
                <w:b/>
                <w:sz w:val="20"/>
                <w:szCs w:val="20"/>
              </w:rPr>
              <w:t>«</w:t>
            </w:r>
            <w:r w:rsidRPr="00AE2805">
              <w:rPr>
                <w:b/>
                <w:sz w:val="20"/>
                <w:szCs w:val="20"/>
              </w:rPr>
              <w:t>ГАЛСІЛЬЛІС</w:t>
            </w:r>
            <w:r w:rsidR="00EC4102" w:rsidRPr="00AE2805">
              <w:rPr>
                <w:b/>
                <w:sz w:val="20"/>
                <w:szCs w:val="20"/>
              </w:rPr>
              <w:t>»</w:t>
            </w:r>
          </w:p>
        </w:tc>
      </w:tr>
      <w:tr w:rsidR="00A858B6" w:rsidRPr="00AE2805" w:rsidTr="00AE2805">
        <w:trPr>
          <w:trHeight w:val="124"/>
        </w:trPr>
        <w:tc>
          <w:tcPr>
            <w:tcW w:w="15984" w:type="dxa"/>
            <w:gridSpan w:val="10"/>
            <w:shd w:val="clear" w:color="auto" w:fill="auto"/>
          </w:tcPr>
          <w:p w:rsidR="00A858B6" w:rsidRPr="00AE2805" w:rsidRDefault="00A858B6" w:rsidP="00AE2805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ЧЕРВОНОГРАДСЬКИЙ РАЙОН</w:t>
            </w:r>
          </w:p>
        </w:tc>
      </w:tr>
      <w:tr w:rsidR="00A858B6" w:rsidRPr="00AE2805" w:rsidTr="00BD2029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A858B6" w:rsidRPr="00AE2805" w:rsidRDefault="00A858B6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auto"/>
          </w:tcPr>
          <w:p w:rsidR="00A858B6" w:rsidRPr="00AE2805" w:rsidRDefault="00A858B6" w:rsidP="00AE2805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Обласне комунальне спеціалізоване лісогосподарське підприємство  </w:t>
            </w:r>
            <w:r w:rsidR="00EC4102" w:rsidRPr="00AE2805">
              <w:rPr>
                <w:sz w:val="20"/>
                <w:szCs w:val="20"/>
              </w:rPr>
              <w:t>«</w:t>
            </w:r>
            <w:proofErr w:type="spellStart"/>
            <w:r w:rsidRPr="00AE2805">
              <w:rPr>
                <w:sz w:val="20"/>
                <w:szCs w:val="20"/>
              </w:rPr>
              <w:t>Галсільліс</w:t>
            </w:r>
            <w:proofErr w:type="spellEnd"/>
            <w:r w:rsidR="00EC4102" w:rsidRPr="00AE2805">
              <w:rPr>
                <w:sz w:val="20"/>
                <w:szCs w:val="20"/>
              </w:rPr>
              <w:t>»</w:t>
            </w:r>
          </w:p>
          <w:p w:rsidR="00A858B6" w:rsidRPr="00AE2805" w:rsidRDefault="00A858B6" w:rsidP="00AE2805">
            <w:pPr>
              <w:ind w:firstLine="119"/>
              <w:jc w:val="both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Радехівське</w:t>
            </w:r>
            <w:proofErr w:type="spellEnd"/>
            <w:r w:rsidRPr="00AE2805">
              <w:rPr>
                <w:sz w:val="20"/>
                <w:szCs w:val="20"/>
              </w:rPr>
              <w:t xml:space="preserve"> ДЛГП</w:t>
            </w:r>
          </w:p>
        </w:tc>
        <w:tc>
          <w:tcPr>
            <w:tcW w:w="3266" w:type="dxa"/>
            <w:shd w:val="clear" w:color="auto" w:fill="auto"/>
          </w:tcPr>
          <w:p w:rsidR="00A858B6" w:rsidRPr="00AE2805" w:rsidRDefault="00A858B6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A858B6" w:rsidRPr="00AE2805" w:rsidRDefault="00A858B6" w:rsidP="00BD2029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м. </w:t>
            </w:r>
            <w:proofErr w:type="spellStart"/>
            <w:r w:rsidRPr="00AE2805">
              <w:rPr>
                <w:sz w:val="20"/>
                <w:szCs w:val="20"/>
              </w:rPr>
              <w:t>Радехів</w:t>
            </w:r>
            <w:proofErr w:type="spellEnd"/>
            <w:r w:rsidRPr="00AE2805">
              <w:rPr>
                <w:sz w:val="20"/>
                <w:szCs w:val="20"/>
              </w:rPr>
              <w:t>,</w:t>
            </w:r>
          </w:p>
          <w:p w:rsidR="00A858B6" w:rsidRPr="00AE2805" w:rsidRDefault="00A858B6" w:rsidP="00BD2029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Зелена, 15</w:t>
            </w:r>
          </w:p>
          <w:p w:rsidR="00A858B6" w:rsidRPr="00AE2805" w:rsidRDefault="00A858B6" w:rsidP="00BD2029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т. (255) - 2-27-90</w:t>
            </w:r>
          </w:p>
        </w:tc>
        <w:tc>
          <w:tcPr>
            <w:tcW w:w="994" w:type="dxa"/>
            <w:shd w:val="clear" w:color="auto" w:fill="auto"/>
          </w:tcPr>
          <w:p w:rsidR="00A858B6" w:rsidRPr="00AE2805" w:rsidRDefault="00A858B6" w:rsidP="00BD2029">
            <w:pPr>
              <w:jc w:val="center"/>
              <w:rPr>
                <w:sz w:val="20"/>
                <w:szCs w:val="20"/>
                <w:lang w:val="ru-RU"/>
              </w:rPr>
            </w:pPr>
            <w:r w:rsidRPr="00AE2805">
              <w:rPr>
                <w:sz w:val="20"/>
                <w:szCs w:val="20"/>
              </w:rPr>
              <w:t>35/</w:t>
            </w:r>
            <w:r w:rsidRPr="00AE2805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3112" w:type="dxa"/>
            <w:shd w:val="clear" w:color="auto" w:fill="auto"/>
          </w:tcPr>
          <w:p w:rsidR="00A858B6" w:rsidRPr="00AE2805" w:rsidRDefault="00A858B6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Гасіння лісовий пожеж</w:t>
            </w:r>
          </w:p>
        </w:tc>
      </w:tr>
      <w:tr w:rsidR="00A858B6" w:rsidRPr="00AE2805" w:rsidTr="00BD2029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A858B6" w:rsidRPr="00AE2805" w:rsidRDefault="00A858B6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auto"/>
          </w:tcPr>
          <w:p w:rsidR="00A858B6" w:rsidRPr="00AE2805" w:rsidRDefault="00A858B6" w:rsidP="00AE2805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Обласне комунальне спеціалізоване лісогосподарське підприємство  </w:t>
            </w:r>
            <w:r w:rsidR="00EC4102" w:rsidRPr="00AE2805">
              <w:rPr>
                <w:sz w:val="20"/>
                <w:szCs w:val="20"/>
              </w:rPr>
              <w:t>«</w:t>
            </w:r>
            <w:proofErr w:type="spellStart"/>
            <w:r w:rsidRPr="00AE2805">
              <w:rPr>
                <w:sz w:val="20"/>
                <w:szCs w:val="20"/>
              </w:rPr>
              <w:t>Галсільліс</w:t>
            </w:r>
            <w:proofErr w:type="spellEnd"/>
            <w:r w:rsidR="00EC4102" w:rsidRPr="00AE2805">
              <w:rPr>
                <w:sz w:val="20"/>
                <w:szCs w:val="20"/>
              </w:rPr>
              <w:t>»</w:t>
            </w:r>
          </w:p>
          <w:p w:rsidR="00A858B6" w:rsidRPr="00AE2805" w:rsidRDefault="00A858B6" w:rsidP="00AE2805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lastRenderedPageBreak/>
              <w:t>Сокальське ДЛГП</w:t>
            </w:r>
          </w:p>
        </w:tc>
        <w:tc>
          <w:tcPr>
            <w:tcW w:w="3266" w:type="dxa"/>
            <w:shd w:val="clear" w:color="auto" w:fill="auto"/>
          </w:tcPr>
          <w:p w:rsidR="00A858B6" w:rsidRPr="00AE2805" w:rsidRDefault="00A858B6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lastRenderedPageBreak/>
              <w:t>Пожежна команда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A858B6" w:rsidRPr="00AE2805" w:rsidRDefault="00A858B6" w:rsidP="00BD2029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м. </w:t>
            </w:r>
            <w:proofErr w:type="spellStart"/>
            <w:r w:rsidRPr="00AE2805">
              <w:rPr>
                <w:sz w:val="20"/>
                <w:szCs w:val="20"/>
              </w:rPr>
              <w:t>Сокаль</w:t>
            </w:r>
            <w:proofErr w:type="spellEnd"/>
            <w:r w:rsidRPr="00AE2805">
              <w:rPr>
                <w:sz w:val="20"/>
                <w:szCs w:val="20"/>
              </w:rPr>
              <w:t>,</w:t>
            </w:r>
          </w:p>
          <w:p w:rsidR="00A858B6" w:rsidRPr="00AE2805" w:rsidRDefault="00A858B6" w:rsidP="00BD2029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Горького, 8а</w:t>
            </w:r>
          </w:p>
          <w:p w:rsidR="00A858B6" w:rsidRPr="00AE2805" w:rsidRDefault="00A858B6" w:rsidP="00BD2029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lastRenderedPageBreak/>
              <w:t>т. (257) - 2-11-39</w:t>
            </w:r>
          </w:p>
        </w:tc>
        <w:tc>
          <w:tcPr>
            <w:tcW w:w="994" w:type="dxa"/>
            <w:shd w:val="clear" w:color="auto" w:fill="auto"/>
          </w:tcPr>
          <w:p w:rsidR="00A858B6" w:rsidRPr="00AE2805" w:rsidRDefault="00A858B6" w:rsidP="00BD2029">
            <w:pPr>
              <w:jc w:val="center"/>
              <w:rPr>
                <w:sz w:val="20"/>
                <w:szCs w:val="20"/>
                <w:lang w:val="ru-RU"/>
              </w:rPr>
            </w:pPr>
            <w:r w:rsidRPr="00AE2805">
              <w:rPr>
                <w:sz w:val="20"/>
                <w:szCs w:val="20"/>
              </w:rPr>
              <w:lastRenderedPageBreak/>
              <w:t>39/</w:t>
            </w:r>
            <w:r w:rsidRPr="00AE2805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3112" w:type="dxa"/>
            <w:shd w:val="clear" w:color="auto" w:fill="auto"/>
          </w:tcPr>
          <w:p w:rsidR="00A858B6" w:rsidRPr="00AE2805" w:rsidRDefault="00A858B6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Гасіння лісовий пожеж</w:t>
            </w:r>
          </w:p>
        </w:tc>
      </w:tr>
      <w:tr w:rsidR="0002001A" w:rsidRPr="00AE2805" w:rsidTr="00AE2805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02001A" w:rsidRPr="00AE2805" w:rsidRDefault="0002001A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61" w:type="dxa"/>
            <w:gridSpan w:val="2"/>
            <w:shd w:val="clear" w:color="auto" w:fill="auto"/>
          </w:tcPr>
          <w:p w:rsidR="0002001A" w:rsidRPr="00AE2805" w:rsidRDefault="0002001A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02001A" w:rsidRPr="00AE2805" w:rsidRDefault="0002001A" w:rsidP="00AE2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02001A" w:rsidRPr="00AE2805" w:rsidRDefault="00626F25" w:rsidP="00AE28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74/8</w:t>
            </w:r>
          </w:p>
        </w:tc>
        <w:tc>
          <w:tcPr>
            <w:tcW w:w="3112" w:type="dxa"/>
            <w:shd w:val="clear" w:color="auto" w:fill="auto"/>
          </w:tcPr>
          <w:p w:rsidR="0002001A" w:rsidRPr="00AE2805" w:rsidRDefault="0002001A" w:rsidP="00AE2805">
            <w:pPr>
              <w:jc w:val="center"/>
              <w:rPr>
                <w:sz w:val="20"/>
                <w:szCs w:val="20"/>
              </w:rPr>
            </w:pPr>
          </w:p>
        </w:tc>
      </w:tr>
      <w:tr w:rsidR="00A41A36" w:rsidRPr="00AE2805" w:rsidTr="00AE2805">
        <w:trPr>
          <w:trHeight w:val="124"/>
        </w:trPr>
        <w:tc>
          <w:tcPr>
            <w:tcW w:w="15984" w:type="dxa"/>
            <w:gridSpan w:val="10"/>
            <w:shd w:val="clear" w:color="auto" w:fill="auto"/>
          </w:tcPr>
          <w:p w:rsidR="00A41A36" w:rsidRPr="00AE2805" w:rsidRDefault="00A41A36" w:rsidP="00AE2805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СИЛИ ДЕРЖПРОДСПОЖИВСЛУЖБИ</w:t>
            </w:r>
          </w:p>
        </w:tc>
      </w:tr>
      <w:tr w:rsidR="0001641E" w:rsidRPr="00AE2805" w:rsidTr="004E52F0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01641E" w:rsidRPr="00AE2805" w:rsidRDefault="0001641E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01641E" w:rsidRPr="00AE2805" w:rsidRDefault="0001641E" w:rsidP="00AE2805">
            <w:pPr>
              <w:ind w:hanging="23"/>
              <w:jc w:val="both"/>
              <w:rPr>
                <w:color w:val="000000"/>
                <w:sz w:val="19"/>
                <w:szCs w:val="19"/>
              </w:rPr>
            </w:pPr>
            <w:r w:rsidRPr="00AE2805">
              <w:rPr>
                <w:color w:val="000000"/>
                <w:sz w:val="19"/>
                <w:szCs w:val="19"/>
              </w:rPr>
              <w:t>Червоноградське районне управління</w:t>
            </w:r>
            <w:r w:rsidR="00D0579E" w:rsidRPr="00AE2805">
              <w:rPr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D0579E" w:rsidRPr="00AE2805">
              <w:rPr>
                <w:color w:val="333333"/>
                <w:sz w:val="20"/>
                <w:szCs w:val="20"/>
                <w:shd w:val="clear" w:color="auto" w:fill="FFFFFF"/>
              </w:rPr>
              <w:t>Держпродспоживслужби</w:t>
            </w:r>
            <w:proofErr w:type="spellEnd"/>
            <w:r w:rsidR="00D0579E" w:rsidRPr="00AE2805">
              <w:rPr>
                <w:color w:val="333333"/>
                <w:sz w:val="20"/>
                <w:szCs w:val="20"/>
                <w:shd w:val="clear" w:color="auto" w:fill="FFFFFF"/>
              </w:rPr>
              <w:t xml:space="preserve"> у Львівській області</w:t>
            </w:r>
          </w:p>
        </w:tc>
        <w:tc>
          <w:tcPr>
            <w:tcW w:w="3266" w:type="dxa"/>
            <w:shd w:val="clear" w:color="auto" w:fill="auto"/>
          </w:tcPr>
          <w:p w:rsidR="0001641E" w:rsidRPr="00AE2805" w:rsidRDefault="00101311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Зведений підрозділ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01641E" w:rsidRPr="00AE2805" w:rsidRDefault="0001641E" w:rsidP="004E52F0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AE2805">
              <w:rPr>
                <w:color w:val="000000"/>
                <w:sz w:val="19"/>
                <w:szCs w:val="19"/>
              </w:rPr>
              <w:t>м.Червоноград</w:t>
            </w:r>
            <w:proofErr w:type="spellEnd"/>
            <w:r w:rsidRPr="00AE2805">
              <w:rPr>
                <w:color w:val="000000"/>
                <w:sz w:val="19"/>
                <w:szCs w:val="19"/>
              </w:rPr>
              <w:t>, вул. Паркова, 2А</w:t>
            </w:r>
          </w:p>
        </w:tc>
        <w:tc>
          <w:tcPr>
            <w:tcW w:w="994" w:type="dxa"/>
            <w:shd w:val="clear" w:color="auto" w:fill="auto"/>
          </w:tcPr>
          <w:p w:rsidR="0001641E" w:rsidRPr="00AE2805" w:rsidRDefault="00ED5493" w:rsidP="004E52F0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-/6</w:t>
            </w:r>
          </w:p>
        </w:tc>
        <w:tc>
          <w:tcPr>
            <w:tcW w:w="3112" w:type="dxa"/>
            <w:shd w:val="clear" w:color="auto" w:fill="auto"/>
          </w:tcPr>
          <w:p w:rsidR="0001641E" w:rsidRPr="00AE2805" w:rsidRDefault="00101311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-//-</w:t>
            </w:r>
          </w:p>
        </w:tc>
      </w:tr>
      <w:tr w:rsidR="0001641E" w:rsidRPr="00AE2805" w:rsidTr="00AE28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8"/>
          <w:wBefore w:w="103" w:type="dxa"/>
          <w:wAfter w:w="15861" w:type="dxa"/>
        </w:trPr>
        <w:tc>
          <w:tcPr>
            <w:tcW w:w="20" w:type="dxa"/>
            <w:shd w:val="clear" w:color="auto" w:fill="auto"/>
            <w:vAlign w:val="center"/>
            <w:hideMark/>
          </w:tcPr>
          <w:p w:rsidR="0001641E" w:rsidRPr="00AE2805" w:rsidRDefault="0001641E" w:rsidP="00AE2805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02001A" w:rsidRPr="00AE2805" w:rsidTr="00AE2805">
        <w:trPr>
          <w:trHeight w:val="124"/>
        </w:trPr>
        <w:tc>
          <w:tcPr>
            <w:tcW w:w="8769" w:type="dxa"/>
            <w:gridSpan w:val="7"/>
            <w:shd w:val="clear" w:color="auto" w:fill="auto"/>
          </w:tcPr>
          <w:p w:rsidR="0002001A" w:rsidRPr="00AE2805" w:rsidRDefault="0002001A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02001A" w:rsidRPr="00AE2805" w:rsidRDefault="0002001A" w:rsidP="00AE2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02001A" w:rsidRPr="00AE2805" w:rsidRDefault="0002001A" w:rsidP="00626F25">
            <w:pPr>
              <w:widowControl w:val="0"/>
              <w:jc w:val="center"/>
              <w:rPr>
                <w:b/>
                <w:sz w:val="20"/>
                <w:szCs w:val="20"/>
                <w:lang w:val="ru-RU"/>
              </w:rPr>
            </w:pPr>
            <w:r w:rsidRPr="00AE2805">
              <w:rPr>
                <w:b/>
                <w:sz w:val="20"/>
                <w:szCs w:val="20"/>
              </w:rPr>
              <w:t>-/</w:t>
            </w:r>
            <w:r w:rsidR="00626F2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02001A" w:rsidRPr="00AE2805" w:rsidRDefault="0002001A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2001A" w:rsidRPr="00AE2805" w:rsidTr="00AE2805">
        <w:trPr>
          <w:trHeight w:val="124"/>
        </w:trPr>
        <w:tc>
          <w:tcPr>
            <w:tcW w:w="8769" w:type="dxa"/>
            <w:gridSpan w:val="7"/>
            <w:shd w:val="clear" w:color="auto" w:fill="auto"/>
          </w:tcPr>
          <w:p w:rsidR="0002001A" w:rsidRPr="00AE2805" w:rsidRDefault="0002001A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Всього за спеціалізовану службу: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02001A" w:rsidRPr="00AE2805" w:rsidRDefault="0002001A" w:rsidP="00AE2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02001A" w:rsidRPr="00AE2805" w:rsidRDefault="0022029A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77/15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02001A" w:rsidRPr="00AE2805" w:rsidRDefault="0002001A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A858B6" w:rsidRPr="00AE2805" w:rsidTr="00AE2805">
        <w:trPr>
          <w:trHeight w:val="124"/>
        </w:trPr>
        <w:tc>
          <w:tcPr>
            <w:tcW w:w="15984" w:type="dxa"/>
            <w:gridSpan w:val="10"/>
            <w:shd w:val="clear" w:color="auto" w:fill="auto"/>
          </w:tcPr>
          <w:p w:rsidR="00A858B6" w:rsidRPr="00AE2805" w:rsidRDefault="00A858B6" w:rsidP="00AE280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ІІІ. СИЛИ СПЕЦІАЛІЗОВАНОЇ СЛУЖБИ ТРАНСПОРТНОГО ЗАБЕЗПЕЧЕННЯ</w:t>
            </w:r>
          </w:p>
        </w:tc>
      </w:tr>
      <w:tr w:rsidR="00A858B6" w:rsidRPr="00AE2805" w:rsidTr="00853EC6">
        <w:trPr>
          <w:trHeight w:val="129"/>
        </w:trPr>
        <w:tc>
          <w:tcPr>
            <w:tcW w:w="15984" w:type="dxa"/>
            <w:gridSpan w:val="10"/>
            <w:shd w:val="clear" w:color="auto" w:fill="FFFFFF" w:themeFill="background1"/>
          </w:tcPr>
          <w:p w:rsidR="00A858B6" w:rsidRPr="00AE2805" w:rsidRDefault="00A858B6" w:rsidP="00853EC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 xml:space="preserve">СИЛИ </w:t>
            </w:r>
            <w:r w:rsidR="00853EC6" w:rsidRPr="00853EC6">
              <w:rPr>
                <w:rStyle w:val="212pt"/>
                <w:b/>
                <w:sz w:val="20"/>
                <w:szCs w:val="20"/>
              </w:rPr>
              <w:t>СЛУЖБ</w:t>
            </w:r>
            <w:r w:rsidR="00853EC6">
              <w:rPr>
                <w:rStyle w:val="212pt"/>
                <w:b/>
                <w:sz w:val="20"/>
                <w:szCs w:val="20"/>
              </w:rPr>
              <w:t>И</w:t>
            </w:r>
            <w:r w:rsidR="00853EC6" w:rsidRPr="00853EC6">
              <w:rPr>
                <w:rStyle w:val="212pt"/>
                <w:b/>
                <w:sz w:val="20"/>
                <w:szCs w:val="20"/>
              </w:rPr>
              <w:t xml:space="preserve"> ВІДНОВЛЕННЯ ТА РОЗВИТКУ ІНФРАСТРУКТУРИ У ЛЬВІВСЬКІЙ ОБЛАСТІ</w:t>
            </w:r>
          </w:p>
        </w:tc>
      </w:tr>
      <w:tr w:rsidR="003166D2" w:rsidRPr="00AE2805" w:rsidTr="003166D2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3166D2" w:rsidRPr="00AE2805" w:rsidRDefault="003166D2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3166D2" w:rsidRPr="00E2773D" w:rsidRDefault="003166D2" w:rsidP="003166D2">
            <w:pPr>
              <w:rPr>
                <w:sz w:val="20"/>
                <w:szCs w:val="20"/>
                <w:lang w:val="ru-RU"/>
              </w:rPr>
            </w:pPr>
            <w:r w:rsidRPr="00E2773D">
              <w:rPr>
                <w:sz w:val="20"/>
                <w:szCs w:val="20"/>
                <w:lang w:val="ru-RU"/>
              </w:rPr>
              <w:t xml:space="preserve">Служба </w:t>
            </w:r>
            <w:proofErr w:type="spellStart"/>
            <w:r w:rsidRPr="00E2773D">
              <w:rPr>
                <w:sz w:val="20"/>
                <w:szCs w:val="20"/>
                <w:lang w:val="ru-RU"/>
              </w:rPr>
              <w:t>автомобільних</w:t>
            </w:r>
            <w:proofErr w:type="spellEnd"/>
            <w:r w:rsidRPr="00E2773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773D">
              <w:rPr>
                <w:sz w:val="20"/>
                <w:szCs w:val="20"/>
                <w:lang w:val="ru-RU"/>
              </w:rPr>
              <w:t>доріг</w:t>
            </w:r>
            <w:proofErr w:type="spellEnd"/>
            <w:r w:rsidRPr="00E2773D">
              <w:rPr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E2773D">
              <w:rPr>
                <w:sz w:val="20"/>
                <w:szCs w:val="20"/>
                <w:lang w:val="ru-RU"/>
              </w:rPr>
              <w:t>Львівській</w:t>
            </w:r>
            <w:proofErr w:type="spellEnd"/>
            <w:r w:rsidRPr="00E2773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773D">
              <w:rPr>
                <w:sz w:val="20"/>
                <w:szCs w:val="20"/>
                <w:lang w:val="ru-RU"/>
              </w:rPr>
              <w:t>області</w:t>
            </w:r>
            <w:proofErr w:type="spellEnd"/>
          </w:p>
        </w:tc>
        <w:tc>
          <w:tcPr>
            <w:tcW w:w="3266" w:type="dxa"/>
            <w:shd w:val="clear" w:color="auto" w:fill="auto"/>
          </w:tcPr>
          <w:p w:rsidR="003166D2" w:rsidRPr="00E2773D" w:rsidRDefault="003166D2" w:rsidP="003166D2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E2773D">
              <w:rPr>
                <w:sz w:val="20"/>
                <w:szCs w:val="20"/>
                <w:lang w:val="ru-RU"/>
              </w:rPr>
              <w:t>Сили</w:t>
            </w:r>
            <w:proofErr w:type="spellEnd"/>
            <w:r w:rsidRPr="00E2773D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E2773D">
              <w:rPr>
                <w:sz w:val="20"/>
                <w:szCs w:val="20"/>
                <w:lang w:val="ru-RU"/>
              </w:rPr>
              <w:t>засоби</w:t>
            </w:r>
            <w:proofErr w:type="spellEnd"/>
          </w:p>
        </w:tc>
        <w:tc>
          <w:tcPr>
            <w:tcW w:w="3119" w:type="dxa"/>
            <w:gridSpan w:val="2"/>
            <w:shd w:val="clear" w:color="auto" w:fill="auto"/>
          </w:tcPr>
          <w:p w:rsidR="003166D2" w:rsidRPr="00E2773D" w:rsidRDefault="003166D2" w:rsidP="003166D2">
            <w:pPr>
              <w:jc w:val="center"/>
              <w:rPr>
                <w:sz w:val="20"/>
                <w:szCs w:val="20"/>
                <w:lang w:val="ru-RU"/>
              </w:rPr>
            </w:pPr>
            <w:r w:rsidRPr="00E2773D">
              <w:rPr>
                <w:sz w:val="20"/>
                <w:szCs w:val="20"/>
                <w:lang w:val="ru-RU"/>
              </w:rPr>
              <w:t xml:space="preserve">79053, м. </w:t>
            </w:r>
            <w:proofErr w:type="spellStart"/>
            <w:r w:rsidRPr="00E2773D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E2773D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2773D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E2773D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E2773D">
              <w:rPr>
                <w:sz w:val="20"/>
                <w:szCs w:val="20"/>
                <w:lang w:val="ru-RU"/>
              </w:rPr>
              <w:t>Володимира</w:t>
            </w:r>
            <w:proofErr w:type="spellEnd"/>
            <w:r w:rsidRPr="00E2773D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2773D">
              <w:rPr>
                <w:sz w:val="20"/>
                <w:szCs w:val="20"/>
                <w:lang w:val="ru-RU"/>
              </w:rPr>
              <w:t>Великого</w:t>
            </w:r>
            <w:proofErr w:type="gramEnd"/>
            <w:r w:rsidRPr="00E2773D">
              <w:rPr>
                <w:sz w:val="20"/>
                <w:szCs w:val="20"/>
                <w:lang w:val="ru-RU"/>
              </w:rPr>
              <w:t>, 54, тел: 032-2632033, +380673708067</w:t>
            </w:r>
          </w:p>
        </w:tc>
        <w:tc>
          <w:tcPr>
            <w:tcW w:w="994" w:type="dxa"/>
            <w:shd w:val="clear" w:color="auto" w:fill="auto"/>
          </w:tcPr>
          <w:p w:rsidR="003166D2" w:rsidRPr="00E2773D" w:rsidRDefault="003166D2" w:rsidP="003166D2">
            <w:pPr>
              <w:jc w:val="center"/>
              <w:rPr>
                <w:sz w:val="20"/>
                <w:szCs w:val="20"/>
                <w:lang w:val="ru-RU"/>
              </w:rPr>
            </w:pPr>
            <w:r w:rsidRPr="00E2773D">
              <w:rPr>
                <w:sz w:val="20"/>
                <w:szCs w:val="20"/>
                <w:lang w:val="ru-RU"/>
              </w:rPr>
              <w:t xml:space="preserve">34 / 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3166D2" w:rsidRPr="00E2773D" w:rsidRDefault="003166D2" w:rsidP="008F52D9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3166D2">
              <w:rPr>
                <w:sz w:val="20"/>
                <w:szCs w:val="20"/>
                <w:lang w:val="ru-RU"/>
              </w:rPr>
              <w:t>Організація</w:t>
            </w:r>
            <w:proofErr w:type="spellEnd"/>
            <w:r w:rsidRPr="003166D2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166D2">
              <w:rPr>
                <w:sz w:val="20"/>
                <w:szCs w:val="20"/>
                <w:lang w:val="ru-RU"/>
              </w:rPr>
              <w:t>ліквідації</w:t>
            </w:r>
            <w:proofErr w:type="spellEnd"/>
            <w:r w:rsidRPr="003166D2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166D2">
              <w:rPr>
                <w:sz w:val="20"/>
                <w:szCs w:val="20"/>
                <w:lang w:val="ru-RU"/>
              </w:rPr>
              <w:t>наслідків</w:t>
            </w:r>
            <w:proofErr w:type="spellEnd"/>
            <w:r w:rsidRPr="003166D2">
              <w:rPr>
                <w:sz w:val="20"/>
                <w:szCs w:val="20"/>
                <w:lang w:val="ru-RU"/>
              </w:rPr>
              <w:t xml:space="preserve"> НС на </w:t>
            </w:r>
            <w:proofErr w:type="spellStart"/>
            <w:r w:rsidRPr="003166D2">
              <w:rPr>
                <w:sz w:val="20"/>
                <w:szCs w:val="20"/>
                <w:lang w:val="ru-RU"/>
              </w:rPr>
              <w:t>автомобільних</w:t>
            </w:r>
            <w:proofErr w:type="spellEnd"/>
            <w:r w:rsidRPr="003166D2">
              <w:rPr>
                <w:sz w:val="20"/>
                <w:szCs w:val="20"/>
                <w:lang w:val="ru-RU"/>
              </w:rPr>
              <w:t xml:space="preserve"> дорогах </w:t>
            </w:r>
            <w:proofErr w:type="spellStart"/>
            <w:r w:rsidRPr="003166D2">
              <w:rPr>
                <w:sz w:val="20"/>
                <w:szCs w:val="20"/>
                <w:lang w:val="ru-RU"/>
              </w:rPr>
              <w:t>загального</w:t>
            </w:r>
            <w:proofErr w:type="spellEnd"/>
            <w:r w:rsidRPr="003166D2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166D2">
              <w:rPr>
                <w:sz w:val="20"/>
                <w:szCs w:val="20"/>
                <w:lang w:val="ru-RU"/>
              </w:rPr>
              <w:t>користування</w:t>
            </w:r>
            <w:proofErr w:type="spellEnd"/>
            <w:r w:rsidRPr="003166D2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3166D2">
              <w:rPr>
                <w:sz w:val="20"/>
                <w:szCs w:val="20"/>
                <w:lang w:val="ru-RU"/>
              </w:rPr>
              <w:t>державного</w:t>
            </w:r>
            <w:proofErr w:type="gramEnd"/>
            <w:r w:rsidRPr="003166D2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166D2">
              <w:rPr>
                <w:sz w:val="20"/>
                <w:szCs w:val="20"/>
                <w:lang w:val="ru-RU"/>
              </w:rPr>
              <w:t>значення</w:t>
            </w:r>
            <w:proofErr w:type="spellEnd"/>
          </w:p>
        </w:tc>
      </w:tr>
      <w:tr w:rsidR="00A858B6" w:rsidRPr="00AE2805" w:rsidTr="00AE2805">
        <w:trPr>
          <w:trHeight w:val="124"/>
        </w:trPr>
        <w:tc>
          <w:tcPr>
            <w:tcW w:w="5493" w:type="dxa"/>
            <w:gridSpan w:val="5"/>
            <w:shd w:val="clear" w:color="auto" w:fill="auto"/>
          </w:tcPr>
          <w:p w:rsidR="00A858B6" w:rsidRPr="00AE2805" w:rsidRDefault="00A858B6" w:rsidP="00AE2805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bCs w:val="0"/>
                <w:sz w:val="20"/>
                <w:szCs w:val="20"/>
              </w:rPr>
              <w:t>Всього:</w:t>
            </w:r>
          </w:p>
        </w:tc>
        <w:tc>
          <w:tcPr>
            <w:tcW w:w="3266" w:type="dxa"/>
            <w:shd w:val="clear" w:color="auto" w:fill="auto"/>
            <w:vAlign w:val="center"/>
          </w:tcPr>
          <w:p w:rsidR="00A858B6" w:rsidRPr="00AE2805" w:rsidRDefault="00A858B6" w:rsidP="00AE28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A858B6" w:rsidRPr="00AE2805" w:rsidRDefault="00A858B6" w:rsidP="00AE28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A858B6" w:rsidRPr="003166D2" w:rsidRDefault="003166D2" w:rsidP="00AE2805">
            <w:pPr>
              <w:jc w:val="center"/>
              <w:rPr>
                <w:b/>
                <w:sz w:val="20"/>
                <w:szCs w:val="20"/>
              </w:rPr>
            </w:pPr>
            <w:r w:rsidRPr="00E2773D">
              <w:rPr>
                <w:b/>
                <w:sz w:val="20"/>
                <w:szCs w:val="20"/>
                <w:lang w:val="ru-RU"/>
              </w:rPr>
              <w:t xml:space="preserve">34 / </w:t>
            </w:r>
            <w:r w:rsidRPr="003166D2">
              <w:rPr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A858B6" w:rsidRPr="00AE2805" w:rsidRDefault="00A858B6" w:rsidP="00AE280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858B6" w:rsidRPr="00AE2805" w:rsidTr="00AE2805">
        <w:trPr>
          <w:trHeight w:val="124"/>
        </w:trPr>
        <w:tc>
          <w:tcPr>
            <w:tcW w:w="15984" w:type="dxa"/>
            <w:gridSpan w:val="10"/>
            <w:shd w:val="clear" w:color="auto" w:fill="auto"/>
          </w:tcPr>
          <w:p w:rsidR="00A858B6" w:rsidRPr="00AE2805" w:rsidRDefault="00A858B6" w:rsidP="00AE2805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 xml:space="preserve">СИЛИ </w:t>
            </w:r>
            <w:r w:rsidR="00EC4102" w:rsidRPr="00AE2805">
              <w:rPr>
                <w:b/>
                <w:sz w:val="20"/>
                <w:szCs w:val="20"/>
              </w:rPr>
              <w:t>«</w:t>
            </w:r>
            <w:r w:rsidRPr="00AE2805">
              <w:rPr>
                <w:b/>
                <w:sz w:val="20"/>
                <w:szCs w:val="20"/>
              </w:rPr>
              <w:t>ОНУР КОНСТРУКЦІОН ІНТЕРНЕШЕНЛ</w:t>
            </w:r>
            <w:r w:rsidR="00EC4102" w:rsidRPr="00AE2805">
              <w:rPr>
                <w:b/>
                <w:sz w:val="20"/>
                <w:szCs w:val="20"/>
              </w:rPr>
              <w:t>»</w:t>
            </w:r>
          </w:p>
        </w:tc>
      </w:tr>
      <w:tr w:rsidR="00723FC2" w:rsidRPr="00AE2805" w:rsidTr="00723FC2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723FC2" w:rsidRPr="00AE2805" w:rsidRDefault="00723FC2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723FC2" w:rsidRPr="00E2773D" w:rsidRDefault="00723FC2" w:rsidP="00723FC2">
            <w:pPr>
              <w:rPr>
                <w:lang w:val="ru-RU"/>
              </w:rPr>
            </w:pPr>
            <w:proofErr w:type="gramStart"/>
            <w:r w:rsidRPr="00E01367">
              <w:rPr>
                <w:lang w:val="ru-RU"/>
              </w:rPr>
              <w:t>ТОВ</w:t>
            </w:r>
            <w:proofErr w:type="gramEnd"/>
            <w:r w:rsidRPr="00E01367">
              <w:rPr>
                <w:lang w:val="ru-RU"/>
              </w:rPr>
              <w:t xml:space="preserve"> “</w:t>
            </w:r>
            <w:proofErr w:type="spellStart"/>
            <w:r w:rsidRPr="00E2773D">
              <w:rPr>
                <w:lang w:val="ru-RU"/>
              </w:rPr>
              <w:t>Онур</w:t>
            </w:r>
            <w:proofErr w:type="spellEnd"/>
            <w:r w:rsidRPr="00E2773D">
              <w:rPr>
                <w:lang w:val="ru-RU"/>
              </w:rPr>
              <w:t xml:space="preserve"> </w:t>
            </w:r>
            <w:proofErr w:type="spellStart"/>
            <w:r w:rsidRPr="00E2773D">
              <w:rPr>
                <w:lang w:val="ru-RU"/>
              </w:rPr>
              <w:t>Конструкціон</w:t>
            </w:r>
            <w:proofErr w:type="spellEnd"/>
            <w:r w:rsidRPr="00E2773D">
              <w:rPr>
                <w:lang w:val="ru-RU"/>
              </w:rPr>
              <w:t xml:space="preserve"> </w:t>
            </w:r>
            <w:proofErr w:type="spellStart"/>
            <w:r w:rsidRPr="00E2773D">
              <w:rPr>
                <w:lang w:val="ru-RU"/>
              </w:rPr>
              <w:t>Інтенешнл</w:t>
            </w:r>
            <w:proofErr w:type="spellEnd"/>
            <w:r w:rsidRPr="00E01367">
              <w:rPr>
                <w:lang w:val="ru-RU"/>
              </w:rPr>
              <w:t>”</w:t>
            </w:r>
          </w:p>
        </w:tc>
        <w:tc>
          <w:tcPr>
            <w:tcW w:w="3266" w:type="dxa"/>
            <w:shd w:val="clear" w:color="auto" w:fill="auto"/>
          </w:tcPr>
          <w:p w:rsidR="00723FC2" w:rsidRPr="00E2773D" w:rsidRDefault="00723FC2" w:rsidP="00723FC2">
            <w:pPr>
              <w:jc w:val="center"/>
              <w:rPr>
                <w:lang w:val="ru-RU"/>
              </w:rPr>
            </w:pPr>
            <w:proofErr w:type="spellStart"/>
            <w:r w:rsidRPr="00E2773D">
              <w:rPr>
                <w:lang w:val="ru-RU"/>
              </w:rPr>
              <w:t>Сили</w:t>
            </w:r>
            <w:proofErr w:type="spellEnd"/>
            <w:r w:rsidRPr="00E2773D">
              <w:rPr>
                <w:lang w:val="ru-RU"/>
              </w:rPr>
              <w:t xml:space="preserve"> та </w:t>
            </w:r>
            <w:proofErr w:type="spellStart"/>
            <w:r w:rsidRPr="00E2773D">
              <w:rPr>
                <w:lang w:val="ru-RU"/>
              </w:rPr>
              <w:t>засоби</w:t>
            </w:r>
            <w:proofErr w:type="spellEnd"/>
            <w:r w:rsidRPr="00E2773D">
              <w:rPr>
                <w:lang w:val="ru-RU"/>
              </w:rPr>
              <w:t xml:space="preserve"> 13 ДРП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723FC2" w:rsidRPr="00E2773D" w:rsidRDefault="00723FC2" w:rsidP="00723FC2">
            <w:pPr>
              <w:jc w:val="center"/>
              <w:rPr>
                <w:lang w:val="ru-RU"/>
              </w:rPr>
            </w:pPr>
            <w:r w:rsidRPr="00E2773D">
              <w:rPr>
                <w:lang w:val="ru-RU"/>
              </w:rPr>
              <w:t xml:space="preserve">79069, </w:t>
            </w:r>
            <w:proofErr w:type="spellStart"/>
            <w:r w:rsidRPr="00E2773D">
              <w:rPr>
                <w:lang w:val="ru-RU"/>
              </w:rPr>
              <w:t>м</w:t>
            </w:r>
            <w:proofErr w:type="gramStart"/>
            <w:r w:rsidRPr="00E2773D">
              <w:rPr>
                <w:lang w:val="ru-RU"/>
              </w:rPr>
              <w:t>.Л</w:t>
            </w:r>
            <w:proofErr w:type="gramEnd"/>
            <w:r w:rsidRPr="00E2773D">
              <w:rPr>
                <w:lang w:val="ru-RU"/>
              </w:rPr>
              <w:t>ьвів</w:t>
            </w:r>
            <w:proofErr w:type="spellEnd"/>
            <w:r w:rsidRPr="00E2773D">
              <w:rPr>
                <w:lang w:val="ru-RU"/>
              </w:rPr>
              <w:t xml:space="preserve">, Рясне-2, </w:t>
            </w:r>
            <w:proofErr w:type="spellStart"/>
            <w:r w:rsidRPr="00E2773D">
              <w:rPr>
                <w:lang w:val="ru-RU"/>
              </w:rPr>
              <w:t>вул.Т.Шевченка</w:t>
            </w:r>
            <w:proofErr w:type="spellEnd"/>
            <w:r w:rsidRPr="00E2773D">
              <w:rPr>
                <w:lang w:val="ru-RU"/>
              </w:rPr>
              <w:t>, 317-Н тел.: (032) 242-05-92</w:t>
            </w:r>
          </w:p>
        </w:tc>
        <w:tc>
          <w:tcPr>
            <w:tcW w:w="994" w:type="dxa"/>
            <w:shd w:val="clear" w:color="auto" w:fill="auto"/>
          </w:tcPr>
          <w:p w:rsidR="00723FC2" w:rsidRPr="00E01367" w:rsidRDefault="00E01367" w:rsidP="00E01367">
            <w:pPr>
              <w:jc w:val="center"/>
              <w:rPr>
                <w:sz w:val="20"/>
                <w:szCs w:val="20"/>
              </w:rPr>
            </w:pPr>
            <w:r w:rsidRPr="00E01367">
              <w:rPr>
                <w:sz w:val="20"/>
                <w:szCs w:val="20"/>
              </w:rPr>
              <w:t>142</w:t>
            </w:r>
            <w:r w:rsidR="00723FC2" w:rsidRPr="00E01367">
              <w:rPr>
                <w:sz w:val="20"/>
                <w:szCs w:val="20"/>
              </w:rPr>
              <w:t>/</w:t>
            </w:r>
            <w:r w:rsidRPr="00E01367">
              <w:rPr>
                <w:sz w:val="20"/>
                <w:szCs w:val="20"/>
              </w:rPr>
              <w:t>45</w:t>
            </w:r>
          </w:p>
        </w:tc>
        <w:tc>
          <w:tcPr>
            <w:tcW w:w="3112" w:type="dxa"/>
            <w:shd w:val="clear" w:color="auto" w:fill="auto"/>
          </w:tcPr>
          <w:p w:rsidR="00723FC2" w:rsidRPr="00AE2805" w:rsidRDefault="00E01367" w:rsidP="00AE2805">
            <w:pPr>
              <w:jc w:val="center"/>
              <w:rPr>
                <w:sz w:val="20"/>
                <w:szCs w:val="20"/>
              </w:rPr>
            </w:pPr>
            <w:r w:rsidRPr="00E01367">
              <w:rPr>
                <w:sz w:val="20"/>
                <w:szCs w:val="20"/>
              </w:rPr>
              <w:t>Ліквідація снігових заметів, транспортних заторів та інше на а/д М-06, М-10, М-11, Н-13, Р-40, Т-14-01, Т-14-15, Т-14-16, Т-14-18</w:t>
            </w:r>
          </w:p>
        </w:tc>
      </w:tr>
      <w:tr w:rsidR="00A858B6" w:rsidRPr="00AE2805" w:rsidTr="00AE2805">
        <w:trPr>
          <w:trHeight w:val="124"/>
        </w:trPr>
        <w:tc>
          <w:tcPr>
            <w:tcW w:w="5493" w:type="dxa"/>
            <w:gridSpan w:val="5"/>
            <w:shd w:val="clear" w:color="auto" w:fill="auto"/>
          </w:tcPr>
          <w:p w:rsidR="00A858B6" w:rsidRPr="00AE2805" w:rsidRDefault="00A858B6" w:rsidP="00AE2805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66" w:type="dxa"/>
            <w:shd w:val="clear" w:color="auto" w:fill="auto"/>
            <w:vAlign w:val="center"/>
          </w:tcPr>
          <w:p w:rsidR="00A858B6" w:rsidRPr="00AE2805" w:rsidRDefault="00A858B6" w:rsidP="00AE28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A858B6" w:rsidRPr="00AE2805" w:rsidRDefault="00A858B6" w:rsidP="00AE28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A858B6" w:rsidRPr="00AE2805" w:rsidRDefault="00E01367" w:rsidP="00AE28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142/4</w:t>
            </w:r>
            <w:r w:rsidR="00A858B6" w:rsidRPr="00AE280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A858B6" w:rsidRPr="00AE2805" w:rsidRDefault="00A858B6" w:rsidP="00AE280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858B6" w:rsidRPr="00AE2805" w:rsidTr="00AE2805">
        <w:trPr>
          <w:trHeight w:val="124"/>
        </w:trPr>
        <w:tc>
          <w:tcPr>
            <w:tcW w:w="15984" w:type="dxa"/>
            <w:gridSpan w:val="10"/>
            <w:shd w:val="clear" w:color="auto" w:fill="auto"/>
          </w:tcPr>
          <w:p w:rsidR="00A858B6" w:rsidRPr="00AE2805" w:rsidRDefault="00E01367" w:rsidP="00AE2805">
            <w:pPr>
              <w:jc w:val="center"/>
              <w:rPr>
                <w:b/>
                <w:sz w:val="20"/>
                <w:szCs w:val="20"/>
              </w:rPr>
            </w:pPr>
            <w:r w:rsidRPr="00E2773D">
              <w:rPr>
                <w:b/>
                <w:lang w:val="ru-RU"/>
              </w:rPr>
              <w:t xml:space="preserve">СИЛИ </w:t>
            </w:r>
            <w:proofErr w:type="gramStart"/>
            <w:r w:rsidRPr="00E2773D">
              <w:rPr>
                <w:b/>
                <w:lang w:val="ru-RU"/>
              </w:rPr>
              <w:t>ТОВ</w:t>
            </w:r>
            <w:proofErr w:type="gramEnd"/>
            <w:r w:rsidRPr="00E2773D">
              <w:rPr>
                <w:b/>
                <w:lang w:val="ru-RU"/>
              </w:rPr>
              <w:t xml:space="preserve"> «АВТОМАГІСТРАЛЬ-ПІВДЕНЬ»</w:t>
            </w:r>
          </w:p>
        </w:tc>
      </w:tr>
      <w:tr w:rsidR="00E01367" w:rsidRPr="00656BDE" w:rsidTr="00E01367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E01367" w:rsidRPr="00656BDE" w:rsidRDefault="00E01367" w:rsidP="007F5530">
            <w:pPr>
              <w:widowControl w:val="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E01367" w:rsidRPr="00E2773D" w:rsidRDefault="00E01367" w:rsidP="00E01367">
            <w:pPr>
              <w:rPr>
                <w:lang w:val="ru-RU"/>
              </w:rPr>
            </w:pPr>
            <w:proofErr w:type="gramStart"/>
            <w:r w:rsidRPr="00E2773D">
              <w:rPr>
                <w:lang w:val="ru-RU"/>
              </w:rPr>
              <w:t>ТОВ</w:t>
            </w:r>
            <w:proofErr w:type="gramEnd"/>
            <w:r w:rsidRPr="00E2773D">
              <w:rPr>
                <w:lang w:val="ru-RU"/>
              </w:rPr>
              <w:t xml:space="preserve"> «</w:t>
            </w:r>
            <w:proofErr w:type="spellStart"/>
            <w:r w:rsidRPr="00E2773D">
              <w:rPr>
                <w:lang w:val="ru-RU"/>
              </w:rPr>
              <w:t>Автомагістраль-Південь</w:t>
            </w:r>
            <w:proofErr w:type="spellEnd"/>
            <w:r w:rsidRPr="00E2773D">
              <w:rPr>
                <w:lang w:val="ru-RU"/>
              </w:rPr>
              <w:t>»</w:t>
            </w:r>
          </w:p>
        </w:tc>
        <w:tc>
          <w:tcPr>
            <w:tcW w:w="3266" w:type="dxa"/>
            <w:shd w:val="clear" w:color="auto" w:fill="auto"/>
          </w:tcPr>
          <w:p w:rsidR="00E01367" w:rsidRPr="00E2773D" w:rsidRDefault="00E01367" w:rsidP="00E01367">
            <w:pPr>
              <w:jc w:val="center"/>
              <w:rPr>
                <w:lang w:val="ru-RU"/>
              </w:rPr>
            </w:pPr>
            <w:proofErr w:type="spellStart"/>
            <w:r w:rsidRPr="00E2773D">
              <w:rPr>
                <w:lang w:val="ru-RU"/>
              </w:rPr>
              <w:t>Сили</w:t>
            </w:r>
            <w:proofErr w:type="spellEnd"/>
            <w:r w:rsidRPr="00E2773D">
              <w:rPr>
                <w:lang w:val="ru-RU"/>
              </w:rPr>
              <w:t xml:space="preserve"> та </w:t>
            </w:r>
            <w:proofErr w:type="spellStart"/>
            <w:r w:rsidRPr="00E2773D">
              <w:rPr>
                <w:lang w:val="ru-RU"/>
              </w:rPr>
              <w:t>засоби</w:t>
            </w:r>
            <w:proofErr w:type="spellEnd"/>
            <w:r w:rsidRPr="00E2773D">
              <w:rPr>
                <w:lang w:val="ru-RU"/>
              </w:rPr>
              <w:t xml:space="preserve"> 12 ДРП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E01367" w:rsidRPr="00E2773D" w:rsidRDefault="00E01367" w:rsidP="00E01367">
            <w:pPr>
              <w:jc w:val="center"/>
              <w:rPr>
                <w:lang w:val="ru-RU"/>
              </w:rPr>
            </w:pPr>
            <w:r w:rsidRPr="00E2773D">
              <w:rPr>
                <w:lang w:val="ru-RU"/>
              </w:rPr>
              <w:t xml:space="preserve">65058, </w:t>
            </w:r>
            <w:proofErr w:type="spellStart"/>
            <w:r w:rsidRPr="00E2773D">
              <w:rPr>
                <w:lang w:val="ru-RU"/>
              </w:rPr>
              <w:t>м</w:t>
            </w:r>
            <w:proofErr w:type="gramStart"/>
            <w:r w:rsidRPr="00E2773D">
              <w:rPr>
                <w:lang w:val="ru-RU"/>
              </w:rPr>
              <w:t>.О</w:t>
            </w:r>
            <w:proofErr w:type="gramEnd"/>
            <w:r w:rsidRPr="00E2773D">
              <w:rPr>
                <w:lang w:val="ru-RU"/>
              </w:rPr>
              <w:t>деса</w:t>
            </w:r>
            <w:proofErr w:type="spellEnd"/>
            <w:r w:rsidRPr="00E2773D">
              <w:rPr>
                <w:lang w:val="ru-RU"/>
              </w:rPr>
              <w:t>,</w:t>
            </w:r>
            <w:r w:rsidRPr="00E2773D">
              <w:rPr>
                <w:lang w:val="ru-RU"/>
              </w:rPr>
              <w:br/>
            </w:r>
            <w:proofErr w:type="spellStart"/>
            <w:r w:rsidRPr="00E2773D">
              <w:rPr>
                <w:lang w:val="ru-RU"/>
              </w:rPr>
              <w:t>вул</w:t>
            </w:r>
            <w:proofErr w:type="spellEnd"/>
            <w:r w:rsidRPr="00E2773D">
              <w:rPr>
                <w:lang w:val="ru-RU"/>
              </w:rPr>
              <w:t xml:space="preserve">. Романа </w:t>
            </w:r>
            <w:proofErr w:type="spellStart"/>
            <w:r w:rsidRPr="00E2773D">
              <w:rPr>
                <w:lang w:val="ru-RU"/>
              </w:rPr>
              <w:t>Кармена</w:t>
            </w:r>
            <w:proofErr w:type="spellEnd"/>
            <w:r w:rsidRPr="00E2773D">
              <w:rPr>
                <w:lang w:val="ru-RU"/>
              </w:rPr>
              <w:t>, 21, тел.: (096) 762-42-01, (067) 341-58-13</w:t>
            </w:r>
          </w:p>
        </w:tc>
        <w:tc>
          <w:tcPr>
            <w:tcW w:w="994" w:type="dxa"/>
            <w:shd w:val="clear" w:color="auto" w:fill="auto"/>
          </w:tcPr>
          <w:p w:rsidR="00E01367" w:rsidRPr="00E01367" w:rsidRDefault="00E01367" w:rsidP="00E01367">
            <w:pPr>
              <w:suppressAutoHyphens/>
              <w:jc w:val="center"/>
              <w:rPr>
                <w:lang w:eastAsia="zh-CN"/>
              </w:rPr>
            </w:pPr>
            <w:r w:rsidRPr="00E01367">
              <w:rPr>
                <w:sz w:val="20"/>
                <w:szCs w:val="20"/>
              </w:rPr>
              <w:t>93/30</w:t>
            </w:r>
          </w:p>
        </w:tc>
        <w:tc>
          <w:tcPr>
            <w:tcW w:w="3112" w:type="dxa"/>
            <w:shd w:val="clear" w:color="auto" w:fill="auto"/>
          </w:tcPr>
          <w:p w:rsidR="00E01367" w:rsidRPr="00E01367" w:rsidRDefault="00E01367" w:rsidP="00AE2805">
            <w:pPr>
              <w:suppressAutoHyphens/>
              <w:jc w:val="center"/>
              <w:rPr>
                <w:color w:val="FF0000"/>
                <w:sz w:val="20"/>
                <w:szCs w:val="20"/>
                <w:lang w:eastAsia="zh-CN"/>
              </w:rPr>
            </w:pPr>
            <w:proofErr w:type="spellStart"/>
            <w:r w:rsidRPr="00E2773D">
              <w:rPr>
                <w:sz w:val="20"/>
                <w:szCs w:val="20"/>
                <w:lang w:val="ru-RU"/>
              </w:rPr>
              <w:t>Ліквідація</w:t>
            </w:r>
            <w:proofErr w:type="spellEnd"/>
            <w:r w:rsidRPr="00E2773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773D">
              <w:rPr>
                <w:sz w:val="20"/>
                <w:szCs w:val="20"/>
                <w:lang w:val="ru-RU"/>
              </w:rPr>
              <w:t>снігових</w:t>
            </w:r>
            <w:proofErr w:type="spellEnd"/>
            <w:r w:rsidRPr="00E2773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773D">
              <w:rPr>
                <w:sz w:val="20"/>
                <w:szCs w:val="20"/>
                <w:lang w:val="ru-RU"/>
              </w:rPr>
              <w:t>заметів</w:t>
            </w:r>
            <w:proofErr w:type="spellEnd"/>
            <w:r w:rsidRPr="00E2773D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2773D">
              <w:rPr>
                <w:sz w:val="20"/>
                <w:szCs w:val="20"/>
                <w:lang w:val="ru-RU"/>
              </w:rPr>
              <w:t>транспортних</w:t>
            </w:r>
            <w:proofErr w:type="spellEnd"/>
            <w:r w:rsidRPr="00E2773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773D">
              <w:rPr>
                <w:sz w:val="20"/>
                <w:szCs w:val="20"/>
                <w:lang w:val="ru-RU"/>
              </w:rPr>
              <w:t>заторі</w:t>
            </w:r>
            <w:proofErr w:type="gramStart"/>
            <w:r w:rsidRPr="00E2773D">
              <w:rPr>
                <w:sz w:val="20"/>
                <w:szCs w:val="20"/>
                <w:lang w:val="ru-RU"/>
              </w:rPr>
              <w:t>в</w:t>
            </w:r>
            <w:proofErr w:type="spellEnd"/>
            <w:proofErr w:type="gramEnd"/>
            <w:r w:rsidRPr="00E2773D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E2773D">
              <w:rPr>
                <w:sz w:val="20"/>
                <w:szCs w:val="20"/>
                <w:lang w:val="ru-RU"/>
              </w:rPr>
              <w:t>інше</w:t>
            </w:r>
            <w:proofErr w:type="spellEnd"/>
            <w:r w:rsidRPr="00E2773D">
              <w:rPr>
                <w:sz w:val="20"/>
                <w:szCs w:val="20"/>
                <w:lang w:val="ru-RU"/>
              </w:rPr>
              <w:t xml:space="preserve"> на а/д М-09, М-30, Н-09, Н-10, Р-15, Р-84, Т-14-02, Т-18-06, Т-14-08, Т-14-17, Т-14-18</w:t>
            </w:r>
          </w:p>
        </w:tc>
      </w:tr>
      <w:tr w:rsidR="00A858B6" w:rsidRPr="00AE2805" w:rsidTr="00AE2805">
        <w:trPr>
          <w:trHeight w:val="189"/>
        </w:trPr>
        <w:tc>
          <w:tcPr>
            <w:tcW w:w="5493" w:type="dxa"/>
            <w:gridSpan w:val="5"/>
            <w:shd w:val="clear" w:color="auto" w:fill="auto"/>
          </w:tcPr>
          <w:p w:rsidR="00A858B6" w:rsidRPr="00AE2805" w:rsidRDefault="00A858B6" w:rsidP="00AE2805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66" w:type="dxa"/>
            <w:shd w:val="clear" w:color="auto" w:fill="auto"/>
            <w:vAlign w:val="center"/>
          </w:tcPr>
          <w:p w:rsidR="00A858B6" w:rsidRPr="00AE2805" w:rsidRDefault="00A858B6" w:rsidP="00AE28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A858B6" w:rsidRPr="00AE2805" w:rsidRDefault="00A858B6" w:rsidP="00AE28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A858B6" w:rsidRPr="00AE2805" w:rsidRDefault="00A858B6" w:rsidP="00E01367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9</w:t>
            </w:r>
            <w:r w:rsidR="00E01367">
              <w:rPr>
                <w:b/>
                <w:sz w:val="20"/>
                <w:szCs w:val="20"/>
              </w:rPr>
              <w:t>3</w:t>
            </w:r>
            <w:r w:rsidRPr="00AE2805">
              <w:rPr>
                <w:b/>
                <w:sz w:val="20"/>
                <w:szCs w:val="20"/>
              </w:rPr>
              <w:t>/</w:t>
            </w:r>
            <w:r w:rsidR="00E01367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A858B6" w:rsidRPr="00AE2805" w:rsidRDefault="00A858B6" w:rsidP="00AE280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858B6" w:rsidRPr="00AE2805" w:rsidTr="00AE2805">
        <w:trPr>
          <w:trHeight w:val="124"/>
        </w:trPr>
        <w:tc>
          <w:tcPr>
            <w:tcW w:w="15984" w:type="dxa"/>
            <w:gridSpan w:val="10"/>
            <w:shd w:val="clear" w:color="auto" w:fill="auto"/>
          </w:tcPr>
          <w:p w:rsidR="00A858B6" w:rsidRPr="00AE2805" w:rsidRDefault="00A858B6" w:rsidP="00AE2805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 xml:space="preserve">СИЛИ ПП </w:t>
            </w:r>
            <w:r w:rsidR="00C322A5">
              <w:rPr>
                <w:b/>
                <w:sz w:val="20"/>
                <w:szCs w:val="20"/>
              </w:rPr>
              <w:t>“</w:t>
            </w:r>
            <w:r w:rsidRPr="00AE2805">
              <w:rPr>
                <w:b/>
                <w:sz w:val="20"/>
                <w:szCs w:val="20"/>
              </w:rPr>
              <w:t>РОМА</w:t>
            </w:r>
            <w:r w:rsidR="00C322A5">
              <w:rPr>
                <w:b/>
                <w:sz w:val="20"/>
                <w:szCs w:val="20"/>
              </w:rPr>
              <w:t>”</w:t>
            </w:r>
          </w:p>
        </w:tc>
      </w:tr>
      <w:tr w:rsidR="000B634D" w:rsidRPr="00AE2805" w:rsidTr="000B634D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0B634D" w:rsidRPr="00AE2805" w:rsidRDefault="000B634D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0B634D" w:rsidRPr="00E2773D" w:rsidRDefault="000B634D" w:rsidP="000B634D">
            <w:pPr>
              <w:rPr>
                <w:lang w:val="ru-RU"/>
              </w:rPr>
            </w:pPr>
            <w:r w:rsidRPr="00E2773D">
              <w:rPr>
                <w:lang w:val="ru-RU"/>
              </w:rPr>
              <w:t xml:space="preserve">ПП </w:t>
            </w:r>
            <w:r>
              <w:rPr>
                <w:lang w:val="ru-RU"/>
              </w:rPr>
              <w:t>“</w:t>
            </w:r>
            <w:r w:rsidRPr="00E2773D">
              <w:rPr>
                <w:lang w:val="ru-RU"/>
              </w:rPr>
              <w:t>Рома</w:t>
            </w:r>
            <w:r>
              <w:rPr>
                <w:lang w:val="ru-RU"/>
              </w:rPr>
              <w:t>”</w:t>
            </w:r>
          </w:p>
        </w:tc>
        <w:tc>
          <w:tcPr>
            <w:tcW w:w="3266" w:type="dxa"/>
            <w:shd w:val="clear" w:color="auto" w:fill="auto"/>
          </w:tcPr>
          <w:p w:rsidR="000B634D" w:rsidRPr="00E2773D" w:rsidRDefault="000B634D" w:rsidP="000B634D">
            <w:pPr>
              <w:jc w:val="center"/>
              <w:rPr>
                <w:lang w:val="ru-RU"/>
              </w:rPr>
            </w:pPr>
            <w:proofErr w:type="spellStart"/>
            <w:r w:rsidRPr="00E2773D">
              <w:rPr>
                <w:lang w:val="ru-RU"/>
              </w:rPr>
              <w:t>Сили</w:t>
            </w:r>
            <w:proofErr w:type="spellEnd"/>
            <w:r w:rsidRPr="00E2773D">
              <w:rPr>
                <w:lang w:val="ru-RU"/>
              </w:rPr>
              <w:t xml:space="preserve"> та </w:t>
            </w:r>
            <w:proofErr w:type="spellStart"/>
            <w:r w:rsidRPr="00E2773D">
              <w:rPr>
                <w:lang w:val="ru-RU"/>
              </w:rPr>
              <w:t>засоби</w:t>
            </w:r>
            <w:proofErr w:type="spellEnd"/>
          </w:p>
        </w:tc>
        <w:tc>
          <w:tcPr>
            <w:tcW w:w="3119" w:type="dxa"/>
            <w:gridSpan w:val="2"/>
            <w:shd w:val="clear" w:color="auto" w:fill="auto"/>
          </w:tcPr>
          <w:p w:rsidR="000B634D" w:rsidRPr="00E2773D" w:rsidRDefault="000B634D" w:rsidP="000B634D">
            <w:pPr>
              <w:jc w:val="center"/>
              <w:rPr>
                <w:lang w:val="ru-RU"/>
              </w:rPr>
            </w:pPr>
            <w:r w:rsidRPr="00E2773D">
              <w:rPr>
                <w:lang w:val="ru-RU"/>
              </w:rPr>
              <w:t xml:space="preserve"> </w:t>
            </w:r>
            <w:proofErr w:type="spellStart"/>
            <w:r w:rsidRPr="00E2773D">
              <w:rPr>
                <w:lang w:val="ru-RU"/>
              </w:rPr>
              <w:t>м</w:t>
            </w:r>
            <w:proofErr w:type="gramStart"/>
            <w:r w:rsidRPr="00E2773D">
              <w:rPr>
                <w:lang w:val="ru-RU"/>
              </w:rPr>
              <w:t>.Р</w:t>
            </w:r>
            <w:proofErr w:type="gramEnd"/>
            <w:r w:rsidRPr="00E2773D">
              <w:rPr>
                <w:lang w:val="ru-RU"/>
              </w:rPr>
              <w:t>ава-Руська</w:t>
            </w:r>
            <w:proofErr w:type="spellEnd"/>
            <w:r w:rsidRPr="00E2773D">
              <w:rPr>
                <w:lang w:val="ru-RU"/>
              </w:rPr>
              <w:t xml:space="preserve">, </w:t>
            </w:r>
            <w:proofErr w:type="spellStart"/>
            <w:r w:rsidRPr="00E2773D">
              <w:rPr>
                <w:lang w:val="ru-RU"/>
              </w:rPr>
              <w:t>вул</w:t>
            </w:r>
            <w:proofErr w:type="spellEnd"/>
            <w:r w:rsidRPr="00E2773D">
              <w:rPr>
                <w:lang w:val="ru-RU"/>
              </w:rPr>
              <w:t>. Горького, 42а, тел.: (032) 526-19-49, (067) 374-60-84</w:t>
            </w:r>
          </w:p>
        </w:tc>
        <w:tc>
          <w:tcPr>
            <w:tcW w:w="994" w:type="dxa"/>
            <w:shd w:val="clear" w:color="auto" w:fill="auto"/>
          </w:tcPr>
          <w:p w:rsidR="000B634D" w:rsidRPr="00AE2805" w:rsidRDefault="007973B7" w:rsidP="004E52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49/9</w:t>
            </w:r>
          </w:p>
        </w:tc>
        <w:tc>
          <w:tcPr>
            <w:tcW w:w="3112" w:type="dxa"/>
            <w:shd w:val="clear" w:color="auto" w:fill="auto"/>
          </w:tcPr>
          <w:p w:rsidR="000B634D" w:rsidRPr="007973B7" w:rsidRDefault="007973B7" w:rsidP="00AE2805">
            <w:pPr>
              <w:jc w:val="center"/>
              <w:rPr>
                <w:sz w:val="20"/>
                <w:szCs w:val="20"/>
              </w:rPr>
            </w:pPr>
            <w:proofErr w:type="spellStart"/>
            <w:r w:rsidRPr="00E2773D">
              <w:rPr>
                <w:sz w:val="20"/>
                <w:szCs w:val="20"/>
                <w:lang w:val="ru-RU"/>
              </w:rPr>
              <w:t>Ліквідація</w:t>
            </w:r>
            <w:proofErr w:type="spellEnd"/>
            <w:r w:rsidRPr="00E2773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773D">
              <w:rPr>
                <w:sz w:val="20"/>
                <w:szCs w:val="20"/>
                <w:lang w:val="ru-RU"/>
              </w:rPr>
              <w:t>снігових</w:t>
            </w:r>
            <w:proofErr w:type="spellEnd"/>
            <w:r w:rsidRPr="00E2773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773D">
              <w:rPr>
                <w:sz w:val="20"/>
                <w:szCs w:val="20"/>
                <w:lang w:val="ru-RU"/>
              </w:rPr>
              <w:t>заметів</w:t>
            </w:r>
            <w:proofErr w:type="spellEnd"/>
            <w:r w:rsidRPr="00E2773D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2773D">
              <w:rPr>
                <w:sz w:val="20"/>
                <w:szCs w:val="20"/>
                <w:lang w:val="ru-RU"/>
              </w:rPr>
              <w:t>транспортних</w:t>
            </w:r>
            <w:proofErr w:type="spellEnd"/>
            <w:r w:rsidRPr="00E2773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773D">
              <w:rPr>
                <w:sz w:val="20"/>
                <w:szCs w:val="20"/>
                <w:lang w:val="ru-RU"/>
              </w:rPr>
              <w:t>заторі</w:t>
            </w:r>
            <w:proofErr w:type="gramStart"/>
            <w:r w:rsidRPr="00E2773D">
              <w:rPr>
                <w:sz w:val="20"/>
                <w:szCs w:val="20"/>
                <w:lang w:val="ru-RU"/>
              </w:rPr>
              <w:t>в</w:t>
            </w:r>
            <w:proofErr w:type="spellEnd"/>
            <w:proofErr w:type="gramEnd"/>
            <w:r w:rsidRPr="00E2773D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E2773D">
              <w:rPr>
                <w:sz w:val="20"/>
                <w:szCs w:val="20"/>
                <w:lang w:val="ru-RU"/>
              </w:rPr>
              <w:t>інше</w:t>
            </w:r>
            <w:proofErr w:type="spellEnd"/>
            <w:r w:rsidRPr="00E2773D">
              <w:rPr>
                <w:sz w:val="20"/>
                <w:szCs w:val="20"/>
                <w:lang w:val="ru-RU"/>
              </w:rPr>
              <w:t xml:space="preserve"> на а/д М-06, М-09, М-10, Н-17, Р-39, Р-84, Т-14-03, Т-14-04, Т-14-10, Т-14-14, Т-14-20</w:t>
            </w:r>
          </w:p>
        </w:tc>
      </w:tr>
      <w:tr w:rsidR="00A81827" w:rsidRPr="00AE2805" w:rsidTr="00AE2805">
        <w:trPr>
          <w:trHeight w:val="124"/>
        </w:trPr>
        <w:tc>
          <w:tcPr>
            <w:tcW w:w="5493" w:type="dxa"/>
            <w:gridSpan w:val="5"/>
            <w:shd w:val="clear" w:color="auto" w:fill="auto"/>
          </w:tcPr>
          <w:p w:rsidR="00A81827" w:rsidRPr="00AE2805" w:rsidRDefault="00A81827" w:rsidP="00AE2805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lastRenderedPageBreak/>
              <w:t>Всього:</w:t>
            </w:r>
          </w:p>
        </w:tc>
        <w:tc>
          <w:tcPr>
            <w:tcW w:w="3266" w:type="dxa"/>
            <w:shd w:val="clear" w:color="auto" w:fill="auto"/>
            <w:vAlign w:val="center"/>
          </w:tcPr>
          <w:p w:rsidR="00A81827" w:rsidRPr="00AE2805" w:rsidRDefault="00A81827" w:rsidP="00AE28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A81827" w:rsidRPr="00AE2805" w:rsidRDefault="00A81827" w:rsidP="00AE28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A81827" w:rsidRPr="00AE2805" w:rsidRDefault="007973B7" w:rsidP="00AE28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49/9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A81827" w:rsidRPr="00AE2805" w:rsidRDefault="00A81827" w:rsidP="00AE280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D20B3" w:rsidRPr="00AE2805" w:rsidTr="00AE2805">
        <w:trPr>
          <w:trHeight w:val="124"/>
        </w:trPr>
        <w:tc>
          <w:tcPr>
            <w:tcW w:w="15984" w:type="dxa"/>
            <w:gridSpan w:val="10"/>
            <w:shd w:val="clear" w:color="auto" w:fill="auto"/>
          </w:tcPr>
          <w:p w:rsidR="003D20B3" w:rsidRPr="00AE2805" w:rsidRDefault="003D20B3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 xml:space="preserve">СИЛИ ТОВ </w:t>
            </w:r>
            <w:r w:rsidR="00EC4102" w:rsidRPr="00AE2805">
              <w:rPr>
                <w:b/>
                <w:sz w:val="20"/>
                <w:szCs w:val="20"/>
              </w:rPr>
              <w:t>«</w:t>
            </w:r>
            <w:r w:rsidRPr="00AE2805">
              <w:rPr>
                <w:b/>
                <w:sz w:val="20"/>
                <w:szCs w:val="20"/>
              </w:rPr>
              <w:t>ШЛЯХОВИК-Т</w:t>
            </w:r>
            <w:r w:rsidR="00EC4102" w:rsidRPr="00AE2805">
              <w:rPr>
                <w:b/>
                <w:sz w:val="20"/>
                <w:szCs w:val="20"/>
              </w:rPr>
              <w:t>»</w:t>
            </w:r>
          </w:p>
        </w:tc>
      </w:tr>
      <w:tr w:rsidR="00C322A5" w:rsidRPr="00AE2805" w:rsidTr="00C322A5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C322A5" w:rsidRPr="00AE2805" w:rsidRDefault="00C322A5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C322A5" w:rsidRPr="00864316" w:rsidRDefault="00C322A5" w:rsidP="00C322A5">
            <w:pPr>
              <w:rPr>
                <w:lang w:val="ru-RU"/>
              </w:rPr>
            </w:pPr>
            <w:proofErr w:type="gramStart"/>
            <w:r w:rsidRPr="00864316">
              <w:rPr>
                <w:lang w:val="ru-RU"/>
              </w:rPr>
              <w:t>ТОВ</w:t>
            </w:r>
            <w:proofErr w:type="gramEnd"/>
            <w:r w:rsidRPr="00864316">
              <w:rPr>
                <w:lang w:val="ru-RU"/>
              </w:rPr>
              <w:t xml:space="preserve"> </w:t>
            </w:r>
            <w:r>
              <w:rPr>
                <w:lang w:val="ru-RU"/>
              </w:rPr>
              <w:t>“</w:t>
            </w:r>
            <w:proofErr w:type="spellStart"/>
            <w:r w:rsidRPr="00864316">
              <w:rPr>
                <w:lang w:val="ru-RU"/>
              </w:rPr>
              <w:t>Шляховик</w:t>
            </w:r>
            <w:proofErr w:type="spellEnd"/>
            <w:r w:rsidRPr="00864316">
              <w:rPr>
                <w:lang w:val="ru-RU"/>
              </w:rPr>
              <w:t>-Т</w:t>
            </w:r>
            <w:r>
              <w:rPr>
                <w:lang w:val="ru-RU"/>
              </w:rPr>
              <w:t>”</w:t>
            </w:r>
          </w:p>
        </w:tc>
        <w:tc>
          <w:tcPr>
            <w:tcW w:w="3266" w:type="dxa"/>
            <w:shd w:val="clear" w:color="auto" w:fill="auto"/>
          </w:tcPr>
          <w:p w:rsidR="00C322A5" w:rsidRPr="00864316" w:rsidRDefault="00C322A5" w:rsidP="00C322A5">
            <w:pPr>
              <w:jc w:val="center"/>
              <w:rPr>
                <w:lang w:val="ru-RU"/>
              </w:rPr>
            </w:pPr>
            <w:proofErr w:type="spellStart"/>
            <w:r w:rsidRPr="00864316">
              <w:rPr>
                <w:lang w:val="ru-RU"/>
              </w:rPr>
              <w:t>Сили</w:t>
            </w:r>
            <w:proofErr w:type="spellEnd"/>
            <w:r w:rsidRPr="00864316">
              <w:rPr>
                <w:lang w:val="ru-RU"/>
              </w:rPr>
              <w:t xml:space="preserve"> та </w:t>
            </w:r>
            <w:proofErr w:type="spellStart"/>
            <w:r w:rsidRPr="00864316">
              <w:rPr>
                <w:lang w:val="ru-RU"/>
              </w:rPr>
              <w:t>засоби</w:t>
            </w:r>
            <w:proofErr w:type="spellEnd"/>
          </w:p>
        </w:tc>
        <w:tc>
          <w:tcPr>
            <w:tcW w:w="3119" w:type="dxa"/>
            <w:gridSpan w:val="2"/>
            <w:shd w:val="clear" w:color="auto" w:fill="auto"/>
          </w:tcPr>
          <w:p w:rsidR="00C322A5" w:rsidRPr="00864316" w:rsidRDefault="00C322A5" w:rsidP="00C322A5">
            <w:pPr>
              <w:jc w:val="center"/>
              <w:rPr>
                <w:lang w:val="ru-RU"/>
              </w:rPr>
            </w:pPr>
            <w:r w:rsidRPr="00864316">
              <w:rPr>
                <w:lang w:val="ru-RU"/>
              </w:rPr>
              <w:t xml:space="preserve"> </w:t>
            </w:r>
            <w:proofErr w:type="spellStart"/>
            <w:r w:rsidRPr="00864316">
              <w:rPr>
                <w:lang w:val="ru-RU"/>
              </w:rPr>
              <w:t>Тернопільська</w:t>
            </w:r>
            <w:proofErr w:type="spellEnd"/>
            <w:r w:rsidRPr="00864316">
              <w:rPr>
                <w:lang w:val="ru-RU"/>
              </w:rPr>
              <w:t xml:space="preserve"> обл., </w:t>
            </w:r>
            <w:proofErr w:type="spellStart"/>
            <w:r w:rsidRPr="00864316">
              <w:rPr>
                <w:lang w:val="ru-RU"/>
              </w:rPr>
              <w:t>м</w:t>
            </w:r>
            <w:proofErr w:type="gramStart"/>
            <w:r w:rsidRPr="00864316">
              <w:rPr>
                <w:lang w:val="ru-RU"/>
              </w:rPr>
              <w:t>.Т</w:t>
            </w:r>
            <w:proofErr w:type="gramEnd"/>
            <w:r w:rsidRPr="00864316">
              <w:rPr>
                <w:lang w:val="ru-RU"/>
              </w:rPr>
              <w:t>еребовля</w:t>
            </w:r>
            <w:proofErr w:type="spellEnd"/>
            <w:r w:rsidRPr="00864316">
              <w:rPr>
                <w:lang w:val="ru-RU"/>
              </w:rPr>
              <w:t xml:space="preserve">, </w:t>
            </w:r>
            <w:proofErr w:type="spellStart"/>
            <w:r w:rsidRPr="00864316">
              <w:rPr>
                <w:lang w:val="ru-RU"/>
              </w:rPr>
              <w:t>вул</w:t>
            </w:r>
            <w:proofErr w:type="spellEnd"/>
            <w:r w:rsidRPr="00864316">
              <w:rPr>
                <w:lang w:val="ru-RU"/>
              </w:rPr>
              <w:t xml:space="preserve">. С. </w:t>
            </w:r>
            <w:proofErr w:type="spellStart"/>
            <w:proofErr w:type="gramStart"/>
            <w:r w:rsidRPr="00864316">
              <w:rPr>
                <w:lang w:val="ru-RU"/>
              </w:rPr>
              <w:t>Стр</w:t>
            </w:r>
            <w:proofErr w:type="gramEnd"/>
            <w:r w:rsidRPr="00864316">
              <w:rPr>
                <w:lang w:val="ru-RU"/>
              </w:rPr>
              <w:t>ільців</w:t>
            </w:r>
            <w:proofErr w:type="spellEnd"/>
            <w:r w:rsidRPr="00864316">
              <w:rPr>
                <w:lang w:val="ru-RU"/>
              </w:rPr>
              <w:t>, 63/1, тел.: (097) 411- 49 34, (095) 694-14-99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322A5" w:rsidRPr="00AE2805" w:rsidRDefault="00C322A5" w:rsidP="00AE2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23/6</w:t>
            </w:r>
          </w:p>
        </w:tc>
        <w:tc>
          <w:tcPr>
            <w:tcW w:w="3112" w:type="dxa"/>
            <w:shd w:val="clear" w:color="auto" w:fill="auto"/>
          </w:tcPr>
          <w:p w:rsidR="00C322A5" w:rsidRPr="00AE2805" w:rsidRDefault="00C322A5" w:rsidP="00AE2805">
            <w:pPr>
              <w:jc w:val="center"/>
              <w:rPr>
                <w:sz w:val="20"/>
                <w:szCs w:val="20"/>
              </w:rPr>
            </w:pPr>
            <w:r w:rsidRPr="00C322A5">
              <w:rPr>
                <w:sz w:val="20"/>
                <w:szCs w:val="20"/>
              </w:rPr>
              <w:t xml:space="preserve">Ліквідація снігових заметів, транспортних </w:t>
            </w:r>
            <w:proofErr w:type="spellStart"/>
            <w:r w:rsidRPr="00C322A5">
              <w:rPr>
                <w:sz w:val="20"/>
                <w:szCs w:val="20"/>
              </w:rPr>
              <w:t>засторів</w:t>
            </w:r>
            <w:proofErr w:type="spellEnd"/>
            <w:r w:rsidRPr="00C322A5">
              <w:rPr>
                <w:sz w:val="20"/>
                <w:szCs w:val="20"/>
              </w:rPr>
              <w:t xml:space="preserve"> та інше на а/д Р-39, Т-18-01, Т-14-10</w:t>
            </w:r>
            <w:r w:rsidRPr="00AE2805">
              <w:rPr>
                <w:sz w:val="20"/>
                <w:szCs w:val="20"/>
              </w:rPr>
              <w:t>е</w:t>
            </w:r>
          </w:p>
        </w:tc>
      </w:tr>
      <w:tr w:rsidR="00C322A5" w:rsidRPr="00AE2805" w:rsidTr="00C322A5">
        <w:trPr>
          <w:trHeight w:val="124"/>
        </w:trPr>
        <w:tc>
          <w:tcPr>
            <w:tcW w:w="5493" w:type="dxa"/>
            <w:gridSpan w:val="5"/>
            <w:shd w:val="clear" w:color="auto" w:fill="auto"/>
            <w:vAlign w:val="center"/>
          </w:tcPr>
          <w:p w:rsidR="00C322A5" w:rsidRPr="00864316" w:rsidRDefault="00C322A5" w:rsidP="00C322A5">
            <w:pPr>
              <w:jc w:val="center"/>
              <w:rPr>
                <w:lang w:val="ru-RU"/>
              </w:rPr>
            </w:pPr>
            <w:r w:rsidRPr="00AE2805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66" w:type="dxa"/>
            <w:shd w:val="clear" w:color="auto" w:fill="auto"/>
          </w:tcPr>
          <w:p w:rsidR="00C322A5" w:rsidRPr="00864316" w:rsidRDefault="00C322A5" w:rsidP="00C322A5">
            <w:pPr>
              <w:jc w:val="center"/>
              <w:rPr>
                <w:lang w:val="ru-RU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C322A5" w:rsidRPr="00864316" w:rsidRDefault="00C322A5" w:rsidP="00C322A5">
            <w:pPr>
              <w:jc w:val="center"/>
              <w:rPr>
                <w:lang w:val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C322A5" w:rsidRPr="00C322A5" w:rsidRDefault="00C322A5" w:rsidP="00AE2805">
            <w:pPr>
              <w:jc w:val="center"/>
              <w:rPr>
                <w:b/>
                <w:sz w:val="20"/>
                <w:szCs w:val="20"/>
              </w:rPr>
            </w:pPr>
            <w:r w:rsidRPr="00C322A5">
              <w:rPr>
                <w:b/>
                <w:sz w:val="20"/>
                <w:szCs w:val="20"/>
              </w:rPr>
              <w:t>23/6</w:t>
            </w:r>
          </w:p>
        </w:tc>
        <w:tc>
          <w:tcPr>
            <w:tcW w:w="3112" w:type="dxa"/>
            <w:shd w:val="clear" w:color="auto" w:fill="auto"/>
          </w:tcPr>
          <w:p w:rsidR="00C322A5" w:rsidRPr="00AE2805" w:rsidRDefault="00C322A5" w:rsidP="00AE2805">
            <w:pPr>
              <w:jc w:val="center"/>
              <w:rPr>
                <w:sz w:val="20"/>
                <w:szCs w:val="20"/>
              </w:rPr>
            </w:pPr>
          </w:p>
        </w:tc>
      </w:tr>
      <w:tr w:rsidR="003D20B3" w:rsidRPr="00656BDE" w:rsidTr="00AE2805">
        <w:trPr>
          <w:trHeight w:val="124"/>
        </w:trPr>
        <w:tc>
          <w:tcPr>
            <w:tcW w:w="15984" w:type="dxa"/>
            <w:gridSpan w:val="10"/>
            <w:shd w:val="clear" w:color="auto" w:fill="auto"/>
          </w:tcPr>
          <w:p w:rsidR="003D20B3" w:rsidRPr="00853EC6" w:rsidRDefault="00C322A5" w:rsidP="00AE2805">
            <w:pPr>
              <w:jc w:val="center"/>
              <w:rPr>
                <w:color w:val="FF0000"/>
                <w:sz w:val="20"/>
                <w:szCs w:val="20"/>
              </w:rPr>
            </w:pPr>
            <w:r w:rsidRPr="00853EC6">
              <w:rPr>
                <w:b/>
                <w:sz w:val="20"/>
                <w:szCs w:val="20"/>
                <w:lang w:val="ru-RU"/>
              </w:rPr>
              <w:t xml:space="preserve">СИЛИ </w:t>
            </w:r>
            <w:proofErr w:type="gramStart"/>
            <w:r w:rsidRPr="00853EC6">
              <w:rPr>
                <w:b/>
                <w:sz w:val="20"/>
                <w:szCs w:val="20"/>
                <w:lang w:val="ru-RU"/>
              </w:rPr>
              <w:t>ТОВ</w:t>
            </w:r>
            <w:proofErr w:type="gramEnd"/>
            <w:r w:rsidRPr="00853EC6">
              <w:rPr>
                <w:b/>
                <w:sz w:val="20"/>
                <w:szCs w:val="20"/>
                <w:lang w:val="ru-RU"/>
              </w:rPr>
              <w:t xml:space="preserve"> “ТЕХНО-БУД-ЦЕНТР”</w:t>
            </w:r>
          </w:p>
        </w:tc>
      </w:tr>
      <w:tr w:rsidR="00C322A5" w:rsidRPr="00656BDE" w:rsidTr="00C322A5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C322A5" w:rsidRPr="00656BDE" w:rsidRDefault="00C322A5" w:rsidP="007F5530">
            <w:pPr>
              <w:widowControl w:val="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C322A5" w:rsidRPr="00E2773D" w:rsidRDefault="00D417A6" w:rsidP="00D417A6">
            <w:pPr>
              <w:rPr>
                <w:lang w:val="ru-RU"/>
              </w:rPr>
            </w:pPr>
            <w:proofErr w:type="gramStart"/>
            <w:r>
              <w:rPr>
                <w:lang w:val="ru-RU"/>
              </w:rPr>
              <w:t>ТОВ</w:t>
            </w:r>
            <w:proofErr w:type="gramEnd"/>
            <w:r>
              <w:rPr>
                <w:lang w:val="ru-RU"/>
              </w:rPr>
              <w:t xml:space="preserve"> “</w:t>
            </w:r>
            <w:r w:rsidR="00C322A5" w:rsidRPr="00E2773D">
              <w:rPr>
                <w:lang w:val="ru-RU"/>
              </w:rPr>
              <w:t>Техно-Буд-Центр</w:t>
            </w:r>
            <w:r>
              <w:rPr>
                <w:lang w:val="ru-RU"/>
              </w:rPr>
              <w:t>”</w:t>
            </w:r>
          </w:p>
        </w:tc>
        <w:tc>
          <w:tcPr>
            <w:tcW w:w="3266" w:type="dxa"/>
            <w:shd w:val="clear" w:color="auto" w:fill="auto"/>
          </w:tcPr>
          <w:p w:rsidR="00C322A5" w:rsidRPr="00E2773D" w:rsidRDefault="00C322A5" w:rsidP="00C322A5">
            <w:pPr>
              <w:jc w:val="center"/>
              <w:rPr>
                <w:lang w:val="ru-RU"/>
              </w:rPr>
            </w:pPr>
            <w:proofErr w:type="spellStart"/>
            <w:r w:rsidRPr="00E2773D">
              <w:rPr>
                <w:lang w:val="ru-RU"/>
              </w:rPr>
              <w:t>Сили</w:t>
            </w:r>
            <w:proofErr w:type="spellEnd"/>
            <w:r w:rsidRPr="00E2773D">
              <w:rPr>
                <w:lang w:val="ru-RU"/>
              </w:rPr>
              <w:t xml:space="preserve"> та </w:t>
            </w:r>
            <w:proofErr w:type="spellStart"/>
            <w:r w:rsidRPr="00E2773D">
              <w:rPr>
                <w:lang w:val="ru-RU"/>
              </w:rPr>
              <w:t>засоби</w:t>
            </w:r>
            <w:proofErr w:type="spellEnd"/>
          </w:p>
        </w:tc>
        <w:tc>
          <w:tcPr>
            <w:tcW w:w="3119" w:type="dxa"/>
            <w:gridSpan w:val="2"/>
            <w:shd w:val="clear" w:color="auto" w:fill="auto"/>
          </w:tcPr>
          <w:p w:rsidR="00C322A5" w:rsidRPr="00E2773D" w:rsidRDefault="00C322A5" w:rsidP="00C322A5">
            <w:pPr>
              <w:jc w:val="center"/>
              <w:rPr>
                <w:lang w:val="ru-RU"/>
              </w:rPr>
            </w:pPr>
            <w:r w:rsidRPr="00E2773D">
              <w:rPr>
                <w:lang w:val="ru-RU"/>
              </w:rPr>
              <w:t xml:space="preserve">46008, </w:t>
            </w:r>
            <w:proofErr w:type="spellStart"/>
            <w:r w:rsidRPr="00E2773D">
              <w:rPr>
                <w:lang w:val="ru-RU"/>
              </w:rPr>
              <w:t>м</w:t>
            </w:r>
            <w:proofErr w:type="gramStart"/>
            <w:r w:rsidRPr="00E2773D">
              <w:rPr>
                <w:lang w:val="ru-RU"/>
              </w:rPr>
              <w:t>.Т</w:t>
            </w:r>
            <w:proofErr w:type="gramEnd"/>
            <w:r w:rsidRPr="00E2773D">
              <w:rPr>
                <w:lang w:val="ru-RU"/>
              </w:rPr>
              <w:t>ернопіль</w:t>
            </w:r>
            <w:proofErr w:type="spellEnd"/>
            <w:r w:rsidRPr="00E2773D">
              <w:rPr>
                <w:lang w:val="ru-RU"/>
              </w:rPr>
              <w:t xml:space="preserve">, </w:t>
            </w:r>
            <w:proofErr w:type="spellStart"/>
            <w:r w:rsidRPr="00E2773D">
              <w:rPr>
                <w:lang w:val="ru-RU"/>
              </w:rPr>
              <w:t>вул</w:t>
            </w:r>
            <w:proofErr w:type="spellEnd"/>
            <w:r w:rsidRPr="00E2773D">
              <w:rPr>
                <w:lang w:val="ru-RU"/>
              </w:rPr>
              <w:t xml:space="preserve">. </w:t>
            </w:r>
            <w:proofErr w:type="spellStart"/>
            <w:r w:rsidRPr="00E2773D">
              <w:rPr>
                <w:lang w:val="ru-RU"/>
              </w:rPr>
              <w:t>Шептицького</w:t>
            </w:r>
            <w:proofErr w:type="spellEnd"/>
            <w:r w:rsidRPr="00E2773D">
              <w:rPr>
                <w:lang w:val="ru-RU"/>
              </w:rPr>
              <w:t>, 4, тел.: (0352) 43-23-06, 067 351 45 24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322A5" w:rsidRPr="00C322A5" w:rsidRDefault="00C322A5" w:rsidP="00C322A5">
            <w:pPr>
              <w:jc w:val="center"/>
              <w:rPr>
                <w:b/>
                <w:sz w:val="20"/>
                <w:szCs w:val="20"/>
              </w:rPr>
            </w:pPr>
            <w:r w:rsidRPr="00C322A5">
              <w:rPr>
                <w:b/>
                <w:sz w:val="20"/>
                <w:szCs w:val="20"/>
              </w:rPr>
              <w:t>16/4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C322A5" w:rsidRPr="00C322A5" w:rsidRDefault="00C322A5" w:rsidP="00AE2805">
            <w:pPr>
              <w:jc w:val="center"/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E2773D">
              <w:rPr>
                <w:sz w:val="20"/>
                <w:szCs w:val="20"/>
                <w:lang w:val="ru-RU"/>
              </w:rPr>
              <w:t>Ліквідація</w:t>
            </w:r>
            <w:proofErr w:type="spellEnd"/>
            <w:r w:rsidRPr="00E2773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773D">
              <w:rPr>
                <w:sz w:val="20"/>
                <w:szCs w:val="20"/>
                <w:lang w:val="ru-RU"/>
              </w:rPr>
              <w:t>снігових</w:t>
            </w:r>
            <w:proofErr w:type="spellEnd"/>
            <w:r w:rsidRPr="00E2773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773D">
              <w:rPr>
                <w:sz w:val="20"/>
                <w:szCs w:val="20"/>
                <w:lang w:val="ru-RU"/>
              </w:rPr>
              <w:t>заметів</w:t>
            </w:r>
            <w:proofErr w:type="spellEnd"/>
            <w:r w:rsidRPr="00E2773D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2773D">
              <w:rPr>
                <w:sz w:val="20"/>
                <w:szCs w:val="20"/>
                <w:lang w:val="ru-RU"/>
              </w:rPr>
              <w:t>транспортних</w:t>
            </w:r>
            <w:proofErr w:type="spellEnd"/>
            <w:r w:rsidRPr="00E2773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773D">
              <w:rPr>
                <w:sz w:val="20"/>
                <w:szCs w:val="20"/>
                <w:lang w:val="ru-RU"/>
              </w:rPr>
              <w:t>заторі</w:t>
            </w:r>
            <w:proofErr w:type="gramStart"/>
            <w:r w:rsidRPr="00E2773D">
              <w:rPr>
                <w:sz w:val="20"/>
                <w:szCs w:val="20"/>
                <w:lang w:val="ru-RU"/>
              </w:rPr>
              <w:t>в</w:t>
            </w:r>
            <w:proofErr w:type="spellEnd"/>
            <w:proofErr w:type="gramEnd"/>
            <w:r w:rsidRPr="00E2773D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E2773D">
              <w:rPr>
                <w:sz w:val="20"/>
                <w:szCs w:val="20"/>
                <w:lang w:val="ru-RU"/>
              </w:rPr>
              <w:t>інше</w:t>
            </w:r>
            <w:proofErr w:type="spellEnd"/>
            <w:r w:rsidRPr="00E2773D">
              <w:rPr>
                <w:sz w:val="20"/>
                <w:szCs w:val="20"/>
                <w:lang w:val="ru-RU"/>
              </w:rPr>
              <w:t xml:space="preserve"> на а/д М-06, Т-14-24</w:t>
            </w:r>
          </w:p>
        </w:tc>
      </w:tr>
      <w:tr w:rsidR="003D20B3" w:rsidRPr="00AE2805" w:rsidTr="00AE2805">
        <w:trPr>
          <w:trHeight w:val="124"/>
        </w:trPr>
        <w:tc>
          <w:tcPr>
            <w:tcW w:w="5493" w:type="dxa"/>
            <w:gridSpan w:val="5"/>
            <w:shd w:val="clear" w:color="auto" w:fill="auto"/>
          </w:tcPr>
          <w:p w:rsidR="003D20B3" w:rsidRPr="00AE2805" w:rsidRDefault="003D20B3" w:rsidP="00AE280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E2805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66" w:type="dxa"/>
            <w:shd w:val="clear" w:color="auto" w:fill="auto"/>
            <w:vAlign w:val="center"/>
          </w:tcPr>
          <w:p w:rsidR="003D20B3" w:rsidRPr="00AE2805" w:rsidRDefault="003D20B3" w:rsidP="00AE28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3D20B3" w:rsidRPr="00AE2805" w:rsidRDefault="003D20B3" w:rsidP="00AE28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3D20B3" w:rsidRPr="00AE2805" w:rsidRDefault="00C322A5" w:rsidP="00AE28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16/4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3D20B3" w:rsidRPr="00AE2805" w:rsidRDefault="003D20B3" w:rsidP="00AE280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D20B3" w:rsidRPr="00AE2805" w:rsidTr="00AE2805">
        <w:trPr>
          <w:trHeight w:val="98"/>
        </w:trPr>
        <w:tc>
          <w:tcPr>
            <w:tcW w:w="15984" w:type="dxa"/>
            <w:gridSpan w:val="10"/>
            <w:shd w:val="clear" w:color="auto" w:fill="auto"/>
          </w:tcPr>
          <w:p w:rsidR="003D20B3" w:rsidRPr="00AE2805" w:rsidRDefault="003D20B3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 xml:space="preserve">СИЛИ РЕГІОНАЛЬНОЇ ФІЛІЇ </w:t>
            </w:r>
            <w:r w:rsidR="00EC4102" w:rsidRPr="00AE2805">
              <w:rPr>
                <w:b/>
                <w:sz w:val="20"/>
                <w:szCs w:val="20"/>
              </w:rPr>
              <w:t>«</w:t>
            </w:r>
            <w:r w:rsidRPr="00AE2805">
              <w:rPr>
                <w:b/>
                <w:sz w:val="20"/>
                <w:szCs w:val="20"/>
              </w:rPr>
              <w:t>ЛЬВІВСЬКА ЗАЛІЗНИЦЯ</w:t>
            </w:r>
            <w:r w:rsidR="00EC4102" w:rsidRPr="00AE2805">
              <w:rPr>
                <w:b/>
                <w:sz w:val="20"/>
                <w:szCs w:val="20"/>
              </w:rPr>
              <w:t>»</w:t>
            </w:r>
          </w:p>
        </w:tc>
      </w:tr>
      <w:tr w:rsidR="001352B8" w:rsidRPr="00AE2805" w:rsidTr="00AE2805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352B8" w:rsidRPr="00AE2805" w:rsidRDefault="001352B8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1352B8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Регіональна філія «Львівська залізниця»</w:t>
            </w:r>
          </w:p>
          <w:p w:rsidR="001352B8" w:rsidRPr="00AE2805" w:rsidRDefault="001352B8" w:rsidP="001352B8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Виробничий структурний підрозділ «</w:t>
            </w:r>
            <w:r>
              <w:rPr>
                <w:sz w:val="20"/>
                <w:szCs w:val="20"/>
              </w:rPr>
              <w:t>Регіональний відділ організації роботи станцій Львівського регіону</w:t>
            </w:r>
            <w:r w:rsidRPr="00AE2805">
              <w:rPr>
                <w:sz w:val="20"/>
                <w:szCs w:val="20"/>
              </w:rPr>
              <w:t>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1352B8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AE2805">
              <w:rPr>
                <w:sz w:val="20"/>
                <w:szCs w:val="20"/>
                <w:lang w:val="ru-RU"/>
              </w:rPr>
              <w:t>Відновний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поїзд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№ 3512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352B8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AE2805">
              <w:rPr>
                <w:sz w:val="20"/>
                <w:szCs w:val="20"/>
                <w:lang w:val="ru-RU"/>
              </w:rPr>
              <w:t>Станція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“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>”  1-й парк</w:t>
            </w:r>
          </w:p>
          <w:p w:rsidR="001352B8" w:rsidRPr="00AE2805" w:rsidRDefault="001352B8" w:rsidP="001352B8">
            <w:pPr>
              <w:jc w:val="center"/>
              <w:rPr>
                <w:sz w:val="20"/>
                <w:szCs w:val="20"/>
                <w:lang w:val="ru-RU"/>
              </w:rPr>
            </w:pPr>
            <w:r w:rsidRPr="00AE2805">
              <w:rPr>
                <w:sz w:val="20"/>
                <w:szCs w:val="20"/>
                <w:lang w:val="ru-RU"/>
              </w:rPr>
              <w:t>(032) 226-33-30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352B8">
            <w:pPr>
              <w:jc w:val="center"/>
              <w:rPr>
                <w:sz w:val="20"/>
                <w:szCs w:val="20"/>
                <w:lang w:val="ru-RU"/>
              </w:rPr>
            </w:pPr>
            <w:r w:rsidRPr="00AE2805">
              <w:rPr>
                <w:sz w:val="20"/>
                <w:szCs w:val="20"/>
                <w:lang w:val="ru-RU"/>
              </w:rPr>
              <w:t>27/13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1352B8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AE2805">
              <w:rPr>
                <w:sz w:val="20"/>
                <w:szCs w:val="20"/>
                <w:lang w:val="ru-RU"/>
              </w:rPr>
              <w:t>Ліквідація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сходів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із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рейок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зіткнень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рухомого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складу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залізничного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транспорту</w:t>
            </w:r>
          </w:p>
        </w:tc>
      </w:tr>
      <w:tr w:rsidR="001352B8" w:rsidRPr="00AE2805" w:rsidTr="00AE2805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352B8" w:rsidRPr="00AE2805" w:rsidRDefault="001352B8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1352B8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иробничий</w:t>
            </w:r>
            <w:r w:rsidRPr="00AE2805">
              <w:rPr>
                <w:sz w:val="20"/>
                <w:szCs w:val="20"/>
              </w:rPr>
              <w:t xml:space="preserve"> підрозділ «</w:t>
            </w:r>
            <w:r>
              <w:rPr>
                <w:sz w:val="20"/>
                <w:szCs w:val="20"/>
              </w:rPr>
              <w:t xml:space="preserve">Львівський </w:t>
            </w:r>
            <w:r w:rsidRPr="00AE2805">
              <w:rPr>
                <w:sz w:val="20"/>
                <w:szCs w:val="20"/>
              </w:rPr>
              <w:t>загін воєнізованої охорони» філі</w:t>
            </w:r>
            <w:r>
              <w:rPr>
                <w:sz w:val="20"/>
                <w:szCs w:val="20"/>
              </w:rPr>
              <w:t>ї</w:t>
            </w:r>
            <w:r w:rsidRPr="00AE2805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Відомча воєнізована охорона</w:t>
            </w:r>
            <w:r w:rsidRPr="00AE2805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 АТ «Укрзалізниця»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1352B8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AE2805">
              <w:rPr>
                <w:sz w:val="20"/>
                <w:szCs w:val="20"/>
                <w:lang w:val="ru-RU"/>
              </w:rPr>
              <w:t>Окремий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пожежний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поїзд</w:t>
            </w:r>
            <w:proofErr w:type="spellEnd"/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352B8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AE2805">
              <w:rPr>
                <w:sz w:val="20"/>
                <w:szCs w:val="20"/>
                <w:lang w:val="ru-RU"/>
              </w:rPr>
              <w:t>Станція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“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Льві</w:t>
            </w:r>
            <w:proofErr w:type="gramStart"/>
            <w:r w:rsidRPr="00AE2805">
              <w:rPr>
                <w:sz w:val="20"/>
                <w:szCs w:val="20"/>
                <w:lang w:val="ru-RU"/>
              </w:rPr>
              <w:t>в</w:t>
            </w:r>
            <w:proofErr w:type="spellEnd"/>
            <w:proofErr w:type="gramEnd"/>
            <w:r w:rsidRPr="00AE2805">
              <w:rPr>
                <w:sz w:val="20"/>
                <w:szCs w:val="20"/>
                <w:lang w:val="ru-RU"/>
              </w:rPr>
              <w:t>”</w:t>
            </w:r>
          </w:p>
          <w:p w:rsidR="001352B8" w:rsidRPr="00AE2805" w:rsidRDefault="001352B8" w:rsidP="001352B8">
            <w:pPr>
              <w:jc w:val="center"/>
              <w:rPr>
                <w:sz w:val="20"/>
                <w:szCs w:val="20"/>
                <w:lang w:val="ru-RU"/>
              </w:rPr>
            </w:pPr>
            <w:r w:rsidRPr="00AE2805">
              <w:rPr>
                <w:sz w:val="20"/>
                <w:szCs w:val="20"/>
                <w:lang w:val="ru-RU"/>
              </w:rPr>
              <w:t>(032) 226-33-30</w:t>
            </w:r>
          </w:p>
          <w:p w:rsidR="001352B8" w:rsidRPr="00AE2805" w:rsidRDefault="001352B8" w:rsidP="001352B8">
            <w:pPr>
              <w:jc w:val="center"/>
              <w:rPr>
                <w:sz w:val="20"/>
                <w:szCs w:val="20"/>
                <w:lang w:val="ru-RU"/>
              </w:rPr>
            </w:pPr>
            <w:r w:rsidRPr="00AE2805">
              <w:rPr>
                <w:sz w:val="20"/>
                <w:szCs w:val="20"/>
                <w:lang w:val="ru-RU"/>
              </w:rPr>
              <w:t>(032) 226-19-01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352B8">
            <w:pPr>
              <w:jc w:val="center"/>
              <w:rPr>
                <w:sz w:val="20"/>
                <w:szCs w:val="20"/>
                <w:lang w:val="ru-RU"/>
              </w:rPr>
            </w:pPr>
            <w:r w:rsidRPr="00AE2805">
              <w:rPr>
                <w:sz w:val="20"/>
                <w:szCs w:val="20"/>
                <w:lang w:val="ru-RU"/>
              </w:rPr>
              <w:t>19</w:t>
            </w:r>
            <w:r w:rsidRPr="00AE2805">
              <w:rPr>
                <w:sz w:val="20"/>
                <w:szCs w:val="20"/>
                <w:lang w:val="en-US"/>
              </w:rPr>
              <w:t>/</w:t>
            </w:r>
            <w:r w:rsidRPr="00AE2805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1352B8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AE2805">
              <w:rPr>
                <w:sz w:val="20"/>
                <w:szCs w:val="20"/>
                <w:lang w:val="ru-RU"/>
              </w:rPr>
              <w:t>Гасіння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пожеж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AE2805">
              <w:rPr>
                <w:sz w:val="20"/>
                <w:szCs w:val="20"/>
                <w:lang w:val="ru-RU"/>
              </w:rPr>
              <w:t>на</w:t>
            </w:r>
            <w:proofErr w:type="gramEnd"/>
            <w:r w:rsidRPr="00AE280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об’єктах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AE2805">
              <w:rPr>
                <w:sz w:val="20"/>
                <w:szCs w:val="20"/>
                <w:lang w:val="ru-RU"/>
              </w:rPr>
              <w:t>та</w:t>
            </w:r>
            <w:proofErr w:type="gramEnd"/>
            <w:r w:rsidRPr="00AE2805">
              <w:rPr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рухомому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складі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залізничного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транспорту</w:t>
            </w:r>
          </w:p>
        </w:tc>
      </w:tr>
      <w:tr w:rsidR="001352B8" w:rsidRPr="00AE2805" w:rsidTr="00AE2805">
        <w:trPr>
          <w:trHeight w:val="124"/>
        </w:trPr>
        <w:tc>
          <w:tcPr>
            <w:tcW w:w="8759" w:type="dxa"/>
            <w:gridSpan w:val="6"/>
            <w:shd w:val="clear" w:color="auto" w:fill="auto"/>
          </w:tcPr>
          <w:p w:rsidR="001352B8" w:rsidRPr="00AE2805" w:rsidRDefault="001352B8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1352B8" w:rsidRPr="00AE2805" w:rsidRDefault="001352B8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1352B8" w:rsidRPr="00AE2805" w:rsidRDefault="0022029A" w:rsidP="00AE2805">
            <w:pPr>
              <w:widowControl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>46/18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1352B8" w:rsidRPr="00AE2805" w:rsidRDefault="001352B8" w:rsidP="00AE2805">
            <w:pPr>
              <w:rPr>
                <w:sz w:val="20"/>
                <w:szCs w:val="20"/>
              </w:rPr>
            </w:pPr>
          </w:p>
        </w:tc>
      </w:tr>
      <w:tr w:rsidR="001352B8" w:rsidRPr="00AE2805" w:rsidTr="00AE2805">
        <w:trPr>
          <w:trHeight w:val="124"/>
        </w:trPr>
        <w:tc>
          <w:tcPr>
            <w:tcW w:w="8759" w:type="dxa"/>
            <w:gridSpan w:val="6"/>
            <w:shd w:val="clear" w:color="auto" w:fill="auto"/>
          </w:tcPr>
          <w:p w:rsidR="001352B8" w:rsidRPr="00AE2805" w:rsidRDefault="001352B8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Всього за спеціалізовану службу: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1352B8" w:rsidRPr="00AE2805" w:rsidRDefault="001352B8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1352B8" w:rsidRPr="00AE2805" w:rsidRDefault="0022029A" w:rsidP="00C2493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403/114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1352B8" w:rsidRPr="00AE2805" w:rsidRDefault="001352B8" w:rsidP="00AE2805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1352B8" w:rsidRPr="00AE2805" w:rsidTr="00AE2805">
        <w:trPr>
          <w:trHeight w:val="124"/>
        </w:trPr>
        <w:tc>
          <w:tcPr>
            <w:tcW w:w="15984" w:type="dxa"/>
            <w:gridSpan w:val="10"/>
            <w:shd w:val="clear" w:color="auto" w:fill="auto"/>
            <w:vAlign w:val="center"/>
          </w:tcPr>
          <w:p w:rsidR="001352B8" w:rsidRDefault="001352B8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  <w:p w:rsidR="001352B8" w:rsidRPr="00AE2805" w:rsidRDefault="001352B8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І</w:t>
            </w:r>
            <w:r w:rsidRPr="00AE2805">
              <w:rPr>
                <w:b/>
                <w:sz w:val="20"/>
                <w:szCs w:val="20"/>
                <w:lang w:val="en-US"/>
              </w:rPr>
              <w:t>V</w:t>
            </w:r>
            <w:r w:rsidRPr="00614AA9">
              <w:rPr>
                <w:b/>
                <w:sz w:val="20"/>
                <w:szCs w:val="20"/>
                <w:lang w:val="ru-RU"/>
              </w:rPr>
              <w:t xml:space="preserve">. </w:t>
            </w:r>
            <w:r w:rsidRPr="00AE2805">
              <w:rPr>
                <w:b/>
                <w:sz w:val="20"/>
                <w:szCs w:val="20"/>
              </w:rPr>
              <w:t>СПЕЦІАЛІЗОВАНА СЛУЖБА МАТЕРІАЛЬНОГО ЗАБЕЗПЕЧЕННЯ</w:t>
            </w:r>
          </w:p>
        </w:tc>
      </w:tr>
      <w:tr w:rsidR="001352B8" w:rsidRPr="00AE2805" w:rsidTr="00AE2805">
        <w:trPr>
          <w:trHeight w:val="124"/>
        </w:trPr>
        <w:tc>
          <w:tcPr>
            <w:tcW w:w="15984" w:type="dxa"/>
            <w:gridSpan w:val="10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color w:val="FF0000"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ЧЕРВОНОГРАДСЬКИЙ РАЙОН</w:t>
            </w:r>
          </w:p>
        </w:tc>
      </w:tr>
      <w:tr w:rsidR="001352B8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  <w:vAlign w:val="center"/>
          </w:tcPr>
          <w:p w:rsidR="001352B8" w:rsidRPr="00AE2805" w:rsidRDefault="001352B8" w:rsidP="007F5530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1E2B0F">
            <w:pPr>
              <w:widowControl w:val="0"/>
              <w:jc w:val="both"/>
              <w:rPr>
                <w:bCs w:val="0"/>
                <w:sz w:val="20"/>
                <w:szCs w:val="20"/>
              </w:rPr>
            </w:pPr>
            <w:proofErr w:type="spellStart"/>
            <w:r w:rsidRPr="00AE2805">
              <w:rPr>
                <w:bCs w:val="0"/>
                <w:sz w:val="20"/>
                <w:szCs w:val="20"/>
              </w:rPr>
              <w:t>Добротвірське</w:t>
            </w:r>
            <w:proofErr w:type="spellEnd"/>
            <w:r w:rsidRPr="00AE2805">
              <w:rPr>
                <w:bCs w:val="0"/>
                <w:sz w:val="20"/>
                <w:szCs w:val="20"/>
              </w:rPr>
              <w:t xml:space="preserve"> комунальне підприємство «Підприємство по обслуговуванню житла»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Мехзагін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sz w:val="20"/>
                <w:szCs w:val="20"/>
                <w:lang w:eastAsia="zh-CN"/>
              </w:rPr>
            </w:pPr>
            <w:proofErr w:type="spellStart"/>
            <w:r w:rsidRPr="00AE2805">
              <w:rPr>
                <w:sz w:val="20"/>
                <w:szCs w:val="20"/>
                <w:lang w:eastAsia="zh-CN"/>
              </w:rPr>
              <w:t>смт.Добротвір</w:t>
            </w:r>
            <w:proofErr w:type="spellEnd"/>
            <w:r w:rsidRPr="00AE2805">
              <w:rPr>
                <w:sz w:val="20"/>
                <w:szCs w:val="20"/>
                <w:lang w:eastAsia="zh-CN"/>
              </w:rPr>
              <w:t>,</w:t>
            </w:r>
          </w:p>
          <w:p w:rsidR="001352B8" w:rsidRPr="00AE2805" w:rsidRDefault="001352B8" w:rsidP="001E2B0F">
            <w:pPr>
              <w:jc w:val="center"/>
              <w:rPr>
                <w:sz w:val="20"/>
                <w:szCs w:val="20"/>
                <w:lang w:eastAsia="zh-CN"/>
              </w:rPr>
            </w:pPr>
            <w:r w:rsidRPr="00AE2805">
              <w:rPr>
                <w:sz w:val="20"/>
                <w:szCs w:val="20"/>
                <w:lang w:eastAsia="zh-CN"/>
              </w:rPr>
              <w:t xml:space="preserve">вул. </w:t>
            </w:r>
            <w:proofErr w:type="spellStart"/>
            <w:r w:rsidRPr="00AE2805">
              <w:rPr>
                <w:sz w:val="20"/>
                <w:szCs w:val="20"/>
                <w:lang w:eastAsia="zh-CN"/>
              </w:rPr>
              <w:t>І.Франка</w:t>
            </w:r>
            <w:proofErr w:type="spellEnd"/>
            <w:r w:rsidRPr="00AE2805">
              <w:rPr>
                <w:sz w:val="20"/>
                <w:szCs w:val="20"/>
                <w:lang w:eastAsia="zh-CN"/>
              </w:rPr>
              <w:t>, 14,</w:t>
            </w:r>
          </w:p>
          <w:p w:rsidR="001352B8" w:rsidRPr="00AE2805" w:rsidRDefault="001352B8" w:rsidP="001E2B0F">
            <w:pPr>
              <w:jc w:val="center"/>
              <w:rPr>
                <w:sz w:val="20"/>
                <w:szCs w:val="20"/>
                <w:lang w:eastAsia="zh-CN"/>
              </w:rPr>
            </w:pPr>
            <w:r w:rsidRPr="00AE2805">
              <w:rPr>
                <w:sz w:val="20"/>
                <w:szCs w:val="20"/>
                <w:lang w:eastAsia="zh-CN"/>
              </w:rPr>
              <w:t>(03254) 31-433, (066) 496-7678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</w:t>
            </w:r>
            <w:r w:rsidRPr="00AE2805">
              <w:rPr>
                <w:b/>
                <w:sz w:val="20"/>
                <w:szCs w:val="20"/>
              </w:rPr>
              <w:t>/-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Відкачування води, у тому числі брудної (мотопомпи, електронасоси, глибинні насоси)</w:t>
            </w:r>
          </w:p>
        </w:tc>
      </w:tr>
      <w:tr w:rsidR="001352B8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  <w:vAlign w:val="center"/>
          </w:tcPr>
          <w:p w:rsidR="001352B8" w:rsidRPr="00AE2805" w:rsidRDefault="001352B8" w:rsidP="007F5530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1E2B0F">
            <w:pPr>
              <w:widowControl w:val="0"/>
              <w:ind w:right="-113"/>
              <w:jc w:val="both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 xml:space="preserve">Відокремлений підрозділ «Добротвірська теплова електрична станція» Акціонерного товариства «ДТЕК </w:t>
            </w:r>
            <w:proofErr w:type="spellStart"/>
            <w:r w:rsidRPr="00AE2805">
              <w:rPr>
                <w:bCs w:val="0"/>
                <w:sz w:val="20"/>
                <w:szCs w:val="20"/>
              </w:rPr>
              <w:t>Західенерго</w:t>
            </w:r>
            <w:proofErr w:type="spellEnd"/>
            <w:r w:rsidRPr="00AE2805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Гідротехнічний цех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sz w:val="20"/>
                <w:szCs w:val="20"/>
                <w:lang w:eastAsia="zh-CN"/>
              </w:rPr>
            </w:pPr>
            <w:proofErr w:type="spellStart"/>
            <w:r w:rsidRPr="00AE2805">
              <w:rPr>
                <w:sz w:val="20"/>
                <w:szCs w:val="20"/>
                <w:lang w:eastAsia="zh-CN"/>
              </w:rPr>
              <w:t>смт.Добротвір</w:t>
            </w:r>
            <w:proofErr w:type="spellEnd"/>
            <w:r w:rsidRPr="00AE2805">
              <w:rPr>
                <w:sz w:val="20"/>
                <w:szCs w:val="20"/>
                <w:lang w:eastAsia="zh-CN"/>
              </w:rPr>
              <w:t>,</w:t>
            </w:r>
          </w:p>
          <w:p w:rsidR="001352B8" w:rsidRPr="00AE2805" w:rsidRDefault="001352B8" w:rsidP="001E2B0F">
            <w:pPr>
              <w:jc w:val="center"/>
              <w:rPr>
                <w:sz w:val="20"/>
                <w:szCs w:val="20"/>
                <w:lang w:eastAsia="zh-CN"/>
              </w:rPr>
            </w:pPr>
            <w:r w:rsidRPr="00AE2805">
              <w:rPr>
                <w:sz w:val="20"/>
                <w:szCs w:val="20"/>
                <w:lang w:eastAsia="zh-CN"/>
              </w:rPr>
              <w:t>вул. Промислова, 12,</w:t>
            </w:r>
          </w:p>
          <w:p w:rsidR="001352B8" w:rsidRPr="00AE2805" w:rsidRDefault="001352B8" w:rsidP="001E2B0F">
            <w:pPr>
              <w:jc w:val="center"/>
              <w:rPr>
                <w:sz w:val="20"/>
                <w:szCs w:val="20"/>
                <w:lang w:eastAsia="zh-CN"/>
              </w:rPr>
            </w:pPr>
            <w:r w:rsidRPr="00AE2805">
              <w:rPr>
                <w:sz w:val="20"/>
                <w:szCs w:val="20"/>
                <w:lang w:eastAsia="zh-CN"/>
              </w:rPr>
              <w:t>(0322) 37-359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</w:t>
            </w:r>
            <w:r w:rsidRPr="00AE2805">
              <w:rPr>
                <w:b/>
                <w:sz w:val="20"/>
                <w:szCs w:val="20"/>
              </w:rPr>
              <w:t>/-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Відкачування води, у тому числі брудної (мотопомпи, електронасоси, глибинні насоси)</w:t>
            </w:r>
          </w:p>
        </w:tc>
      </w:tr>
      <w:tr w:rsidR="001352B8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  <w:vAlign w:val="center"/>
          </w:tcPr>
          <w:p w:rsidR="001352B8" w:rsidRPr="00AE2805" w:rsidRDefault="001352B8" w:rsidP="007F5530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1E2B0F">
            <w:pPr>
              <w:widowControl w:val="0"/>
              <w:jc w:val="both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 xml:space="preserve">Відокремлений підрозділ «Добротвірська теплова електрична станція» Акціонерного товариства «ДТЕК </w:t>
            </w:r>
            <w:proofErr w:type="spellStart"/>
            <w:r w:rsidRPr="00AE2805">
              <w:rPr>
                <w:bCs w:val="0"/>
                <w:sz w:val="20"/>
                <w:szCs w:val="20"/>
              </w:rPr>
              <w:lastRenderedPageBreak/>
              <w:t>Західенерго</w:t>
            </w:r>
            <w:proofErr w:type="spellEnd"/>
            <w:r w:rsidRPr="00AE2805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1E2B0F">
            <w:pPr>
              <w:jc w:val="center"/>
            </w:pPr>
            <w:r w:rsidRPr="00AE2805">
              <w:rPr>
                <w:sz w:val="20"/>
                <w:szCs w:val="20"/>
              </w:rPr>
              <w:lastRenderedPageBreak/>
              <w:t>Ланка матеріального забезпечення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sz w:val="20"/>
                <w:szCs w:val="20"/>
                <w:lang w:eastAsia="zh-CN"/>
              </w:rPr>
            </w:pPr>
            <w:proofErr w:type="spellStart"/>
            <w:r w:rsidRPr="00AE2805">
              <w:rPr>
                <w:sz w:val="20"/>
                <w:szCs w:val="20"/>
                <w:lang w:eastAsia="zh-CN"/>
              </w:rPr>
              <w:t>смт.Добротвір</w:t>
            </w:r>
            <w:proofErr w:type="spellEnd"/>
            <w:r w:rsidRPr="00AE2805">
              <w:rPr>
                <w:sz w:val="20"/>
                <w:szCs w:val="20"/>
                <w:lang w:eastAsia="zh-CN"/>
              </w:rPr>
              <w:t>,</w:t>
            </w:r>
          </w:p>
          <w:p w:rsidR="001352B8" w:rsidRPr="00AE2805" w:rsidRDefault="001352B8" w:rsidP="001E2B0F">
            <w:pPr>
              <w:jc w:val="center"/>
              <w:rPr>
                <w:sz w:val="20"/>
                <w:szCs w:val="20"/>
                <w:lang w:eastAsia="zh-CN"/>
              </w:rPr>
            </w:pPr>
            <w:r w:rsidRPr="00AE2805">
              <w:rPr>
                <w:sz w:val="20"/>
                <w:szCs w:val="20"/>
                <w:lang w:eastAsia="zh-CN"/>
              </w:rPr>
              <w:t>вул. Промислова, 12,</w:t>
            </w:r>
          </w:p>
          <w:p w:rsidR="001352B8" w:rsidRPr="00AE2805" w:rsidRDefault="001352B8" w:rsidP="001E2B0F">
            <w:pPr>
              <w:jc w:val="center"/>
              <w:rPr>
                <w:sz w:val="20"/>
                <w:szCs w:val="20"/>
                <w:lang w:eastAsia="zh-CN"/>
              </w:rPr>
            </w:pPr>
            <w:r w:rsidRPr="00AE2805">
              <w:rPr>
                <w:sz w:val="20"/>
                <w:szCs w:val="20"/>
                <w:lang w:eastAsia="zh-CN"/>
              </w:rPr>
              <w:lastRenderedPageBreak/>
              <w:t>(0322) 37-359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lastRenderedPageBreak/>
              <w:t>1</w:t>
            </w:r>
            <w:r w:rsidRPr="00AE2805">
              <w:rPr>
                <w:b/>
                <w:sz w:val="20"/>
                <w:szCs w:val="20"/>
              </w:rPr>
              <w:t>/-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Зберігання паливо-мастильних матеріалів для транспортних </w:t>
            </w:r>
            <w:r w:rsidRPr="00AE2805">
              <w:rPr>
                <w:sz w:val="20"/>
                <w:szCs w:val="20"/>
              </w:rPr>
              <w:lastRenderedPageBreak/>
              <w:t>засобів</w:t>
            </w:r>
          </w:p>
        </w:tc>
      </w:tr>
      <w:tr w:rsidR="001352B8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  <w:vAlign w:val="center"/>
          </w:tcPr>
          <w:p w:rsidR="001352B8" w:rsidRPr="00AE2805" w:rsidRDefault="001352B8" w:rsidP="007F5530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1E2B0F">
            <w:pPr>
              <w:jc w:val="both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Комунальне некомерційне підприємство «Добротвірська міська лікарня»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sz w:val="20"/>
                <w:szCs w:val="20"/>
                <w:lang w:eastAsia="uk-UA"/>
              </w:rPr>
            </w:pPr>
            <w:r w:rsidRPr="00AE2805">
              <w:rPr>
                <w:sz w:val="20"/>
                <w:szCs w:val="20"/>
                <w:lang w:eastAsia="uk-UA"/>
              </w:rPr>
              <w:t>Господарська частина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смт. Добротвір,</w:t>
            </w:r>
          </w:p>
          <w:p w:rsidR="001352B8" w:rsidRPr="00AE2805" w:rsidRDefault="001352B8" w:rsidP="001E2B0F">
            <w:pPr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вул. Шевченка, 10,</w:t>
            </w:r>
          </w:p>
          <w:p w:rsidR="001352B8" w:rsidRPr="00AE2805" w:rsidRDefault="001352B8" w:rsidP="001E2B0F">
            <w:pPr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AE2805">
              <w:rPr>
                <w:bCs w:val="0"/>
                <w:sz w:val="20"/>
                <w:szCs w:val="20"/>
              </w:rPr>
              <w:t>тел</w:t>
            </w:r>
            <w:proofErr w:type="spellEnd"/>
            <w:r w:rsidRPr="00AE2805">
              <w:rPr>
                <w:bCs w:val="0"/>
                <w:sz w:val="20"/>
                <w:szCs w:val="20"/>
              </w:rPr>
              <w:t>. (096) 2930149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</w:t>
            </w:r>
            <w:r w:rsidRPr="00AE2805">
              <w:rPr>
                <w:b/>
                <w:sz w:val="20"/>
                <w:szCs w:val="20"/>
              </w:rPr>
              <w:t>/-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Лазне-пральні та санітарно-гігієнічні послуги, проведення санітарної обробки населення та спеціальної обробки одягу</w:t>
            </w:r>
          </w:p>
        </w:tc>
      </w:tr>
      <w:tr w:rsidR="001352B8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  <w:vAlign w:val="center"/>
          </w:tcPr>
          <w:p w:rsidR="001352B8" w:rsidRPr="00AE2805" w:rsidRDefault="001352B8" w:rsidP="007F5530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1E2B0F">
            <w:pPr>
              <w:widowControl w:val="0"/>
              <w:jc w:val="both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ФОП Прокопович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1E2B0F">
            <w:pPr>
              <w:jc w:val="center"/>
            </w:pPr>
            <w:r w:rsidRPr="00AE2805">
              <w:rPr>
                <w:sz w:val="20"/>
                <w:szCs w:val="20"/>
              </w:rPr>
              <w:t>Ланка матеріального забезпечення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м. Великі Мости вул. Б. Хмельницького, 9А</w:t>
            </w:r>
          </w:p>
          <w:p w:rsidR="001352B8" w:rsidRPr="00AE2805" w:rsidRDefault="001352B8" w:rsidP="001E2B0F">
            <w:pPr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0673541884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1</w:t>
            </w:r>
            <w:r w:rsidRPr="00AE2805">
              <w:rPr>
                <w:b/>
                <w:sz w:val="20"/>
                <w:szCs w:val="20"/>
              </w:rPr>
              <w:t>/</w:t>
            </w:r>
            <w:r w:rsidRPr="00AE2805">
              <w:rPr>
                <w:sz w:val="20"/>
                <w:szCs w:val="20"/>
              </w:rPr>
              <w:t>1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Забезпечення будівельними матеріалами</w:t>
            </w:r>
          </w:p>
        </w:tc>
      </w:tr>
      <w:tr w:rsidR="001352B8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  <w:vAlign w:val="center"/>
          </w:tcPr>
          <w:p w:rsidR="001352B8" w:rsidRPr="00AE2805" w:rsidRDefault="001352B8" w:rsidP="007F5530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1E2B0F">
            <w:pPr>
              <w:widowControl w:val="0"/>
              <w:jc w:val="both"/>
              <w:rPr>
                <w:bCs w:val="0"/>
                <w:sz w:val="20"/>
                <w:szCs w:val="20"/>
              </w:rPr>
            </w:pPr>
            <w:proofErr w:type="spellStart"/>
            <w:r w:rsidRPr="00AE2805">
              <w:rPr>
                <w:bCs w:val="0"/>
                <w:sz w:val="20"/>
                <w:szCs w:val="20"/>
              </w:rPr>
              <w:t>Гуртівня</w:t>
            </w:r>
            <w:proofErr w:type="spellEnd"/>
            <w:r w:rsidRPr="00AE2805">
              <w:rPr>
                <w:bCs w:val="0"/>
                <w:sz w:val="20"/>
                <w:szCs w:val="20"/>
              </w:rPr>
              <w:t xml:space="preserve"> будівельних матеріалів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1E2B0F">
            <w:pPr>
              <w:jc w:val="center"/>
            </w:pPr>
            <w:r w:rsidRPr="00AE2805">
              <w:rPr>
                <w:sz w:val="20"/>
                <w:szCs w:val="20"/>
              </w:rPr>
              <w:t>Ланка матеріального забезпечення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 xml:space="preserve">м. </w:t>
            </w:r>
            <w:proofErr w:type="spellStart"/>
            <w:r w:rsidRPr="00AE2805">
              <w:rPr>
                <w:bCs w:val="0"/>
                <w:sz w:val="20"/>
                <w:szCs w:val="20"/>
              </w:rPr>
              <w:t>Сокаль</w:t>
            </w:r>
            <w:proofErr w:type="spellEnd"/>
            <w:r w:rsidRPr="00AE2805">
              <w:rPr>
                <w:bCs w:val="0"/>
                <w:sz w:val="20"/>
                <w:szCs w:val="20"/>
              </w:rPr>
              <w:t xml:space="preserve">. вул. </w:t>
            </w:r>
            <w:proofErr w:type="spellStart"/>
            <w:r w:rsidRPr="00AE2805">
              <w:rPr>
                <w:bCs w:val="0"/>
                <w:sz w:val="20"/>
                <w:szCs w:val="20"/>
              </w:rPr>
              <w:t>Яворинцького</w:t>
            </w:r>
            <w:proofErr w:type="spellEnd"/>
            <w:r w:rsidRPr="00AE2805">
              <w:rPr>
                <w:bCs w:val="0"/>
                <w:sz w:val="20"/>
                <w:szCs w:val="20"/>
              </w:rPr>
              <w:t xml:space="preserve">, 86, </w:t>
            </w:r>
            <w:proofErr w:type="spellStart"/>
            <w:r w:rsidRPr="00AE2805">
              <w:rPr>
                <w:bCs w:val="0"/>
                <w:sz w:val="20"/>
                <w:szCs w:val="20"/>
              </w:rPr>
              <w:t>тел</w:t>
            </w:r>
            <w:proofErr w:type="spellEnd"/>
            <w:r w:rsidRPr="00AE2805">
              <w:rPr>
                <w:bCs w:val="0"/>
                <w:sz w:val="20"/>
                <w:szCs w:val="20"/>
              </w:rPr>
              <w:t xml:space="preserve"> 0931227373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1/2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Забезпечення будівельними матеріалами</w:t>
            </w:r>
          </w:p>
        </w:tc>
      </w:tr>
      <w:tr w:rsidR="001352B8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  <w:vAlign w:val="center"/>
          </w:tcPr>
          <w:p w:rsidR="001352B8" w:rsidRPr="00AE2805" w:rsidRDefault="001352B8" w:rsidP="007F5530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1E2B0F">
            <w:pPr>
              <w:widowControl w:val="0"/>
              <w:jc w:val="both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ТОВ «С-БУД»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1E2B0F">
            <w:pPr>
              <w:jc w:val="center"/>
            </w:pPr>
            <w:r w:rsidRPr="00AE2805">
              <w:rPr>
                <w:sz w:val="20"/>
                <w:szCs w:val="20"/>
              </w:rPr>
              <w:t>Ланка матеріального забезпечення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 xml:space="preserve">смт. </w:t>
            </w:r>
            <w:proofErr w:type="spellStart"/>
            <w:r w:rsidRPr="00AE2805">
              <w:rPr>
                <w:bCs w:val="0"/>
                <w:sz w:val="20"/>
                <w:szCs w:val="20"/>
              </w:rPr>
              <w:t>Жвирка</w:t>
            </w:r>
            <w:proofErr w:type="spellEnd"/>
            <w:r w:rsidRPr="00AE2805">
              <w:rPr>
                <w:bCs w:val="0"/>
                <w:sz w:val="20"/>
                <w:szCs w:val="20"/>
              </w:rPr>
              <w:t xml:space="preserve"> вул. Л. Українки, 32, </w:t>
            </w:r>
            <w:proofErr w:type="spellStart"/>
            <w:r w:rsidRPr="00AE2805">
              <w:rPr>
                <w:bCs w:val="0"/>
                <w:sz w:val="20"/>
                <w:szCs w:val="20"/>
              </w:rPr>
              <w:t>тел</w:t>
            </w:r>
            <w:proofErr w:type="spellEnd"/>
            <w:r w:rsidRPr="00AE2805">
              <w:rPr>
                <w:bCs w:val="0"/>
                <w:sz w:val="20"/>
                <w:szCs w:val="20"/>
              </w:rPr>
              <w:t>. (03257)74678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1/1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Забезпечення будівельними матеріалами</w:t>
            </w:r>
          </w:p>
        </w:tc>
      </w:tr>
      <w:tr w:rsidR="001352B8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  <w:vAlign w:val="center"/>
          </w:tcPr>
          <w:p w:rsidR="001352B8" w:rsidRPr="00AE2805" w:rsidRDefault="001352B8" w:rsidP="007F5530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1E2B0F">
            <w:pPr>
              <w:widowControl w:val="0"/>
              <w:jc w:val="both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КП «</w:t>
            </w:r>
            <w:proofErr w:type="spellStart"/>
            <w:r w:rsidRPr="00AE2805">
              <w:rPr>
                <w:bCs w:val="0"/>
                <w:sz w:val="20"/>
                <w:szCs w:val="20"/>
              </w:rPr>
              <w:t>Червонограджитлокомунсервіс</w:t>
            </w:r>
            <w:proofErr w:type="spellEnd"/>
            <w:r w:rsidRPr="00AE2805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1E2B0F">
            <w:pPr>
              <w:jc w:val="center"/>
            </w:pPr>
            <w:r w:rsidRPr="00AE2805">
              <w:rPr>
                <w:sz w:val="20"/>
                <w:szCs w:val="20"/>
              </w:rPr>
              <w:t>Ланка матеріального забезпечення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 xml:space="preserve">м. Червоноград, вул. Шевська, 1а, </w:t>
            </w:r>
            <w:proofErr w:type="spellStart"/>
            <w:r w:rsidRPr="00AE2805">
              <w:rPr>
                <w:bCs w:val="0"/>
                <w:sz w:val="20"/>
                <w:szCs w:val="20"/>
              </w:rPr>
              <w:t>тел</w:t>
            </w:r>
            <w:proofErr w:type="spellEnd"/>
            <w:r w:rsidRPr="00AE2805">
              <w:rPr>
                <w:bCs w:val="0"/>
                <w:sz w:val="20"/>
                <w:szCs w:val="20"/>
              </w:rPr>
              <w:t>. (03249) 3-28-59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1/5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Зберігання паливо-мастильних матеріалів для транспортних засобів</w:t>
            </w:r>
          </w:p>
        </w:tc>
      </w:tr>
      <w:tr w:rsidR="001352B8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  <w:vAlign w:val="center"/>
          </w:tcPr>
          <w:p w:rsidR="001352B8" w:rsidRPr="00AE2805" w:rsidRDefault="001352B8" w:rsidP="007F5530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1E2B0F">
            <w:pPr>
              <w:jc w:val="both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ВП «Шахта «Великомостівська»</w:t>
            </w:r>
          </w:p>
          <w:p w:rsidR="001352B8" w:rsidRPr="00AE2805" w:rsidRDefault="001352B8" w:rsidP="001E2B0F">
            <w:pPr>
              <w:jc w:val="both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ДП «</w:t>
            </w:r>
            <w:proofErr w:type="spellStart"/>
            <w:r w:rsidRPr="00AE2805">
              <w:rPr>
                <w:bCs w:val="0"/>
                <w:sz w:val="20"/>
                <w:szCs w:val="20"/>
              </w:rPr>
              <w:t>Львіввугілля</w:t>
            </w:r>
            <w:proofErr w:type="spellEnd"/>
            <w:r w:rsidRPr="00AE2805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1E2B0F">
            <w:pPr>
              <w:pStyle w:val="21"/>
              <w:tabs>
                <w:tab w:val="left" w:pos="1806"/>
              </w:tabs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E2805">
              <w:rPr>
                <w:bCs/>
                <w:sz w:val="20"/>
                <w:szCs w:val="20"/>
              </w:rPr>
              <w:t xml:space="preserve">Санітарна обробка </w:t>
            </w:r>
            <w:proofErr w:type="spellStart"/>
            <w:r w:rsidRPr="00AE2805">
              <w:rPr>
                <w:bCs/>
                <w:sz w:val="20"/>
                <w:szCs w:val="20"/>
              </w:rPr>
              <w:t>населення,спеціальна</w:t>
            </w:r>
            <w:proofErr w:type="spellEnd"/>
            <w:r w:rsidRPr="00AE2805">
              <w:rPr>
                <w:bCs/>
                <w:sz w:val="20"/>
                <w:szCs w:val="20"/>
              </w:rPr>
              <w:t xml:space="preserve"> обробка техніки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м. Червоноград, вул.Львівська,61,</w:t>
            </w:r>
          </w:p>
          <w:p w:rsidR="001352B8" w:rsidRPr="00AE2805" w:rsidRDefault="001352B8" w:rsidP="001E2B0F">
            <w:pPr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AE2805">
              <w:rPr>
                <w:bCs w:val="0"/>
                <w:sz w:val="20"/>
                <w:szCs w:val="20"/>
              </w:rPr>
              <w:t>тел</w:t>
            </w:r>
            <w:proofErr w:type="spellEnd"/>
            <w:r w:rsidRPr="00AE2805">
              <w:rPr>
                <w:bCs w:val="0"/>
                <w:sz w:val="20"/>
                <w:szCs w:val="20"/>
              </w:rPr>
              <w:t>. (03249) 4-65-10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1/2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1E2B0F">
            <w:pPr>
              <w:pStyle w:val="21"/>
              <w:tabs>
                <w:tab w:val="left" w:pos="1806"/>
              </w:tabs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E2805">
              <w:rPr>
                <w:bCs/>
                <w:sz w:val="20"/>
                <w:szCs w:val="20"/>
              </w:rPr>
              <w:t xml:space="preserve">Санітарна обробка </w:t>
            </w:r>
            <w:proofErr w:type="spellStart"/>
            <w:r w:rsidRPr="00AE2805">
              <w:rPr>
                <w:bCs/>
                <w:sz w:val="20"/>
                <w:szCs w:val="20"/>
              </w:rPr>
              <w:t>населення,спеціальна</w:t>
            </w:r>
            <w:proofErr w:type="spellEnd"/>
            <w:r w:rsidRPr="00AE2805">
              <w:rPr>
                <w:bCs/>
                <w:sz w:val="20"/>
                <w:szCs w:val="20"/>
              </w:rPr>
              <w:t xml:space="preserve"> обробка техніки</w:t>
            </w:r>
          </w:p>
        </w:tc>
      </w:tr>
      <w:tr w:rsidR="001352B8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  <w:vAlign w:val="center"/>
          </w:tcPr>
          <w:p w:rsidR="001352B8" w:rsidRPr="00AE2805" w:rsidRDefault="001352B8" w:rsidP="007F5530">
            <w:pPr>
              <w:widowControl w:val="0"/>
              <w:ind w:right="-104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1E2B0F">
            <w:pPr>
              <w:jc w:val="both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ВП «Шахта «Червоноградська»</w:t>
            </w:r>
          </w:p>
          <w:p w:rsidR="001352B8" w:rsidRPr="00AE2805" w:rsidRDefault="001352B8" w:rsidP="001E2B0F">
            <w:pPr>
              <w:jc w:val="both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ДП «</w:t>
            </w:r>
            <w:proofErr w:type="spellStart"/>
            <w:r w:rsidRPr="00AE2805">
              <w:rPr>
                <w:bCs w:val="0"/>
                <w:sz w:val="20"/>
                <w:szCs w:val="20"/>
              </w:rPr>
              <w:t>Львіввугілля</w:t>
            </w:r>
            <w:proofErr w:type="spellEnd"/>
            <w:r w:rsidRPr="00AE2805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1E2B0F">
            <w:pPr>
              <w:pStyle w:val="21"/>
              <w:tabs>
                <w:tab w:val="left" w:pos="1806"/>
              </w:tabs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E2805">
              <w:rPr>
                <w:bCs/>
                <w:sz w:val="20"/>
                <w:szCs w:val="20"/>
              </w:rPr>
              <w:t xml:space="preserve">Санітарна обробка </w:t>
            </w:r>
            <w:proofErr w:type="spellStart"/>
            <w:r w:rsidRPr="00AE2805">
              <w:rPr>
                <w:bCs/>
                <w:sz w:val="20"/>
                <w:szCs w:val="20"/>
              </w:rPr>
              <w:t>населення,спеціальна</w:t>
            </w:r>
            <w:proofErr w:type="spellEnd"/>
            <w:r w:rsidRPr="00AE2805">
              <w:rPr>
                <w:bCs/>
                <w:sz w:val="20"/>
                <w:szCs w:val="20"/>
              </w:rPr>
              <w:t xml:space="preserve"> обробка техніки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м. Червоноград, вул.Промислова,27,</w:t>
            </w:r>
          </w:p>
          <w:p w:rsidR="001352B8" w:rsidRPr="00AE2805" w:rsidRDefault="001352B8" w:rsidP="001E2B0F">
            <w:pPr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AE2805">
              <w:rPr>
                <w:bCs w:val="0"/>
                <w:sz w:val="20"/>
                <w:szCs w:val="20"/>
              </w:rPr>
              <w:t>тел</w:t>
            </w:r>
            <w:proofErr w:type="spellEnd"/>
            <w:r w:rsidRPr="00AE2805">
              <w:rPr>
                <w:bCs w:val="0"/>
                <w:sz w:val="20"/>
                <w:szCs w:val="20"/>
              </w:rPr>
              <w:t>. (03249)2-02-02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1/2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1E2B0F">
            <w:pPr>
              <w:pStyle w:val="21"/>
              <w:tabs>
                <w:tab w:val="left" w:pos="1806"/>
              </w:tabs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E2805">
              <w:rPr>
                <w:bCs/>
                <w:sz w:val="20"/>
                <w:szCs w:val="20"/>
              </w:rPr>
              <w:t xml:space="preserve">Санітарна обробка </w:t>
            </w:r>
            <w:proofErr w:type="spellStart"/>
            <w:r w:rsidRPr="00AE2805">
              <w:rPr>
                <w:bCs/>
                <w:sz w:val="20"/>
                <w:szCs w:val="20"/>
              </w:rPr>
              <w:t>населення,спеціальна</w:t>
            </w:r>
            <w:proofErr w:type="spellEnd"/>
            <w:r w:rsidRPr="00AE2805">
              <w:rPr>
                <w:bCs/>
                <w:sz w:val="20"/>
                <w:szCs w:val="20"/>
              </w:rPr>
              <w:t xml:space="preserve"> обробка техніки</w:t>
            </w:r>
          </w:p>
        </w:tc>
      </w:tr>
      <w:tr w:rsidR="001352B8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  <w:vAlign w:val="center"/>
          </w:tcPr>
          <w:p w:rsidR="001352B8" w:rsidRPr="00AE2805" w:rsidRDefault="001352B8" w:rsidP="007F5530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1E2B0F">
            <w:pPr>
              <w:jc w:val="both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ВП «Шахта «</w:t>
            </w:r>
            <w:proofErr w:type="spellStart"/>
            <w:r w:rsidRPr="00AE2805">
              <w:rPr>
                <w:bCs w:val="0"/>
                <w:sz w:val="20"/>
                <w:szCs w:val="20"/>
              </w:rPr>
              <w:t>Межирічанська</w:t>
            </w:r>
            <w:proofErr w:type="spellEnd"/>
            <w:r w:rsidRPr="00AE2805">
              <w:rPr>
                <w:bCs w:val="0"/>
                <w:sz w:val="20"/>
                <w:szCs w:val="20"/>
              </w:rPr>
              <w:t>»</w:t>
            </w:r>
          </w:p>
          <w:p w:rsidR="001352B8" w:rsidRPr="00AE2805" w:rsidRDefault="001352B8" w:rsidP="001E2B0F">
            <w:pPr>
              <w:jc w:val="both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ДП «</w:t>
            </w:r>
            <w:proofErr w:type="spellStart"/>
            <w:r w:rsidRPr="00AE2805">
              <w:rPr>
                <w:bCs w:val="0"/>
                <w:sz w:val="20"/>
                <w:szCs w:val="20"/>
              </w:rPr>
              <w:t>Львіввугілля</w:t>
            </w:r>
            <w:proofErr w:type="spellEnd"/>
            <w:r w:rsidRPr="00AE2805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1E2B0F">
            <w:pPr>
              <w:pStyle w:val="21"/>
              <w:tabs>
                <w:tab w:val="left" w:pos="1806"/>
              </w:tabs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E2805">
              <w:rPr>
                <w:bCs/>
                <w:sz w:val="20"/>
                <w:szCs w:val="20"/>
              </w:rPr>
              <w:t xml:space="preserve">Санітарна обробка </w:t>
            </w:r>
            <w:proofErr w:type="spellStart"/>
            <w:r w:rsidRPr="00AE2805">
              <w:rPr>
                <w:bCs/>
                <w:sz w:val="20"/>
                <w:szCs w:val="20"/>
              </w:rPr>
              <w:t>населення,спеціальна</w:t>
            </w:r>
            <w:proofErr w:type="spellEnd"/>
            <w:r w:rsidRPr="00AE2805">
              <w:rPr>
                <w:bCs/>
                <w:sz w:val="20"/>
                <w:szCs w:val="20"/>
              </w:rPr>
              <w:t xml:space="preserve"> обробка техніки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AE2805">
              <w:rPr>
                <w:bCs w:val="0"/>
                <w:sz w:val="20"/>
                <w:szCs w:val="20"/>
              </w:rPr>
              <w:t>м.Червоноград</w:t>
            </w:r>
            <w:proofErr w:type="spellEnd"/>
            <w:r w:rsidRPr="00AE2805">
              <w:rPr>
                <w:bCs w:val="0"/>
                <w:sz w:val="20"/>
                <w:szCs w:val="20"/>
              </w:rPr>
              <w:t xml:space="preserve">, вул.Львівська,68, </w:t>
            </w:r>
            <w:proofErr w:type="spellStart"/>
            <w:r w:rsidRPr="00AE2805">
              <w:rPr>
                <w:bCs w:val="0"/>
                <w:sz w:val="20"/>
                <w:szCs w:val="20"/>
              </w:rPr>
              <w:t>тел</w:t>
            </w:r>
            <w:proofErr w:type="spellEnd"/>
            <w:r w:rsidRPr="00AE2805">
              <w:rPr>
                <w:bCs w:val="0"/>
                <w:sz w:val="20"/>
                <w:szCs w:val="20"/>
              </w:rPr>
              <w:t>. (03249) 3-99-56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1/2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1E2B0F">
            <w:pPr>
              <w:pStyle w:val="21"/>
              <w:tabs>
                <w:tab w:val="left" w:pos="1806"/>
              </w:tabs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E2805">
              <w:rPr>
                <w:bCs/>
                <w:sz w:val="20"/>
                <w:szCs w:val="20"/>
              </w:rPr>
              <w:t xml:space="preserve">Санітарна обробка </w:t>
            </w:r>
            <w:proofErr w:type="spellStart"/>
            <w:r w:rsidRPr="00AE2805">
              <w:rPr>
                <w:bCs/>
                <w:sz w:val="20"/>
                <w:szCs w:val="20"/>
              </w:rPr>
              <w:t>населення,спеціальна</w:t>
            </w:r>
            <w:proofErr w:type="spellEnd"/>
            <w:r w:rsidRPr="00AE2805">
              <w:rPr>
                <w:bCs/>
                <w:sz w:val="20"/>
                <w:szCs w:val="20"/>
              </w:rPr>
              <w:t xml:space="preserve"> обробка техніки</w:t>
            </w:r>
          </w:p>
        </w:tc>
      </w:tr>
      <w:tr w:rsidR="001352B8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  <w:vAlign w:val="center"/>
          </w:tcPr>
          <w:p w:rsidR="001352B8" w:rsidRPr="00AE2805" w:rsidRDefault="001352B8" w:rsidP="007F5530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1E2B0F">
            <w:pPr>
              <w:widowControl w:val="0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КП «Центральна міська лікарня ЧМР»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Санітарна обробка населення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 xml:space="preserve">м. Червоноград, вул. Івасюка, 2, </w:t>
            </w:r>
            <w:proofErr w:type="spellStart"/>
            <w:r w:rsidRPr="00AE2805">
              <w:rPr>
                <w:bCs w:val="0"/>
                <w:sz w:val="20"/>
                <w:szCs w:val="20"/>
              </w:rPr>
              <w:t>тел</w:t>
            </w:r>
            <w:proofErr w:type="spellEnd"/>
            <w:r w:rsidRPr="00AE2805">
              <w:rPr>
                <w:bCs w:val="0"/>
                <w:sz w:val="20"/>
                <w:szCs w:val="20"/>
              </w:rPr>
              <w:t>. (03249) 3-17-33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1/5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Санітарна обробка населення</w:t>
            </w:r>
          </w:p>
        </w:tc>
      </w:tr>
      <w:tr w:rsidR="001352B8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  <w:vAlign w:val="center"/>
          </w:tcPr>
          <w:p w:rsidR="001352B8" w:rsidRPr="00AE2805" w:rsidRDefault="001352B8" w:rsidP="007F5530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1E2B0F">
            <w:pPr>
              <w:ind w:left="-57" w:right="-57"/>
              <w:jc w:val="both"/>
              <w:rPr>
                <w:bCs w:val="0"/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ТзОВ ТВК «</w:t>
            </w:r>
            <w:proofErr w:type="spellStart"/>
            <w:r w:rsidRPr="00AE2805">
              <w:rPr>
                <w:sz w:val="20"/>
                <w:szCs w:val="20"/>
              </w:rPr>
              <w:t>Львівхолод</w:t>
            </w:r>
            <w:proofErr w:type="spellEnd"/>
            <w:r w:rsidRPr="00AE2805">
              <w:rPr>
                <w:sz w:val="20"/>
                <w:szCs w:val="20"/>
              </w:rPr>
              <w:t>»,</w:t>
            </w:r>
          </w:p>
          <w:p w:rsidR="001352B8" w:rsidRPr="00533D66" w:rsidRDefault="001352B8" w:rsidP="001E2B0F">
            <w:pPr>
              <w:ind w:left="-57" w:right="-57"/>
              <w:jc w:val="both"/>
              <w:rPr>
                <w:sz w:val="20"/>
                <w:szCs w:val="20"/>
                <w:lang w:val="ru-RU"/>
              </w:rPr>
            </w:pPr>
            <w:r w:rsidRPr="00AE2805">
              <w:rPr>
                <w:sz w:val="20"/>
                <w:szCs w:val="20"/>
              </w:rPr>
              <w:t>магазини «Рукавичка»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ind w:left="-57" w:right="-57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9034 м"/>
              </w:smartTagPr>
              <w:r w:rsidRPr="00AE2805">
                <w:rPr>
                  <w:sz w:val="20"/>
                  <w:szCs w:val="20"/>
                </w:rPr>
                <w:t xml:space="preserve">79034 </w:t>
              </w:r>
              <w:proofErr w:type="spellStart"/>
              <w:r w:rsidRPr="00AE2805">
                <w:rPr>
                  <w:sz w:val="20"/>
                  <w:szCs w:val="20"/>
                </w:rPr>
                <w:t>м</w:t>
              </w:r>
            </w:smartTag>
            <w:r w:rsidRPr="00AE2805">
              <w:rPr>
                <w:sz w:val="20"/>
                <w:szCs w:val="20"/>
              </w:rPr>
              <w:t>.Львів</w:t>
            </w:r>
            <w:proofErr w:type="spellEnd"/>
            <w:r w:rsidRPr="00AE2805">
              <w:rPr>
                <w:sz w:val="20"/>
                <w:szCs w:val="20"/>
              </w:rPr>
              <w:t>,</w:t>
            </w:r>
          </w:p>
          <w:p w:rsidR="001352B8" w:rsidRPr="00AE2805" w:rsidRDefault="001352B8" w:rsidP="001E2B0F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вул.Угорська</w:t>
            </w:r>
            <w:proofErr w:type="spellEnd"/>
            <w:r w:rsidRPr="00AE2805">
              <w:rPr>
                <w:sz w:val="20"/>
                <w:szCs w:val="20"/>
              </w:rPr>
              <w:t>, 22,</w:t>
            </w:r>
          </w:p>
          <w:p w:rsidR="001352B8" w:rsidRPr="00AE2805" w:rsidRDefault="001352B8" w:rsidP="001E2B0F">
            <w:pPr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AE2805">
              <w:rPr>
                <w:sz w:val="20"/>
                <w:szCs w:val="20"/>
              </w:rPr>
              <w:t>тел</w:t>
            </w:r>
            <w:proofErr w:type="spellEnd"/>
            <w:r w:rsidRPr="00AE2805">
              <w:rPr>
                <w:sz w:val="20"/>
                <w:szCs w:val="20"/>
              </w:rPr>
              <w:t>. (0322)70-23-41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8/8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Забезпечення  органів управління і сил цивільного захисту запасами продовольчих ресурсів для проведення першочергових робіт під час ліквідації наслідків надзвичайних ситуацій та здійснення інших заходів</w:t>
            </w:r>
          </w:p>
        </w:tc>
      </w:tr>
      <w:tr w:rsidR="001352B8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  <w:vAlign w:val="center"/>
          </w:tcPr>
          <w:p w:rsidR="001352B8" w:rsidRPr="00AE2805" w:rsidRDefault="001352B8" w:rsidP="007F5530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1E2B0F">
            <w:pPr>
              <w:ind w:left="-57" w:right="-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ТзОВ «АТБ – Маркет»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1E2B0F">
            <w:pPr>
              <w:jc w:val="center"/>
            </w:pPr>
            <w:r w:rsidRPr="00AE2805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pStyle w:val="15"/>
              <w:shd w:val="clear" w:color="auto" w:fill="auto"/>
              <w:spacing w:before="0"/>
              <w:ind w:left="-106" w:right="-102"/>
              <w:rPr>
                <w:b w:val="0"/>
                <w:bCs w:val="0"/>
                <w:color w:val="auto"/>
              </w:rPr>
            </w:pPr>
            <w:r w:rsidRPr="00AE2805">
              <w:rPr>
                <w:b w:val="0"/>
                <w:bCs w:val="0"/>
                <w:color w:val="auto"/>
              </w:rPr>
              <w:t>Дніпропетровська обл. Дніпровський район, смт. Слобожанське,</w:t>
            </w:r>
          </w:p>
          <w:p w:rsidR="001352B8" w:rsidRPr="00AE2805" w:rsidRDefault="001352B8" w:rsidP="001E2B0F">
            <w:pPr>
              <w:pStyle w:val="15"/>
              <w:shd w:val="clear" w:color="auto" w:fill="auto"/>
              <w:spacing w:before="0"/>
              <w:ind w:left="-106" w:right="-102"/>
              <w:rPr>
                <w:b w:val="0"/>
                <w:bCs w:val="0"/>
                <w:color w:val="auto"/>
              </w:rPr>
            </w:pPr>
            <w:r w:rsidRPr="00AE2805">
              <w:rPr>
                <w:b w:val="0"/>
                <w:bCs w:val="0"/>
                <w:color w:val="auto"/>
              </w:rPr>
              <w:t>вул. Василя Сухомлинського, 76,</w:t>
            </w:r>
          </w:p>
          <w:p w:rsidR="001352B8" w:rsidRPr="00AE2805" w:rsidRDefault="001352B8" w:rsidP="001E2B0F">
            <w:pPr>
              <w:pStyle w:val="15"/>
              <w:shd w:val="clear" w:color="auto" w:fill="auto"/>
              <w:spacing w:before="0"/>
              <w:ind w:left="0" w:right="-102"/>
              <w:rPr>
                <w:b w:val="0"/>
                <w:bCs w:val="0"/>
                <w:color w:val="auto"/>
                <w:spacing w:val="0"/>
                <w:sz w:val="22"/>
                <w:szCs w:val="22"/>
              </w:rPr>
            </w:pPr>
            <w:proofErr w:type="spellStart"/>
            <w:r w:rsidRPr="00AE2805">
              <w:rPr>
                <w:b w:val="0"/>
                <w:bCs w:val="0"/>
                <w:color w:val="auto"/>
              </w:rPr>
              <w:t>тел</w:t>
            </w:r>
            <w:proofErr w:type="spellEnd"/>
            <w:r w:rsidRPr="00AE2805">
              <w:rPr>
                <w:b w:val="0"/>
                <w:bCs w:val="0"/>
                <w:color w:val="auto"/>
              </w:rPr>
              <w:t>. 066-594-8522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4/4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1E2B0F">
            <w:pPr>
              <w:jc w:val="center"/>
            </w:pPr>
            <w:r w:rsidRPr="00AE2805">
              <w:rPr>
                <w:sz w:val="20"/>
                <w:szCs w:val="20"/>
              </w:rPr>
              <w:t>-"-</w:t>
            </w:r>
          </w:p>
        </w:tc>
      </w:tr>
      <w:tr w:rsidR="001352B8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  <w:vAlign w:val="center"/>
          </w:tcPr>
          <w:p w:rsidR="001352B8" w:rsidRPr="00AE2805" w:rsidRDefault="001352B8" w:rsidP="007F5530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1E2B0F">
            <w:pPr>
              <w:ind w:left="-57" w:right="-57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Приватне підприємство</w:t>
            </w:r>
          </w:p>
          <w:p w:rsidR="001352B8" w:rsidRPr="00AE2805" w:rsidRDefault="001352B8" w:rsidP="001E2B0F">
            <w:pPr>
              <w:widowControl w:val="0"/>
              <w:jc w:val="both"/>
              <w:rPr>
                <w:b/>
                <w:bCs w:val="0"/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«Сузір'я», магазин  «Продукти»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1E2B0F">
            <w:pPr>
              <w:jc w:val="center"/>
            </w:pPr>
            <w:r w:rsidRPr="00AE2805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ind w:left="-57" w:right="-57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 .Червоноград,</w:t>
            </w:r>
          </w:p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вул.Будівельна,7,</w:t>
            </w:r>
          </w:p>
          <w:p w:rsidR="001352B8" w:rsidRPr="00AE2805" w:rsidRDefault="001352B8" w:rsidP="001E2B0F">
            <w:pPr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тел</w:t>
            </w:r>
            <w:proofErr w:type="spellEnd"/>
            <w:r w:rsidRPr="00AE2805">
              <w:rPr>
                <w:sz w:val="20"/>
                <w:szCs w:val="20"/>
              </w:rPr>
              <w:t>. 4-71-40, 4-68-17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1/2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1E2B0F">
            <w:pPr>
              <w:jc w:val="center"/>
            </w:pPr>
            <w:r w:rsidRPr="00AE2805">
              <w:rPr>
                <w:sz w:val="20"/>
                <w:szCs w:val="20"/>
              </w:rPr>
              <w:t>-"-</w:t>
            </w:r>
          </w:p>
        </w:tc>
      </w:tr>
      <w:tr w:rsidR="001352B8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  <w:vAlign w:val="center"/>
          </w:tcPr>
          <w:p w:rsidR="001352B8" w:rsidRPr="00AE2805" w:rsidRDefault="001352B8" w:rsidP="007F5530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1E2B0F">
            <w:pPr>
              <w:widowControl w:val="0"/>
              <w:jc w:val="both"/>
              <w:rPr>
                <w:b/>
                <w:bCs w:val="0"/>
                <w:sz w:val="20"/>
                <w:szCs w:val="20"/>
              </w:rPr>
            </w:pPr>
            <w:r w:rsidRPr="00AE2805">
              <w:rPr>
                <w:sz w:val="20"/>
                <w:szCs w:val="20"/>
                <w:lang w:eastAsia="uk-UA"/>
              </w:rPr>
              <w:t>Сокальська спілка споживчих товариств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1E2B0F">
            <w:pPr>
              <w:jc w:val="center"/>
            </w:pPr>
            <w:r w:rsidRPr="00AE2805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pStyle w:val="15"/>
              <w:shd w:val="clear" w:color="auto" w:fill="auto"/>
              <w:spacing w:before="0"/>
              <w:ind w:left="0"/>
              <w:rPr>
                <w:b w:val="0"/>
                <w:bCs w:val="0"/>
                <w:color w:val="auto"/>
                <w:spacing w:val="0"/>
                <w:sz w:val="22"/>
                <w:szCs w:val="22"/>
              </w:rPr>
            </w:pPr>
            <w:r w:rsidRPr="00AE2805">
              <w:rPr>
                <w:b w:val="0"/>
                <w:bCs w:val="0"/>
                <w:color w:val="auto"/>
                <w:lang w:eastAsia="uk-UA"/>
              </w:rPr>
              <w:t xml:space="preserve">м. </w:t>
            </w:r>
            <w:proofErr w:type="spellStart"/>
            <w:r w:rsidRPr="00AE2805">
              <w:rPr>
                <w:b w:val="0"/>
                <w:bCs w:val="0"/>
                <w:color w:val="auto"/>
                <w:lang w:eastAsia="uk-UA"/>
              </w:rPr>
              <w:t>Сокаль</w:t>
            </w:r>
            <w:proofErr w:type="spellEnd"/>
            <w:r w:rsidRPr="00AE2805">
              <w:rPr>
                <w:b w:val="0"/>
                <w:bCs w:val="0"/>
                <w:color w:val="auto"/>
                <w:lang w:eastAsia="uk-UA"/>
              </w:rPr>
              <w:t xml:space="preserve">, </w:t>
            </w:r>
            <w:proofErr w:type="spellStart"/>
            <w:r w:rsidRPr="00AE2805">
              <w:rPr>
                <w:b w:val="0"/>
                <w:bCs w:val="0"/>
                <w:color w:val="auto"/>
                <w:lang w:eastAsia="uk-UA"/>
              </w:rPr>
              <w:t>тел</w:t>
            </w:r>
            <w:proofErr w:type="spellEnd"/>
            <w:r w:rsidRPr="00AE2805">
              <w:rPr>
                <w:b w:val="0"/>
                <w:bCs w:val="0"/>
                <w:color w:val="auto"/>
                <w:lang w:eastAsia="uk-UA"/>
              </w:rPr>
              <w:t>. 0674916140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1/1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1E2B0F">
            <w:pPr>
              <w:jc w:val="center"/>
            </w:pPr>
            <w:r w:rsidRPr="00AE2805">
              <w:rPr>
                <w:sz w:val="20"/>
                <w:szCs w:val="20"/>
              </w:rPr>
              <w:t>-"-</w:t>
            </w:r>
          </w:p>
        </w:tc>
      </w:tr>
      <w:tr w:rsidR="001352B8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  <w:vAlign w:val="center"/>
          </w:tcPr>
          <w:p w:rsidR="001352B8" w:rsidRPr="00AE2805" w:rsidRDefault="001352B8" w:rsidP="007F5530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4E52F0">
            <w:pPr>
              <w:widowControl w:val="0"/>
              <w:rPr>
                <w:b/>
                <w:bCs w:val="0"/>
                <w:sz w:val="20"/>
                <w:szCs w:val="20"/>
              </w:rPr>
            </w:pPr>
            <w:r w:rsidRPr="00AE2805">
              <w:rPr>
                <w:sz w:val="20"/>
                <w:szCs w:val="20"/>
                <w:lang w:eastAsia="uk-UA"/>
              </w:rPr>
              <w:t>Великомостівська спілка споживчих товариств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1E2B0F">
            <w:pPr>
              <w:jc w:val="center"/>
            </w:pPr>
            <w:r w:rsidRPr="00AE2805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pStyle w:val="15"/>
              <w:shd w:val="clear" w:color="auto" w:fill="auto"/>
              <w:spacing w:before="0"/>
              <w:ind w:left="0"/>
              <w:rPr>
                <w:b w:val="0"/>
                <w:bCs w:val="0"/>
                <w:color w:val="auto"/>
                <w:spacing w:val="0"/>
                <w:sz w:val="22"/>
                <w:szCs w:val="22"/>
              </w:rPr>
            </w:pPr>
            <w:r w:rsidRPr="00AE2805">
              <w:rPr>
                <w:b w:val="0"/>
                <w:bCs w:val="0"/>
                <w:color w:val="auto"/>
                <w:lang w:eastAsia="uk-UA"/>
              </w:rPr>
              <w:t xml:space="preserve">м. Великі Мости, вул. Львівська 66, </w:t>
            </w:r>
            <w:proofErr w:type="spellStart"/>
            <w:r w:rsidRPr="00AE2805">
              <w:rPr>
                <w:b w:val="0"/>
                <w:bCs w:val="0"/>
                <w:color w:val="auto"/>
                <w:lang w:eastAsia="uk-UA"/>
              </w:rPr>
              <w:t>тел</w:t>
            </w:r>
            <w:proofErr w:type="spellEnd"/>
            <w:r w:rsidRPr="00AE2805">
              <w:rPr>
                <w:b w:val="0"/>
                <w:bCs w:val="0"/>
                <w:color w:val="auto"/>
                <w:lang w:eastAsia="uk-UA"/>
              </w:rPr>
              <w:t>. 0673411153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1/1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1E2B0F">
            <w:pPr>
              <w:jc w:val="center"/>
            </w:pPr>
            <w:r w:rsidRPr="00AE2805">
              <w:rPr>
                <w:sz w:val="20"/>
                <w:szCs w:val="20"/>
              </w:rPr>
              <w:t>-"-</w:t>
            </w:r>
          </w:p>
        </w:tc>
      </w:tr>
      <w:tr w:rsidR="001352B8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  <w:vAlign w:val="center"/>
          </w:tcPr>
          <w:p w:rsidR="001352B8" w:rsidRPr="00AE2805" w:rsidRDefault="001352B8" w:rsidP="007F5530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4E52F0">
            <w:pPr>
              <w:rPr>
                <w:sz w:val="20"/>
                <w:szCs w:val="20"/>
                <w:lang w:eastAsia="uk-UA"/>
              </w:rPr>
            </w:pPr>
            <w:r w:rsidRPr="00AE2805">
              <w:rPr>
                <w:sz w:val="20"/>
                <w:szCs w:val="20"/>
                <w:lang w:eastAsia="uk-UA"/>
              </w:rPr>
              <w:t>Радехівська районна спілка споживчих товариств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1E2B0F">
            <w:pPr>
              <w:jc w:val="center"/>
            </w:pPr>
            <w:r w:rsidRPr="00AE2805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pStyle w:val="15"/>
              <w:shd w:val="clear" w:color="auto" w:fill="auto"/>
              <w:spacing w:before="0"/>
              <w:ind w:left="0"/>
              <w:rPr>
                <w:b w:val="0"/>
                <w:bCs w:val="0"/>
                <w:color w:val="auto"/>
                <w:spacing w:val="0"/>
                <w:sz w:val="22"/>
                <w:szCs w:val="22"/>
              </w:rPr>
            </w:pPr>
            <w:r w:rsidRPr="00AE2805">
              <w:rPr>
                <w:b w:val="0"/>
                <w:bCs w:val="0"/>
                <w:color w:val="auto"/>
                <w:lang w:eastAsia="uk-UA"/>
              </w:rPr>
              <w:t xml:space="preserve">м. </w:t>
            </w:r>
            <w:proofErr w:type="spellStart"/>
            <w:r w:rsidRPr="00AE2805">
              <w:rPr>
                <w:b w:val="0"/>
                <w:bCs w:val="0"/>
                <w:color w:val="auto"/>
                <w:lang w:eastAsia="uk-UA"/>
              </w:rPr>
              <w:t>Радехів</w:t>
            </w:r>
            <w:proofErr w:type="spellEnd"/>
            <w:r w:rsidRPr="00AE2805">
              <w:rPr>
                <w:b w:val="0"/>
                <w:bCs w:val="0"/>
                <w:color w:val="auto"/>
                <w:lang w:eastAsia="uk-UA"/>
              </w:rPr>
              <w:t xml:space="preserve">, вул. Львівська, 31, </w:t>
            </w:r>
            <w:proofErr w:type="spellStart"/>
            <w:r w:rsidRPr="00AE2805">
              <w:rPr>
                <w:b w:val="0"/>
                <w:bCs w:val="0"/>
                <w:color w:val="auto"/>
                <w:lang w:eastAsia="uk-UA"/>
              </w:rPr>
              <w:t>тел</w:t>
            </w:r>
            <w:proofErr w:type="spellEnd"/>
            <w:r w:rsidRPr="00AE2805">
              <w:rPr>
                <w:b w:val="0"/>
                <w:bCs w:val="0"/>
                <w:color w:val="auto"/>
                <w:lang w:eastAsia="uk-UA"/>
              </w:rPr>
              <w:t>. 0964215788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1/2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1E2B0F">
            <w:pPr>
              <w:jc w:val="center"/>
            </w:pPr>
            <w:r w:rsidRPr="00AE2805">
              <w:rPr>
                <w:sz w:val="20"/>
                <w:szCs w:val="20"/>
              </w:rPr>
              <w:t>-"-</w:t>
            </w:r>
          </w:p>
        </w:tc>
      </w:tr>
      <w:tr w:rsidR="001352B8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  <w:vAlign w:val="center"/>
          </w:tcPr>
          <w:p w:rsidR="001352B8" w:rsidRPr="00AE2805" w:rsidRDefault="001352B8" w:rsidP="007F5530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4E52F0">
            <w:pPr>
              <w:widowControl w:val="0"/>
              <w:rPr>
                <w:b/>
                <w:bCs w:val="0"/>
                <w:sz w:val="20"/>
                <w:szCs w:val="20"/>
              </w:rPr>
            </w:pPr>
            <w:r w:rsidRPr="00AE2805">
              <w:rPr>
                <w:sz w:val="20"/>
                <w:szCs w:val="20"/>
                <w:lang w:eastAsia="uk-UA"/>
              </w:rPr>
              <w:t>Кафе ОЛК «Ровесник</w:t>
            </w:r>
            <w:r>
              <w:rPr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1E2B0F">
            <w:pPr>
              <w:jc w:val="center"/>
            </w:pPr>
            <w:r w:rsidRPr="00AE2805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pStyle w:val="15"/>
              <w:shd w:val="clear" w:color="auto" w:fill="auto"/>
              <w:spacing w:before="0"/>
              <w:ind w:left="0"/>
              <w:rPr>
                <w:b w:val="0"/>
                <w:bCs w:val="0"/>
                <w:color w:val="auto"/>
                <w:lang w:eastAsia="uk-UA"/>
              </w:rPr>
            </w:pPr>
            <w:r w:rsidRPr="00AE2805">
              <w:rPr>
                <w:b w:val="0"/>
                <w:bCs w:val="0"/>
                <w:color w:val="auto"/>
                <w:lang w:eastAsia="uk-UA"/>
              </w:rPr>
              <w:t>с. Комарів,</w:t>
            </w:r>
          </w:p>
          <w:p w:rsidR="001352B8" w:rsidRPr="00AE2805" w:rsidRDefault="001352B8" w:rsidP="001E2B0F">
            <w:pPr>
              <w:pStyle w:val="15"/>
              <w:shd w:val="clear" w:color="auto" w:fill="auto"/>
              <w:spacing w:before="0"/>
              <w:ind w:left="0"/>
              <w:rPr>
                <w:b w:val="0"/>
                <w:bCs w:val="0"/>
                <w:color w:val="auto"/>
                <w:spacing w:val="0"/>
                <w:sz w:val="22"/>
                <w:szCs w:val="22"/>
              </w:rPr>
            </w:pPr>
            <w:proofErr w:type="spellStart"/>
            <w:r w:rsidRPr="00AE2805">
              <w:rPr>
                <w:b w:val="0"/>
                <w:bCs w:val="0"/>
                <w:color w:val="auto"/>
                <w:lang w:eastAsia="uk-UA"/>
              </w:rPr>
              <w:t>тел</w:t>
            </w:r>
            <w:proofErr w:type="spellEnd"/>
            <w:r w:rsidRPr="00AE2805">
              <w:rPr>
                <w:b w:val="0"/>
                <w:bCs w:val="0"/>
                <w:color w:val="auto"/>
                <w:lang w:eastAsia="uk-UA"/>
              </w:rPr>
              <w:t>. (03249)23113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1/5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Організація гарячого харчування, приготування їжі</w:t>
            </w:r>
          </w:p>
        </w:tc>
      </w:tr>
      <w:tr w:rsidR="001352B8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  <w:vAlign w:val="center"/>
          </w:tcPr>
          <w:p w:rsidR="001352B8" w:rsidRPr="00AE2805" w:rsidRDefault="001352B8" w:rsidP="007F5530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4E52F0">
            <w:pPr>
              <w:widowControl w:val="0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Добротвірський</w:t>
            </w:r>
            <w:proofErr w:type="spellEnd"/>
            <w:r w:rsidRPr="00AE2805">
              <w:rPr>
                <w:sz w:val="20"/>
                <w:szCs w:val="20"/>
              </w:rPr>
              <w:t xml:space="preserve"> професійний ліцей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1E2B0F">
            <w:pPr>
              <w:jc w:val="center"/>
            </w:pPr>
            <w:r w:rsidRPr="00AE2805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r w:rsidRPr="00AE2805">
              <w:rPr>
                <w:b w:val="0"/>
                <w:color w:val="auto"/>
                <w:spacing w:val="0"/>
                <w:lang w:eastAsia="ru-RU"/>
              </w:rPr>
              <w:t>смт. Добротвір,</w:t>
            </w:r>
          </w:p>
          <w:p w:rsidR="001352B8" w:rsidRPr="00AE2805" w:rsidRDefault="001352B8" w:rsidP="001E2B0F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r w:rsidRPr="00AE2805">
              <w:rPr>
                <w:b w:val="0"/>
                <w:color w:val="auto"/>
                <w:spacing w:val="0"/>
                <w:lang w:eastAsia="ru-RU"/>
              </w:rPr>
              <w:t>вул. Сагайдачного, 3,</w:t>
            </w:r>
          </w:p>
          <w:p w:rsidR="001352B8" w:rsidRPr="00AE2805" w:rsidRDefault="001352B8" w:rsidP="001E2B0F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proofErr w:type="spellStart"/>
            <w:r w:rsidRPr="00AE2805">
              <w:rPr>
                <w:b w:val="0"/>
                <w:color w:val="auto"/>
                <w:spacing w:val="0"/>
                <w:lang w:eastAsia="ru-RU"/>
              </w:rPr>
              <w:t>тел</w:t>
            </w:r>
            <w:proofErr w:type="spellEnd"/>
            <w:r w:rsidRPr="00AE2805">
              <w:rPr>
                <w:b w:val="0"/>
                <w:color w:val="auto"/>
                <w:spacing w:val="0"/>
                <w:lang w:eastAsia="ru-RU"/>
              </w:rPr>
              <w:t>. (03254) 31-130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1/-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Організація гарячого харчування, приготування їжі</w:t>
            </w:r>
          </w:p>
        </w:tc>
      </w:tr>
      <w:tr w:rsidR="001352B8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  <w:vAlign w:val="center"/>
          </w:tcPr>
          <w:p w:rsidR="001352B8" w:rsidRPr="00AE2805" w:rsidRDefault="001352B8" w:rsidP="007F5530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4E52F0">
            <w:pPr>
              <w:widowControl w:val="0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ФОП </w:t>
            </w:r>
            <w:proofErr w:type="spellStart"/>
            <w:r w:rsidRPr="00AE2805">
              <w:rPr>
                <w:sz w:val="20"/>
                <w:szCs w:val="20"/>
              </w:rPr>
              <w:t>Биндас</w:t>
            </w:r>
            <w:proofErr w:type="spellEnd"/>
            <w:r w:rsidRPr="00AE2805">
              <w:rPr>
                <w:sz w:val="20"/>
                <w:szCs w:val="20"/>
              </w:rPr>
              <w:t xml:space="preserve"> Богдана Петрівна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1E2B0F">
            <w:pPr>
              <w:jc w:val="center"/>
            </w:pPr>
            <w:r w:rsidRPr="00AE2805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r w:rsidRPr="00AE2805">
              <w:rPr>
                <w:b w:val="0"/>
                <w:color w:val="auto"/>
                <w:spacing w:val="0"/>
                <w:lang w:eastAsia="ru-RU"/>
              </w:rPr>
              <w:t>смт. Добротвір,</w:t>
            </w:r>
          </w:p>
          <w:p w:rsidR="001352B8" w:rsidRPr="00AE2805" w:rsidRDefault="001352B8" w:rsidP="001E2B0F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r w:rsidRPr="00AE2805">
              <w:rPr>
                <w:b w:val="0"/>
                <w:color w:val="auto"/>
                <w:spacing w:val="0"/>
                <w:lang w:eastAsia="ru-RU"/>
              </w:rPr>
              <w:t>вул. Мазепи 37,</w:t>
            </w:r>
          </w:p>
          <w:p w:rsidR="001352B8" w:rsidRPr="00AE2805" w:rsidRDefault="001352B8" w:rsidP="001E2B0F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proofErr w:type="spellStart"/>
            <w:r w:rsidRPr="00AE2805">
              <w:rPr>
                <w:b w:val="0"/>
                <w:color w:val="auto"/>
                <w:spacing w:val="0"/>
                <w:lang w:eastAsia="ru-RU"/>
              </w:rPr>
              <w:t>тел</w:t>
            </w:r>
            <w:proofErr w:type="spellEnd"/>
            <w:r w:rsidRPr="00AE2805">
              <w:rPr>
                <w:b w:val="0"/>
                <w:color w:val="auto"/>
                <w:spacing w:val="0"/>
                <w:lang w:eastAsia="ru-RU"/>
              </w:rPr>
              <w:t>. (067) 2080460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1/-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Забезпечення продуктами харчування, м’ясними виробами</w:t>
            </w:r>
          </w:p>
        </w:tc>
      </w:tr>
      <w:tr w:rsidR="001352B8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  <w:vAlign w:val="center"/>
          </w:tcPr>
          <w:p w:rsidR="001352B8" w:rsidRPr="00AE2805" w:rsidRDefault="001352B8" w:rsidP="007F5530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4E52F0">
            <w:pPr>
              <w:widowControl w:val="0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ФОП </w:t>
            </w:r>
            <w:proofErr w:type="spellStart"/>
            <w:r w:rsidRPr="00AE2805">
              <w:rPr>
                <w:sz w:val="20"/>
                <w:szCs w:val="20"/>
              </w:rPr>
              <w:t>Веретельник</w:t>
            </w:r>
            <w:proofErr w:type="spellEnd"/>
            <w:r w:rsidRPr="00AE2805">
              <w:rPr>
                <w:sz w:val="20"/>
                <w:szCs w:val="20"/>
              </w:rPr>
              <w:t xml:space="preserve"> Ганна Романівна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1E2B0F">
            <w:pPr>
              <w:jc w:val="center"/>
            </w:pPr>
            <w:r w:rsidRPr="00AE2805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смт.Добротвір</w:t>
            </w:r>
            <w:proofErr w:type="spellEnd"/>
            <w:r w:rsidRPr="00AE2805">
              <w:rPr>
                <w:sz w:val="20"/>
                <w:szCs w:val="20"/>
              </w:rPr>
              <w:t>,</w:t>
            </w:r>
          </w:p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 Будівельна 26/12,</w:t>
            </w:r>
          </w:p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тел</w:t>
            </w:r>
            <w:proofErr w:type="spellEnd"/>
            <w:r w:rsidRPr="00AE2805">
              <w:rPr>
                <w:sz w:val="20"/>
                <w:szCs w:val="20"/>
              </w:rPr>
              <w:t>. (050) 4315408,</w:t>
            </w:r>
          </w:p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(050) 7274346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1/-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Забезпечення продуктами харчування, хлібобулочними виробами</w:t>
            </w:r>
          </w:p>
        </w:tc>
      </w:tr>
      <w:tr w:rsidR="001352B8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  <w:vAlign w:val="center"/>
          </w:tcPr>
          <w:p w:rsidR="001352B8" w:rsidRPr="00AE2805" w:rsidRDefault="001352B8" w:rsidP="007F5530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4E52F0">
            <w:pPr>
              <w:widowControl w:val="0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Сільськогосподарський виробничий кооператив «</w:t>
            </w:r>
            <w:proofErr w:type="spellStart"/>
            <w:r w:rsidRPr="00AE2805">
              <w:rPr>
                <w:sz w:val="20"/>
                <w:szCs w:val="20"/>
              </w:rPr>
              <w:t>Добротворець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1E2B0F">
            <w:pPr>
              <w:jc w:val="center"/>
            </w:pPr>
            <w:r w:rsidRPr="00AE2805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r w:rsidRPr="00AE2805">
              <w:rPr>
                <w:b w:val="0"/>
                <w:color w:val="auto"/>
                <w:spacing w:val="0"/>
                <w:lang w:eastAsia="ru-RU"/>
              </w:rPr>
              <w:t xml:space="preserve">80411, </w:t>
            </w:r>
            <w:proofErr w:type="spellStart"/>
            <w:r w:rsidRPr="00AE2805">
              <w:rPr>
                <w:b w:val="0"/>
                <w:color w:val="auto"/>
                <w:spacing w:val="0"/>
                <w:lang w:eastAsia="ru-RU"/>
              </w:rPr>
              <w:t>смт.Добротвір</w:t>
            </w:r>
            <w:proofErr w:type="spellEnd"/>
            <w:r w:rsidRPr="00AE2805">
              <w:rPr>
                <w:b w:val="0"/>
                <w:color w:val="auto"/>
                <w:spacing w:val="0"/>
                <w:lang w:eastAsia="ru-RU"/>
              </w:rPr>
              <w:t>, вул. Будівельна, 3,</w:t>
            </w:r>
          </w:p>
          <w:p w:rsidR="001352B8" w:rsidRPr="00AE2805" w:rsidRDefault="001352B8" w:rsidP="001E2B0F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proofErr w:type="spellStart"/>
            <w:r w:rsidRPr="00AE2805">
              <w:rPr>
                <w:b w:val="0"/>
                <w:color w:val="auto"/>
                <w:spacing w:val="0"/>
                <w:lang w:eastAsia="ru-RU"/>
              </w:rPr>
              <w:t>Тел</w:t>
            </w:r>
            <w:proofErr w:type="spellEnd"/>
            <w:r w:rsidRPr="00AE2805">
              <w:rPr>
                <w:b w:val="0"/>
                <w:color w:val="auto"/>
                <w:spacing w:val="0"/>
                <w:lang w:eastAsia="ru-RU"/>
              </w:rPr>
              <w:t>. (067) 2522768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1/-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Забезпечення молочними продуктами</w:t>
            </w:r>
          </w:p>
        </w:tc>
      </w:tr>
      <w:tr w:rsidR="001352B8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  <w:vAlign w:val="center"/>
          </w:tcPr>
          <w:p w:rsidR="001352B8" w:rsidRPr="00AE2805" w:rsidRDefault="001352B8" w:rsidP="007F5530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4E52F0">
            <w:pPr>
              <w:widowControl w:val="0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Белзьке</w:t>
            </w:r>
            <w:proofErr w:type="spellEnd"/>
            <w:r w:rsidRPr="00AE2805">
              <w:rPr>
                <w:sz w:val="20"/>
                <w:szCs w:val="20"/>
              </w:rPr>
              <w:t xml:space="preserve"> споживче товариство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1E2B0F">
            <w:pPr>
              <w:jc w:val="center"/>
            </w:pPr>
            <w:r w:rsidRPr="00AE2805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r w:rsidRPr="00AE2805">
              <w:rPr>
                <w:b w:val="0"/>
                <w:color w:val="auto"/>
                <w:spacing w:val="0"/>
                <w:lang w:eastAsia="ru-RU"/>
              </w:rPr>
              <w:t xml:space="preserve">м. </w:t>
            </w:r>
            <w:proofErr w:type="spellStart"/>
            <w:r w:rsidRPr="00AE2805">
              <w:rPr>
                <w:b w:val="0"/>
                <w:color w:val="auto"/>
                <w:spacing w:val="0"/>
                <w:lang w:eastAsia="ru-RU"/>
              </w:rPr>
              <w:t>Белз</w:t>
            </w:r>
            <w:proofErr w:type="spellEnd"/>
            <w:r w:rsidRPr="00AE2805">
              <w:rPr>
                <w:b w:val="0"/>
                <w:color w:val="auto"/>
                <w:spacing w:val="0"/>
                <w:lang w:eastAsia="ru-RU"/>
              </w:rPr>
              <w:t xml:space="preserve"> вул. Вокзальна,</w:t>
            </w:r>
          </w:p>
          <w:p w:rsidR="001352B8" w:rsidRPr="00AE2805" w:rsidRDefault="001352B8" w:rsidP="001E2B0F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proofErr w:type="spellStart"/>
            <w:r w:rsidRPr="00AE2805">
              <w:rPr>
                <w:b w:val="0"/>
                <w:color w:val="auto"/>
                <w:spacing w:val="0"/>
                <w:lang w:eastAsia="ru-RU"/>
              </w:rPr>
              <w:t>тел</w:t>
            </w:r>
            <w:proofErr w:type="spellEnd"/>
            <w:r w:rsidRPr="00AE2805">
              <w:rPr>
                <w:b w:val="0"/>
                <w:color w:val="auto"/>
                <w:spacing w:val="0"/>
                <w:lang w:eastAsia="ru-RU"/>
              </w:rPr>
              <w:t>. 0325752432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1/-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Забезпечення продуктами харчування</w:t>
            </w:r>
          </w:p>
        </w:tc>
      </w:tr>
      <w:tr w:rsidR="001352B8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  <w:vAlign w:val="center"/>
          </w:tcPr>
          <w:p w:rsidR="001352B8" w:rsidRPr="00AE2805" w:rsidRDefault="001352B8" w:rsidP="007F5530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4E52F0">
            <w:pPr>
              <w:widowControl w:val="0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Угнівський</w:t>
            </w:r>
            <w:proofErr w:type="spellEnd"/>
            <w:r w:rsidRPr="00AE2805">
              <w:rPr>
                <w:sz w:val="20"/>
                <w:szCs w:val="20"/>
              </w:rPr>
              <w:t xml:space="preserve"> аграрно-будівельний ліцей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r w:rsidRPr="00AE2805">
              <w:rPr>
                <w:b w:val="0"/>
                <w:color w:val="auto"/>
                <w:spacing w:val="0"/>
                <w:lang w:eastAsia="ru-RU"/>
              </w:rPr>
              <w:t xml:space="preserve">м. </w:t>
            </w:r>
            <w:proofErr w:type="spellStart"/>
            <w:r w:rsidRPr="00AE2805">
              <w:rPr>
                <w:b w:val="0"/>
                <w:color w:val="auto"/>
                <w:spacing w:val="0"/>
                <w:lang w:eastAsia="ru-RU"/>
              </w:rPr>
              <w:t>Белз</w:t>
            </w:r>
            <w:proofErr w:type="spellEnd"/>
            <w:r w:rsidRPr="00AE2805">
              <w:rPr>
                <w:b w:val="0"/>
                <w:color w:val="auto"/>
                <w:spacing w:val="0"/>
                <w:lang w:eastAsia="ru-RU"/>
              </w:rPr>
              <w:t>, вул. Савенка, 7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2/-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1E2B0F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Організація гарячого харчування</w:t>
            </w:r>
          </w:p>
        </w:tc>
      </w:tr>
      <w:tr w:rsidR="001352B8" w:rsidRPr="00AE2805" w:rsidTr="00AE2805">
        <w:trPr>
          <w:trHeight w:val="124"/>
        </w:trPr>
        <w:tc>
          <w:tcPr>
            <w:tcW w:w="8759" w:type="dxa"/>
            <w:gridSpan w:val="6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color w:val="FF0000"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Всього за спеціалізовану службу: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1352B8" w:rsidRPr="00AE2805" w:rsidRDefault="001352B8" w:rsidP="00AE280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1352B8" w:rsidRPr="00AE2805" w:rsidRDefault="0022029A" w:rsidP="00AE28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36/42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1352B8" w:rsidRPr="00AE2805" w:rsidTr="00AE2805">
        <w:trPr>
          <w:trHeight w:val="124"/>
        </w:trPr>
        <w:tc>
          <w:tcPr>
            <w:tcW w:w="15984" w:type="dxa"/>
            <w:gridSpan w:val="10"/>
            <w:shd w:val="clear" w:color="auto" w:fill="auto"/>
          </w:tcPr>
          <w:p w:rsidR="001352B8" w:rsidRPr="00AE2805" w:rsidRDefault="001352B8" w:rsidP="00AE2805">
            <w:pPr>
              <w:pStyle w:val="15"/>
              <w:shd w:val="clear" w:color="auto" w:fill="auto"/>
              <w:spacing w:before="0"/>
              <w:ind w:left="0"/>
              <w:rPr>
                <w:color w:val="auto"/>
              </w:rPr>
            </w:pPr>
            <w:r w:rsidRPr="00AE2805">
              <w:rPr>
                <w:color w:val="auto"/>
                <w:lang w:val="en-US"/>
              </w:rPr>
              <w:t>V</w:t>
            </w:r>
            <w:r w:rsidRPr="00614AA9">
              <w:rPr>
                <w:color w:val="auto"/>
                <w:lang w:val="ru-RU"/>
              </w:rPr>
              <w:t xml:space="preserve">. </w:t>
            </w:r>
            <w:r w:rsidRPr="00AE2805">
              <w:rPr>
                <w:color w:val="auto"/>
              </w:rPr>
              <w:t xml:space="preserve">СИЛИ </w:t>
            </w:r>
            <w:r w:rsidRPr="00AE2805">
              <w:rPr>
                <w:color w:val="auto"/>
                <w:spacing w:val="0"/>
              </w:rPr>
              <w:t>СПЕЦІАЛІЗОВАНОЇ СЛУЖБИ ЗВ’ЯЗКУ ТА ОПОВІЩЕННЯ</w:t>
            </w:r>
          </w:p>
        </w:tc>
      </w:tr>
      <w:tr w:rsidR="001352B8" w:rsidRPr="00AE2805" w:rsidTr="00AE2805">
        <w:trPr>
          <w:trHeight w:val="124"/>
        </w:trPr>
        <w:tc>
          <w:tcPr>
            <w:tcW w:w="15984" w:type="dxa"/>
            <w:gridSpan w:val="10"/>
            <w:shd w:val="clear" w:color="auto" w:fill="auto"/>
          </w:tcPr>
          <w:p w:rsidR="001352B8" w:rsidRPr="00AE2805" w:rsidRDefault="001352B8" w:rsidP="00AE2805">
            <w:pPr>
              <w:jc w:val="center"/>
            </w:pPr>
            <w:r w:rsidRPr="00AE2805">
              <w:rPr>
                <w:b/>
                <w:sz w:val="20"/>
                <w:szCs w:val="20"/>
              </w:rPr>
              <w:t>СИЛИ ЛЬВІВСЬКОЇ ФІЛІЇ ПАТ «УКРТЕЛЕКОМ»</w:t>
            </w:r>
          </w:p>
        </w:tc>
      </w:tr>
      <w:tr w:rsidR="001352B8" w:rsidRPr="0019730E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352B8" w:rsidRPr="0019730E" w:rsidRDefault="001352B8" w:rsidP="007F5530">
            <w:pPr>
              <w:widowControl w:val="0"/>
              <w:ind w:left="142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Default="001352B8" w:rsidP="009443B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Cs w:val="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bCs w:val="0"/>
                <w:sz w:val="20"/>
                <w:szCs w:val="20"/>
                <w:lang w:val="ru-RU"/>
              </w:rPr>
              <w:t>Львівська</w:t>
            </w:r>
            <w:proofErr w:type="spellEnd"/>
            <w:r>
              <w:rPr>
                <w:rFonts w:ascii="TimesNewRomanPSMT" w:hAnsi="TimesNewRomanPSMT" w:cs="TimesNewRomanPSMT"/>
                <w:bCs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bCs w:val="0"/>
                <w:sz w:val="20"/>
                <w:szCs w:val="20"/>
                <w:lang w:val="ru-RU"/>
              </w:rPr>
              <w:t>філія</w:t>
            </w:r>
            <w:proofErr w:type="spellEnd"/>
            <w:r>
              <w:rPr>
                <w:rFonts w:ascii="TimesNewRomanPSMT" w:hAnsi="TimesNewRomanPSMT" w:cs="TimesNewRomanPSMT"/>
                <w:bCs w:val="0"/>
                <w:sz w:val="20"/>
                <w:szCs w:val="20"/>
                <w:lang w:val="ru-RU"/>
              </w:rPr>
              <w:t xml:space="preserve"> АТ “</w:t>
            </w:r>
            <w:proofErr w:type="spellStart"/>
            <w:r>
              <w:rPr>
                <w:rFonts w:ascii="TimesNewRomanPSMT" w:hAnsi="TimesNewRomanPSMT" w:cs="TimesNewRomanPSMT"/>
                <w:bCs w:val="0"/>
                <w:sz w:val="20"/>
                <w:szCs w:val="20"/>
                <w:lang w:val="ru-RU"/>
              </w:rPr>
              <w:t>Укртелеком</w:t>
            </w:r>
            <w:proofErr w:type="spellEnd"/>
            <w:r>
              <w:rPr>
                <w:rFonts w:ascii="TimesNewRomanPSMT" w:hAnsi="TimesNewRomanPSMT" w:cs="TimesNewRomanPSMT"/>
                <w:bCs w:val="0"/>
                <w:sz w:val="20"/>
                <w:szCs w:val="20"/>
                <w:lang w:val="ru-RU"/>
              </w:rPr>
              <w:t>”</w:t>
            </w:r>
          </w:p>
          <w:p w:rsidR="001352B8" w:rsidRPr="0019730E" w:rsidRDefault="001352B8" w:rsidP="009443B2">
            <w:pPr>
              <w:ind w:firstLine="261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3266" w:type="dxa"/>
            <w:shd w:val="clear" w:color="auto" w:fill="auto"/>
          </w:tcPr>
          <w:p w:rsidR="001352B8" w:rsidRPr="00860B42" w:rsidRDefault="001352B8" w:rsidP="00AE2805">
            <w:pPr>
              <w:jc w:val="center"/>
              <w:rPr>
                <w:sz w:val="20"/>
                <w:szCs w:val="20"/>
              </w:rPr>
            </w:pPr>
            <w:r w:rsidRPr="00860B42">
              <w:rPr>
                <w:sz w:val="20"/>
                <w:szCs w:val="20"/>
              </w:rPr>
              <w:t>Аварійно-відновлювальні команди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860B42" w:rsidRDefault="001352B8" w:rsidP="00860B42">
            <w:pPr>
              <w:autoSpaceDE w:val="0"/>
              <w:autoSpaceDN w:val="0"/>
              <w:adjustRightInd w:val="0"/>
              <w:jc w:val="center"/>
              <w:rPr>
                <w:bCs w:val="0"/>
                <w:sz w:val="20"/>
                <w:szCs w:val="20"/>
                <w:lang w:val="ru-RU"/>
              </w:rPr>
            </w:pPr>
            <w:proofErr w:type="spellStart"/>
            <w:r w:rsidRPr="00860B42">
              <w:rPr>
                <w:bCs w:val="0"/>
                <w:sz w:val="20"/>
                <w:szCs w:val="20"/>
                <w:lang w:val="ru-RU"/>
              </w:rPr>
              <w:t>м.Львів</w:t>
            </w:r>
            <w:proofErr w:type="spellEnd"/>
            <w:r w:rsidRPr="00860B42">
              <w:rPr>
                <w:bCs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860B42">
              <w:rPr>
                <w:bCs w:val="0"/>
                <w:sz w:val="20"/>
                <w:szCs w:val="20"/>
                <w:lang w:val="ru-RU"/>
              </w:rPr>
              <w:t>вул</w:t>
            </w:r>
            <w:proofErr w:type="spellEnd"/>
            <w:r w:rsidRPr="00860B42">
              <w:rPr>
                <w:bCs w:val="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860B42">
              <w:rPr>
                <w:bCs w:val="0"/>
                <w:sz w:val="20"/>
                <w:szCs w:val="20"/>
                <w:lang w:val="ru-RU"/>
              </w:rPr>
              <w:t>Дорошенка</w:t>
            </w:r>
            <w:proofErr w:type="spellEnd"/>
            <w:r w:rsidRPr="00860B42">
              <w:rPr>
                <w:bCs w:val="0"/>
                <w:sz w:val="20"/>
                <w:szCs w:val="20"/>
                <w:lang w:val="ru-RU"/>
              </w:rPr>
              <w:t>, 43</w:t>
            </w:r>
          </w:p>
          <w:p w:rsidR="001352B8" w:rsidRPr="00860B42" w:rsidRDefault="001352B8" w:rsidP="00860B42">
            <w:pPr>
              <w:autoSpaceDE w:val="0"/>
              <w:autoSpaceDN w:val="0"/>
              <w:adjustRightInd w:val="0"/>
              <w:jc w:val="center"/>
              <w:rPr>
                <w:bCs w:val="0"/>
                <w:sz w:val="20"/>
                <w:szCs w:val="20"/>
                <w:lang w:val="ru-RU"/>
              </w:rPr>
            </w:pPr>
            <w:r w:rsidRPr="00860B42">
              <w:rPr>
                <w:bCs w:val="0"/>
                <w:sz w:val="20"/>
                <w:szCs w:val="20"/>
                <w:lang w:val="ru-RU"/>
              </w:rPr>
              <w:t>т.(032) 261-11-90</w:t>
            </w:r>
          </w:p>
          <w:p w:rsidR="001352B8" w:rsidRPr="00860B42" w:rsidRDefault="001352B8" w:rsidP="00860B42">
            <w:pPr>
              <w:ind w:left="-88" w:right="-15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1352B8" w:rsidRPr="00860B42" w:rsidRDefault="001352B8" w:rsidP="001E2B0F">
            <w:pPr>
              <w:spacing w:before="120"/>
              <w:jc w:val="center"/>
              <w:rPr>
                <w:sz w:val="20"/>
                <w:szCs w:val="20"/>
              </w:rPr>
            </w:pPr>
            <w:r w:rsidRPr="00860B42">
              <w:rPr>
                <w:sz w:val="20"/>
                <w:szCs w:val="20"/>
              </w:rPr>
              <w:t>3</w:t>
            </w:r>
            <w:r w:rsidRPr="00860B42">
              <w:rPr>
                <w:sz w:val="20"/>
                <w:szCs w:val="20"/>
                <w:lang w:val="en-US"/>
              </w:rPr>
              <w:t>/</w:t>
            </w:r>
            <w:r w:rsidRPr="00860B42">
              <w:rPr>
                <w:sz w:val="20"/>
                <w:szCs w:val="20"/>
              </w:rPr>
              <w:t>1</w:t>
            </w:r>
          </w:p>
        </w:tc>
        <w:tc>
          <w:tcPr>
            <w:tcW w:w="3112" w:type="dxa"/>
            <w:shd w:val="clear" w:color="auto" w:fill="auto"/>
          </w:tcPr>
          <w:p w:rsidR="001352B8" w:rsidRPr="00860B42" w:rsidRDefault="001352B8" w:rsidP="00AE2805">
            <w:pPr>
              <w:ind w:left="-97" w:right="-95"/>
              <w:jc w:val="center"/>
              <w:rPr>
                <w:sz w:val="20"/>
                <w:szCs w:val="20"/>
              </w:rPr>
            </w:pPr>
            <w:r w:rsidRPr="00860B42">
              <w:rPr>
                <w:sz w:val="20"/>
                <w:szCs w:val="20"/>
              </w:rPr>
              <w:t>Ведення аварійно-</w:t>
            </w:r>
            <w:proofErr w:type="spellStart"/>
            <w:r w:rsidRPr="00860B42">
              <w:rPr>
                <w:sz w:val="20"/>
                <w:szCs w:val="20"/>
              </w:rPr>
              <w:t>відновлювальгих</w:t>
            </w:r>
            <w:proofErr w:type="spellEnd"/>
            <w:r w:rsidRPr="00860B42">
              <w:rPr>
                <w:sz w:val="20"/>
                <w:szCs w:val="20"/>
              </w:rPr>
              <w:t xml:space="preserve"> робіт на телекомунікаційних мережах та об’єктах пошкоджених внаслідок НС</w:t>
            </w:r>
          </w:p>
        </w:tc>
      </w:tr>
      <w:tr w:rsidR="001352B8" w:rsidRPr="00AE2805" w:rsidTr="00AE2805">
        <w:trPr>
          <w:trHeight w:val="124"/>
        </w:trPr>
        <w:tc>
          <w:tcPr>
            <w:tcW w:w="5493" w:type="dxa"/>
            <w:gridSpan w:val="5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b/>
                <w:kern w:val="2"/>
                <w:sz w:val="20"/>
                <w:szCs w:val="20"/>
              </w:rPr>
            </w:pPr>
            <w:r w:rsidRPr="00AE2805">
              <w:rPr>
                <w:b/>
                <w:kern w:val="2"/>
                <w:sz w:val="20"/>
                <w:szCs w:val="20"/>
              </w:rPr>
              <w:t>Всього:</w:t>
            </w:r>
          </w:p>
        </w:tc>
        <w:tc>
          <w:tcPr>
            <w:tcW w:w="3266" w:type="dxa"/>
            <w:shd w:val="clear" w:color="auto" w:fill="auto"/>
            <w:vAlign w:val="center"/>
          </w:tcPr>
          <w:p w:rsidR="001352B8" w:rsidRPr="00AE2805" w:rsidRDefault="001352B8" w:rsidP="00AE28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1352B8" w:rsidRPr="00AE2805" w:rsidRDefault="001352B8" w:rsidP="00AE28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1352B8" w:rsidRPr="00AE2805" w:rsidRDefault="001352B8" w:rsidP="00AE28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AE2805">
              <w:rPr>
                <w:b/>
                <w:sz w:val="20"/>
                <w:szCs w:val="20"/>
              </w:rPr>
              <w:t>/1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1352B8" w:rsidRPr="00AE2805" w:rsidRDefault="001352B8" w:rsidP="00AE280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352B8" w:rsidRPr="00AE2805" w:rsidTr="00AE2805">
        <w:trPr>
          <w:trHeight w:val="163"/>
        </w:trPr>
        <w:tc>
          <w:tcPr>
            <w:tcW w:w="15984" w:type="dxa"/>
            <w:gridSpan w:val="10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СИЛИ ЛЬВІВСЬКОЇ ДИРЕКЦІЇ «УКРПОШТА»</w:t>
            </w:r>
          </w:p>
        </w:tc>
      </w:tr>
      <w:tr w:rsidR="001352B8" w:rsidRPr="00AE2805" w:rsidTr="00116A0D">
        <w:trPr>
          <w:trHeight w:val="124"/>
        </w:trPr>
        <w:tc>
          <w:tcPr>
            <w:tcW w:w="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352B8" w:rsidRPr="00AE2805" w:rsidRDefault="001352B8" w:rsidP="007F5530">
            <w:pPr>
              <w:widowControl w:val="0"/>
              <w:ind w:left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352B8" w:rsidRPr="00AE2805" w:rsidRDefault="001352B8" w:rsidP="00AE2805">
            <w:pPr>
              <w:ind w:firstLine="261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ЛД </w:t>
            </w:r>
            <w:proofErr w:type="spellStart"/>
            <w:r w:rsidRPr="00AE2805">
              <w:rPr>
                <w:sz w:val="20"/>
                <w:szCs w:val="20"/>
              </w:rPr>
              <w:t>АТ»Укрпошта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shd w:val="clear" w:color="auto" w:fill="auto"/>
          </w:tcPr>
          <w:p w:rsidR="001352B8" w:rsidRPr="00AE2805" w:rsidRDefault="001352B8" w:rsidP="00AE2805">
            <w:pPr>
              <w:jc w:val="center"/>
            </w:pPr>
            <w:r w:rsidRPr="00AE2805">
              <w:rPr>
                <w:sz w:val="20"/>
                <w:szCs w:val="20"/>
              </w:rPr>
              <w:t>Аварійно- відновлювальна команда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Львів</w:t>
            </w:r>
          </w:p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Словацького,1</w:t>
            </w:r>
          </w:p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261-57-53, 067 382 03 31</w:t>
            </w:r>
          </w:p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17/-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jc w:val="center"/>
            </w:pPr>
            <w:r w:rsidRPr="00AE2805">
              <w:rPr>
                <w:sz w:val="20"/>
                <w:szCs w:val="20"/>
              </w:rPr>
              <w:t>Проведення першочергових відновлювальних робіт, ремонт засобів зв’язку</w:t>
            </w:r>
          </w:p>
        </w:tc>
      </w:tr>
      <w:tr w:rsidR="00116A0D" w:rsidRPr="00AE2805" w:rsidTr="00215030">
        <w:trPr>
          <w:trHeight w:val="124"/>
        </w:trPr>
        <w:tc>
          <w:tcPr>
            <w:tcW w:w="8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A0D" w:rsidRPr="00AE2805" w:rsidRDefault="00116A0D" w:rsidP="00AE2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Всього: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16A0D" w:rsidRPr="00AE2805" w:rsidRDefault="00116A0D" w:rsidP="001E2B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116A0D" w:rsidRPr="00AE2805" w:rsidRDefault="00116A0D" w:rsidP="001E2B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17/-</w:t>
            </w:r>
          </w:p>
        </w:tc>
        <w:tc>
          <w:tcPr>
            <w:tcW w:w="3112" w:type="dxa"/>
            <w:shd w:val="clear" w:color="auto" w:fill="auto"/>
          </w:tcPr>
          <w:p w:rsidR="00116A0D" w:rsidRPr="00AE2805" w:rsidRDefault="00116A0D" w:rsidP="00AE2805">
            <w:pPr>
              <w:jc w:val="center"/>
              <w:rPr>
                <w:sz w:val="20"/>
                <w:szCs w:val="20"/>
              </w:rPr>
            </w:pPr>
          </w:p>
        </w:tc>
      </w:tr>
      <w:tr w:rsidR="00116A0D" w:rsidRPr="00AE2805" w:rsidTr="00DF7D35">
        <w:trPr>
          <w:trHeight w:val="124"/>
        </w:trPr>
        <w:tc>
          <w:tcPr>
            <w:tcW w:w="15984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116A0D" w:rsidRPr="00116A0D" w:rsidRDefault="00116A0D" w:rsidP="00AE2805">
            <w:pPr>
              <w:jc w:val="center"/>
              <w:rPr>
                <w:b/>
                <w:sz w:val="20"/>
                <w:szCs w:val="20"/>
              </w:rPr>
            </w:pPr>
            <w:r w:rsidRPr="00116A0D">
              <w:rPr>
                <w:b/>
                <w:sz w:val="20"/>
                <w:szCs w:val="20"/>
              </w:rPr>
              <w:t>СИЛИ ОПЕРАТОРІВ ЕЛЕКТРОННИХ КОМУНІКАЦІЙНИХ МЕРЕЖ, ЩО НАДАЮТЬ ПОСЛУГИ ЗВЯЗКУ, ДОСТУПУ ДО МЕРЕЖІ ІНТЕРНЕТ</w:t>
            </w:r>
          </w:p>
        </w:tc>
      </w:tr>
      <w:tr w:rsidR="00116A0D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16A0D" w:rsidRPr="00AE2805" w:rsidRDefault="00116A0D" w:rsidP="007F5530">
            <w:pPr>
              <w:widowControl w:val="0"/>
              <w:ind w:left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16A0D" w:rsidRPr="00AE2805" w:rsidRDefault="00116A0D" w:rsidP="00116A0D">
            <w:pPr>
              <w:ind w:firstLine="261"/>
              <w:rPr>
                <w:sz w:val="20"/>
                <w:szCs w:val="20"/>
              </w:rPr>
            </w:pPr>
            <w:r w:rsidRPr="00116A0D">
              <w:rPr>
                <w:sz w:val="20"/>
                <w:szCs w:val="20"/>
              </w:rPr>
              <w:t>ТОВ «</w:t>
            </w:r>
            <w:proofErr w:type="spellStart"/>
            <w:r w:rsidRPr="00116A0D">
              <w:rPr>
                <w:sz w:val="20"/>
                <w:szCs w:val="20"/>
              </w:rPr>
              <w:t>Бест-лінк</w:t>
            </w:r>
            <w:proofErr w:type="spellEnd"/>
            <w:r w:rsidRPr="00116A0D">
              <w:rPr>
                <w:sz w:val="20"/>
                <w:szCs w:val="20"/>
              </w:rPr>
              <w:t>»</w:t>
            </w:r>
            <w:r w:rsidRPr="00116A0D">
              <w:rPr>
                <w:sz w:val="20"/>
                <w:szCs w:val="20"/>
              </w:rPr>
              <w:tab/>
            </w:r>
            <w:r w:rsidRPr="00116A0D">
              <w:rPr>
                <w:sz w:val="20"/>
                <w:szCs w:val="20"/>
              </w:rPr>
              <w:tab/>
            </w:r>
          </w:p>
        </w:tc>
        <w:tc>
          <w:tcPr>
            <w:tcW w:w="3266" w:type="dxa"/>
            <w:shd w:val="clear" w:color="auto" w:fill="auto"/>
          </w:tcPr>
          <w:p w:rsidR="00116A0D" w:rsidRPr="00AE2805" w:rsidRDefault="00116A0D" w:rsidP="00AE2805">
            <w:pPr>
              <w:jc w:val="center"/>
              <w:rPr>
                <w:sz w:val="20"/>
                <w:szCs w:val="20"/>
              </w:rPr>
            </w:pPr>
            <w:r w:rsidRPr="00116A0D">
              <w:rPr>
                <w:sz w:val="20"/>
                <w:szCs w:val="20"/>
              </w:rPr>
              <w:t>Ремонтна бригада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16A0D" w:rsidRPr="00AE2805" w:rsidRDefault="00116A0D" w:rsidP="001E2B0F">
            <w:pPr>
              <w:jc w:val="center"/>
              <w:rPr>
                <w:sz w:val="20"/>
                <w:szCs w:val="20"/>
              </w:rPr>
            </w:pPr>
            <w:r w:rsidRPr="00116A0D">
              <w:rPr>
                <w:sz w:val="20"/>
                <w:szCs w:val="20"/>
              </w:rPr>
              <w:t>м. Червоноград вул. Будівельна 5а, к. 19  0676738140</w:t>
            </w:r>
            <w:r w:rsidRPr="00116A0D">
              <w:rPr>
                <w:sz w:val="20"/>
                <w:szCs w:val="20"/>
              </w:rPr>
              <w:tab/>
            </w:r>
          </w:p>
        </w:tc>
        <w:tc>
          <w:tcPr>
            <w:tcW w:w="994" w:type="dxa"/>
            <w:shd w:val="clear" w:color="auto" w:fill="auto"/>
          </w:tcPr>
          <w:p w:rsidR="00116A0D" w:rsidRPr="00AE2805" w:rsidRDefault="00116A0D" w:rsidP="001E2B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4/-</w:t>
            </w:r>
          </w:p>
        </w:tc>
        <w:tc>
          <w:tcPr>
            <w:tcW w:w="3112" w:type="dxa"/>
            <w:shd w:val="clear" w:color="auto" w:fill="auto"/>
          </w:tcPr>
          <w:p w:rsidR="00116A0D" w:rsidRPr="00AE2805" w:rsidRDefault="00116A0D" w:rsidP="00AE2805">
            <w:pPr>
              <w:jc w:val="center"/>
              <w:rPr>
                <w:sz w:val="20"/>
                <w:szCs w:val="20"/>
              </w:rPr>
            </w:pPr>
            <w:r w:rsidRPr="00116A0D">
              <w:rPr>
                <w:sz w:val="20"/>
                <w:szCs w:val="20"/>
              </w:rPr>
              <w:t>Проведення ремонтних робіт</w:t>
            </w:r>
          </w:p>
        </w:tc>
      </w:tr>
      <w:tr w:rsidR="00116A0D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16A0D" w:rsidRPr="00AE2805" w:rsidRDefault="00116A0D" w:rsidP="007F5530">
            <w:pPr>
              <w:widowControl w:val="0"/>
              <w:ind w:left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16A0D" w:rsidRPr="00AE2805" w:rsidRDefault="00116A0D" w:rsidP="00116A0D">
            <w:pPr>
              <w:ind w:firstLine="261"/>
              <w:rPr>
                <w:sz w:val="20"/>
                <w:szCs w:val="20"/>
              </w:rPr>
            </w:pPr>
            <w:r w:rsidRPr="00116A0D">
              <w:rPr>
                <w:sz w:val="20"/>
                <w:szCs w:val="20"/>
              </w:rPr>
              <w:t>ПП «Цифрові рішення»</w:t>
            </w:r>
            <w:r w:rsidRPr="00116A0D">
              <w:rPr>
                <w:sz w:val="20"/>
                <w:szCs w:val="20"/>
              </w:rPr>
              <w:tab/>
            </w:r>
            <w:r w:rsidRPr="00116A0D">
              <w:rPr>
                <w:sz w:val="20"/>
                <w:szCs w:val="20"/>
              </w:rPr>
              <w:tab/>
            </w:r>
          </w:p>
        </w:tc>
        <w:tc>
          <w:tcPr>
            <w:tcW w:w="3266" w:type="dxa"/>
            <w:shd w:val="clear" w:color="auto" w:fill="auto"/>
          </w:tcPr>
          <w:p w:rsidR="00116A0D" w:rsidRPr="00AE2805" w:rsidRDefault="00116A0D" w:rsidP="00AE2805">
            <w:pPr>
              <w:jc w:val="center"/>
              <w:rPr>
                <w:sz w:val="20"/>
                <w:szCs w:val="20"/>
              </w:rPr>
            </w:pPr>
            <w:r w:rsidRPr="00116A0D">
              <w:rPr>
                <w:sz w:val="20"/>
                <w:szCs w:val="20"/>
              </w:rPr>
              <w:t>Ремонтна бригада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16A0D" w:rsidRPr="00AE2805" w:rsidRDefault="00116A0D" w:rsidP="001E2B0F">
            <w:pPr>
              <w:jc w:val="center"/>
              <w:rPr>
                <w:sz w:val="20"/>
                <w:szCs w:val="20"/>
              </w:rPr>
            </w:pPr>
            <w:r w:rsidRPr="00116A0D">
              <w:rPr>
                <w:sz w:val="20"/>
                <w:szCs w:val="20"/>
              </w:rPr>
              <w:t>м. Червоноград вул. Корольова, 8, 068766446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116A0D" w:rsidRPr="00AE2805" w:rsidRDefault="00116A0D" w:rsidP="001E2B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4/-</w:t>
            </w:r>
          </w:p>
        </w:tc>
        <w:tc>
          <w:tcPr>
            <w:tcW w:w="3112" w:type="dxa"/>
            <w:shd w:val="clear" w:color="auto" w:fill="auto"/>
          </w:tcPr>
          <w:p w:rsidR="00116A0D" w:rsidRPr="00AE2805" w:rsidRDefault="00116A0D" w:rsidP="00AE2805">
            <w:pPr>
              <w:jc w:val="center"/>
              <w:rPr>
                <w:sz w:val="20"/>
                <w:szCs w:val="20"/>
              </w:rPr>
            </w:pPr>
            <w:r w:rsidRPr="00116A0D">
              <w:rPr>
                <w:sz w:val="20"/>
                <w:szCs w:val="20"/>
              </w:rPr>
              <w:t>Проведення ремонтних робіт</w:t>
            </w:r>
          </w:p>
        </w:tc>
      </w:tr>
      <w:tr w:rsidR="00116A0D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16A0D" w:rsidRPr="00AE2805" w:rsidRDefault="00116A0D" w:rsidP="007F5530">
            <w:pPr>
              <w:widowControl w:val="0"/>
              <w:ind w:left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16A0D" w:rsidRPr="00AE2805" w:rsidRDefault="00116A0D" w:rsidP="00116A0D">
            <w:pPr>
              <w:ind w:firstLine="261"/>
              <w:rPr>
                <w:sz w:val="20"/>
                <w:szCs w:val="20"/>
              </w:rPr>
            </w:pPr>
            <w:r w:rsidRPr="00116A0D">
              <w:rPr>
                <w:sz w:val="20"/>
                <w:szCs w:val="20"/>
              </w:rPr>
              <w:t>ПП «Інформаційні технології»</w:t>
            </w:r>
            <w:r w:rsidRPr="00116A0D">
              <w:rPr>
                <w:sz w:val="20"/>
                <w:szCs w:val="20"/>
              </w:rPr>
              <w:tab/>
            </w:r>
            <w:r w:rsidRPr="00116A0D">
              <w:rPr>
                <w:sz w:val="20"/>
                <w:szCs w:val="20"/>
              </w:rPr>
              <w:tab/>
            </w:r>
          </w:p>
        </w:tc>
        <w:tc>
          <w:tcPr>
            <w:tcW w:w="3266" w:type="dxa"/>
            <w:shd w:val="clear" w:color="auto" w:fill="auto"/>
          </w:tcPr>
          <w:p w:rsidR="00116A0D" w:rsidRPr="00AE2805" w:rsidRDefault="00116A0D" w:rsidP="00AE2805">
            <w:pPr>
              <w:jc w:val="center"/>
              <w:rPr>
                <w:sz w:val="20"/>
                <w:szCs w:val="20"/>
              </w:rPr>
            </w:pPr>
            <w:r w:rsidRPr="00116A0D">
              <w:rPr>
                <w:sz w:val="20"/>
                <w:szCs w:val="20"/>
              </w:rPr>
              <w:t>Ремонтна бригада</w:t>
            </w:r>
            <w:r w:rsidRPr="00116A0D">
              <w:rPr>
                <w:sz w:val="20"/>
                <w:szCs w:val="20"/>
              </w:rPr>
              <w:tab/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16A0D" w:rsidRPr="00AE2805" w:rsidRDefault="00116A0D" w:rsidP="001E2B0F">
            <w:pPr>
              <w:jc w:val="center"/>
              <w:rPr>
                <w:sz w:val="20"/>
                <w:szCs w:val="20"/>
              </w:rPr>
            </w:pPr>
            <w:r w:rsidRPr="00116A0D">
              <w:rPr>
                <w:sz w:val="20"/>
                <w:szCs w:val="20"/>
              </w:rPr>
              <w:t xml:space="preserve">м. Червоноград </w:t>
            </w:r>
            <w:proofErr w:type="spellStart"/>
            <w:r w:rsidRPr="00116A0D">
              <w:rPr>
                <w:sz w:val="20"/>
                <w:szCs w:val="20"/>
              </w:rPr>
              <w:t>вул</w:t>
            </w:r>
            <w:proofErr w:type="spellEnd"/>
            <w:r w:rsidRPr="00116A0D">
              <w:rPr>
                <w:sz w:val="20"/>
                <w:szCs w:val="20"/>
              </w:rPr>
              <w:t xml:space="preserve"> </w:t>
            </w:r>
            <w:proofErr w:type="spellStart"/>
            <w:r w:rsidRPr="00116A0D">
              <w:rPr>
                <w:sz w:val="20"/>
                <w:szCs w:val="20"/>
              </w:rPr>
              <w:t>Б.Хмельницького</w:t>
            </w:r>
            <w:proofErr w:type="spellEnd"/>
            <w:r w:rsidRPr="00116A0D">
              <w:rPr>
                <w:sz w:val="20"/>
                <w:szCs w:val="20"/>
              </w:rPr>
              <w:t>, 20А, (0249)31333</w:t>
            </w:r>
          </w:p>
        </w:tc>
        <w:tc>
          <w:tcPr>
            <w:tcW w:w="994" w:type="dxa"/>
            <w:shd w:val="clear" w:color="auto" w:fill="auto"/>
          </w:tcPr>
          <w:p w:rsidR="00116A0D" w:rsidRPr="00AE2805" w:rsidRDefault="00116A0D" w:rsidP="001E2B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4/-</w:t>
            </w:r>
          </w:p>
        </w:tc>
        <w:tc>
          <w:tcPr>
            <w:tcW w:w="3112" w:type="dxa"/>
            <w:shd w:val="clear" w:color="auto" w:fill="auto"/>
          </w:tcPr>
          <w:p w:rsidR="00116A0D" w:rsidRPr="00AE2805" w:rsidRDefault="00116A0D" w:rsidP="00AE2805">
            <w:pPr>
              <w:jc w:val="center"/>
              <w:rPr>
                <w:sz w:val="20"/>
                <w:szCs w:val="20"/>
              </w:rPr>
            </w:pPr>
            <w:r w:rsidRPr="00116A0D">
              <w:rPr>
                <w:sz w:val="20"/>
                <w:szCs w:val="20"/>
              </w:rPr>
              <w:t>Проведення ремонтних робіт</w:t>
            </w:r>
          </w:p>
        </w:tc>
      </w:tr>
      <w:tr w:rsidR="00116A0D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16A0D" w:rsidRPr="00AE2805" w:rsidRDefault="00116A0D" w:rsidP="007F5530">
            <w:pPr>
              <w:widowControl w:val="0"/>
              <w:ind w:left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16A0D" w:rsidRPr="00AE2805" w:rsidRDefault="00116A0D" w:rsidP="00116A0D">
            <w:pPr>
              <w:ind w:firstLine="261"/>
              <w:rPr>
                <w:sz w:val="20"/>
                <w:szCs w:val="20"/>
              </w:rPr>
            </w:pPr>
            <w:r w:rsidRPr="00116A0D">
              <w:rPr>
                <w:sz w:val="20"/>
                <w:szCs w:val="20"/>
              </w:rPr>
              <w:t>ТОВ «Бізнес і технології»</w:t>
            </w:r>
            <w:r w:rsidRPr="00116A0D">
              <w:rPr>
                <w:sz w:val="20"/>
                <w:szCs w:val="20"/>
              </w:rPr>
              <w:tab/>
            </w:r>
            <w:r w:rsidRPr="00116A0D">
              <w:rPr>
                <w:sz w:val="20"/>
                <w:szCs w:val="20"/>
              </w:rPr>
              <w:tab/>
            </w:r>
            <w:r w:rsidRPr="00116A0D">
              <w:rPr>
                <w:sz w:val="20"/>
                <w:szCs w:val="20"/>
              </w:rPr>
              <w:tab/>
            </w:r>
          </w:p>
        </w:tc>
        <w:tc>
          <w:tcPr>
            <w:tcW w:w="3266" w:type="dxa"/>
            <w:shd w:val="clear" w:color="auto" w:fill="auto"/>
          </w:tcPr>
          <w:p w:rsidR="00116A0D" w:rsidRPr="00AE2805" w:rsidRDefault="00116A0D" w:rsidP="00AE2805">
            <w:pPr>
              <w:jc w:val="center"/>
              <w:rPr>
                <w:sz w:val="20"/>
                <w:szCs w:val="20"/>
              </w:rPr>
            </w:pPr>
            <w:r w:rsidRPr="00116A0D">
              <w:rPr>
                <w:sz w:val="20"/>
                <w:szCs w:val="20"/>
              </w:rPr>
              <w:t>Ремонтна бригада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16A0D" w:rsidRPr="00AE2805" w:rsidRDefault="00116A0D" w:rsidP="001E2B0F">
            <w:pPr>
              <w:jc w:val="center"/>
              <w:rPr>
                <w:sz w:val="20"/>
                <w:szCs w:val="20"/>
              </w:rPr>
            </w:pPr>
            <w:r w:rsidRPr="00116A0D">
              <w:rPr>
                <w:sz w:val="20"/>
                <w:szCs w:val="20"/>
              </w:rPr>
              <w:t>м. Львів пр-т Червоної Калини, 45, 2222196</w:t>
            </w:r>
          </w:p>
        </w:tc>
        <w:tc>
          <w:tcPr>
            <w:tcW w:w="994" w:type="dxa"/>
            <w:shd w:val="clear" w:color="auto" w:fill="auto"/>
          </w:tcPr>
          <w:p w:rsidR="00116A0D" w:rsidRPr="00AE2805" w:rsidRDefault="00116A0D" w:rsidP="001E2B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6/-</w:t>
            </w:r>
          </w:p>
        </w:tc>
        <w:tc>
          <w:tcPr>
            <w:tcW w:w="3112" w:type="dxa"/>
            <w:shd w:val="clear" w:color="auto" w:fill="auto"/>
          </w:tcPr>
          <w:p w:rsidR="00116A0D" w:rsidRPr="00AE2805" w:rsidRDefault="00116A0D" w:rsidP="00AE2805">
            <w:pPr>
              <w:jc w:val="center"/>
              <w:rPr>
                <w:sz w:val="20"/>
                <w:szCs w:val="20"/>
              </w:rPr>
            </w:pPr>
            <w:r w:rsidRPr="00116A0D">
              <w:rPr>
                <w:sz w:val="20"/>
                <w:szCs w:val="20"/>
              </w:rPr>
              <w:t>Проведення ремонтних робіт</w:t>
            </w:r>
          </w:p>
        </w:tc>
      </w:tr>
      <w:tr w:rsidR="00116A0D" w:rsidRPr="00AE2805" w:rsidTr="00A669C1">
        <w:trPr>
          <w:trHeight w:val="124"/>
        </w:trPr>
        <w:tc>
          <w:tcPr>
            <w:tcW w:w="15984" w:type="dxa"/>
            <w:gridSpan w:val="10"/>
            <w:shd w:val="clear" w:color="auto" w:fill="auto"/>
          </w:tcPr>
          <w:p w:rsidR="00116A0D" w:rsidRPr="00116A0D" w:rsidRDefault="00116A0D" w:rsidP="00AE2805">
            <w:pPr>
              <w:jc w:val="center"/>
              <w:rPr>
                <w:b/>
                <w:sz w:val="20"/>
                <w:szCs w:val="20"/>
              </w:rPr>
            </w:pPr>
            <w:r w:rsidRPr="00116A0D">
              <w:rPr>
                <w:b/>
                <w:sz w:val="20"/>
                <w:szCs w:val="20"/>
              </w:rPr>
              <w:t>ТЕЛЕРАДІОМОВНІ ОРГАНІЗАЦІЇ, ЯКІ ЗАЛУЧАЮТЬСЯ ДО ОПОВІЩЕННЯ</w:t>
            </w:r>
          </w:p>
        </w:tc>
      </w:tr>
      <w:tr w:rsidR="00116A0D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16A0D" w:rsidRPr="00AE2805" w:rsidRDefault="00116A0D" w:rsidP="007F5530">
            <w:pPr>
              <w:widowControl w:val="0"/>
              <w:ind w:left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16A0D" w:rsidRPr="00AE2805" w:rsidRDefault="00E421DC" w:rsidP="00E421DC">
            <w:pPr>
              <w:ind w:firstLine="261"/>
              <w:rPr>
                <w:sz w:val="20"/>
                <w:szCs w:val="20"/>
              </w:rPr>
            </w:pPr>
            <w:r w:rsidRPr="00E421DC">
              <w:rPr>
                <w:sz w:val="20"/>
                <w:szCs w:val="20"/>
              </w:rPr>
              <w:t>КП «Телерадіокомпанія «</w:t>
            </w:r>
            <w:proofErr w:type="spellStart"/>
            <w:r w:rsidRPr="00E421DC">
              <w:rPr>
                <w:sz w:val="20"/>
                <w:szCs w:val="20"/>
              </w:rPr>
              <w:t>Сокаль</w:t>
            </w:r>
            <w:proofErr w:type="spellEnd"/>
            <w:r w:rsidRPr="00E421DC">
              <w:rPr>
                <w:sz w:val="20"/>
                <w:szCs w:val="20"/>
              </w:rPr>
              <w:t>» Червоноградської районної ради</w:t>
            </w:r>
            <w:r w:rsidRPr="00E421DC">
              <w:rPr>
                <w:sz w:val="20"/>
                <w:szCs w:val="20"/>
              </w:rPr>
              <w:tab/>
            </w:r>
            <w:r w:rsidRPr="00E421DC">
              <w:rPr>
                <w:sz w:val="20"/>
                <w:szCs w:val="20"/>
              </w:rPr>
              <w:tab/>
            </w:r>
            <w:r w:rsidRPr="00E421DC">
              <w:rPr>
                <w:sz w:val="20"/>
                <w:szCs w:val="20"/>
              </w:rPr>
              <w:tab/>
            </w:r>
          </w:p>
        </w:tc>
        <w:tc>
          <w:tcPr>
            <w:tcW w:w="3266" w:type="dxa"/>
            <w:shd w:val="clear" w:color="auto" w:fill="auto"/>
          </w:tcPr>
          <w:p w:rsidR="00116A0D" w:rsidRPr="00AE2805" w:rsidRDefault="00E421DC" w:rsidP="00AE2805">
            <w:pPr>
              <w:jc w:val="center"/>
              <w:rPr>
                <w:sz w:val="20"/>
                <w:szCs w:val="20"/>
              </w:rPr>
            </w:pPr>
            <w:r w:rsidRPr="00E421DC">
              <w:rPr>
                <w:sz w:val="20"/>
                <w:szCs w:val="20"/>
              </w:rPr>
              <w:t>Особовий склад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16A0D" w:rsidRPr="00AE2805" w:rsidRDefault="00E421DC" w:rsidP="001E2B0F">
            <w:pPr>
              <w:jc w:val="center"/>
              <w:rPr>
                <w:sz w:val="20"/>
                <w:szCs w:val="20"/>
              </w:rPr>
            </w:pPr>
            <w:r w:rsidRPr="00E421DC">
              <w:rPr>
                <w:sz w:val="20"/>
                <w:szCs w:val="20"/>
              </w:rPr>
              <w:t xml:space="preserve">м. </w:t>
            </w:r>
            <w:proofErr w:type="spellStart"/>
            <w:r w:rsidRPr="00E421DC">
              <w:rPr>
                <w:sz w:val="20"/>
                <w:szCs w:val="20"/>
              </w:rPr>
              <w:t>Сокаль</w:t>
            </w:r>
            <w:proofErr w:type="spellEnd"/>
            <w:r w:rsidRPr="00E421DC">
              <w:rPr>
                <w:sz w:val="20"/>
                <w:szCs w:val="20"/>
              </w:rPr>
              <w:t xml:space="preserve"> </w:t>
            </w:r>
            <w:proofErr w:type="spellStart"/>
            <w:r w:rsidRPr="00E421DC">
              <w:rPr>
                <w:sz w:val="20"/>
                <w:szCs w:val="20"/>
              </w:rPr>
              <w:t>пл</w:t>
            </w:r>
            <w:proofErr w:type="spellEnd"/>
            <w:r w:rsidRPr="00E421DC">
              <w:rPr>
                <w:sz w:val="20"/>
                <w:szCs w:val="20"/>
              </w:rPr>
              <w:t>. Січових Стрільців, 18, (0257)2-13-00, 0630330593</w:t>
            </w:r>
          </w:p>
        </w:tc>
        <w:tc>
          <w:tcPr>
            <w:tcW w:w="994" w:type="dxa"/>
            <w:shd w:val="clear" w:color="auto" w:fill="auto"/>
          </w:tcPr>
          <w:p w:rsidR="00116A0D" w:rsidRPr="00AE2805" w:rsidRDefault="00E421DC" w:rsidP="001E2B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6/-</w:t>
            </w:r>
          </w:p>
        </w:tc>
        <w:tc>
          <w:tcPr>
            <w:tcW w:w="3112" w:type="dxa"/>
            <w:shd w:val="clear" w:color="auto" w:fill="auto"/>
          </w:tcPr>
          <w:p w:rsidR="00116A0D" w:rsidRPr="00AE2805" w:rsidRDefault="00E421DC" w:rsidP="00AE2805">
            <w:pPr>
              <w:jc w:val="center"/>
              <w:rPr>
                <w:sz w:val="20"/>
                <w:szCs w:val="20"/>
              </w:rPr>
            </w:pPr>
            <w:r w:rsidRPr="00E421DC">
              <w:rPr>
                <w:sz w:val="20"/>
                <w:szCs w:val="20"/>
              </w:rPr>
              <w:t>Проведення оповіщення населення</w:t>
            </w:r>
          </w:p>
        </w:tc>
      </w:tr>
      <w:tr w:rsidR="00116A0D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16A0D" w:rsidRPr="00AE2805" w:rsidRDefault="00116A0D" w:rsidP="007F5530">
            <w:pPr>
              <w:widowControl w:val="0"/>
              <w:ind w:left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16A0D" w:rsidRPr="00AE2805" w:rsidRDefault="00E421DC" w:rsidP="00E421DC">
            <w:pPr>
              <w:ind w:firstLine="261"/>
              <w:rPr>
                <w:sz w:val="20"/>
                <w:szCs w:val="20"/>
              </w:rPr>
            </w:pPr>
            <w:r w:rsidRPr="00E421DC">
              <w:rPr>
                <w:sz w:val="20"/>
                <w:szCs w:val="20"/>
              </w:rPr>
              <w:t>ТРК «</w:t>
            </w:r>
            <w:proofErr w:type="spellStart"/>
            <w:r w:rsidRPr="00E421DC">
              <w:rPr>
                <w:sz w:val="20"/>
                <w:szCs w:val="20"/>
              </w:rPr>
              <w:t>Радехів</w:t>
            </w:r>
            <w:proofErr w:type="spellEnd"/>
            <w:r w:rsidRPr="00E421DC">
              <w:rPr>
                <w:sz w:val="20"/>
                <w:szCs w:val="20"/>
              </w:rPr>
              <w:t>»</w:t>
            </w:r>
            <w:r w:rsidRPr="00E421DC">
              <w:rPr>
                <w:sz w:val="20"/>
                <w:szCs w:val="20"/>
              </w:rPr>
              <w:tab/>
            </w:r>
            <w:r w:rsidRPr="00E421DC">
              <w:rPr>
                <w:sz w:val="20"/>
                <w:szCs w:val="20"/>
              </w:rPr>
              <w:tab/>
            </w:r>
            <w:r w:rsidRPr="00E421DC">
              <w:rPr>
                <w:sz w:val="20"/>
                <w:szCs w:val="20"/>
              </w:rPr>
              <w:tab/>
            </w:r>
          </w:p>
        </w:tc>
        <w:tc>
          <w:tcPr>
            <w:tcW w:w="3266" w:type="dxa"/>
            <w:shd w:val="clear" w:color="auto" w:fill="auto"/>
          </w:tcPr>
          <w:p w:rsidR="00116A0D" w:rsidRPr="00AE2805" w:rsidRDefault="00E421DC" w:rsidP="00AE2805">
            <w:pPr>
              <w:jc w:val="center"/>
              <w:rPr>
                <w:sz w:val="20"/>
                <w:szCs w:val="20"/>
              </w:rPr>
            </w:pPr>
            <w:r w:rsidRPr="00E421DC">
              <w:rPr>
                <w:sz w:val="20"/>
                <w:szCs w:val="20"/>
              </w:rPr>
              <w:t>Особовий склад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16A0D" w:rsidRPr="00AE2805" w:rsidRDefault="00E421DC" w:rsidP="001E2B0F">
            <w:pPr>
              <w:jc w:val="center"/>
              <w:rPr>
                <w:sz w:val="20"/>
                <w:szCs w:val="20"/>
              </w:rPr>
            </w:pPr>
            <w:r w:rsidRPr="00E421DC">
              <w:rPr>
                <w:sz w:val="20"/>
                <w:szCs w:val="20"/>
              </w:rPr>
              <w:t xml:space="preserve">м. </w:t>
            </w:r>
            <w:proofErr w:type="spellStart"/>
            <w:r w:rsidRPr="00E421DC">
              <w:rPr>
                <w:sz w:val="20"/>
                <w:szCs w:val="20"/>
              </w:rPr>
              <w:t>Радехів</w:t>
            </w:r>
            <w:proofErr w:type="spellEnd"/>
            <w:r w:rsidRPr="00E421DC">
              <w:rPr>
                <w:sz w:val="20"/>
                <w:szCs w:val="20"/>
              </w:rPr>
              <w:t xml:space="preserve"> вул. Сагайдачного, 57, 0673655286</w:t>
            </w:r>
          </w:p>
        </w:tc>
        <w:tc>
          <w:tcPr>
            <w:tcW w:w="994" w:type="dxa"/>
            <w:shd w:val="clear" w:color="auto" w:fill="auto"/>
          </w:tcPr>
          <w:p w:rsidR="00116A0D" w:rsidRPr="00AE2805" w:rsidRDefault="00E421DC" w:rsidP="001E2B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4/-</w:t>
            </w:r>
          </w:p>
        </w:tc>
        <w:tc>
          <w:tcPr>
            <w:tcW w:w="3112" w:type="dxa"/>
            <w:shd w:val="clear" w:color="auto" w:fill="auto"/>
          </w:tcPr>
          <w:p w:rsidR="00116A0D" w:rsidRPr="00AE2805" w:rsidRDefault="00E421DC" w:rsidP="00AE2805">
            <w:pPr>
              <w:jc w:val="center"/>
              <w:rPr>
                <w:sz w:val="20"/>
                <w:szCs w:val="20"/>
              </w:rPr>
            </w:pPr>
            <w:r w:rsidRPr="00E421DC">
              <w:rPr>
                <w:sz w:val="20"/>
                <w:szCs w:val="20"/>
              </w:rPr>
              <w:t>Проведення оповіщення населення</w:t>
            </w:r>
          </w:p>
        </w:tc>
      </w:tr>
      <w:tr w:rsidR="00116A0D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16A0D" w:rsidRPr="00AE2805" w:rsidRDefault="00116A0D" w:rsidP="007F5530">
            <w:pPr>
              <w:widowControl w:val="0"/>
              <w:ind w:left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16A0D" w:rsidRPr="00AE2805" w:rsidRDefault="00E421DC" w:rsidP="00E421DC">
            <w:pPr>
              <w:ind w:firstLine="261"/>
              <w:rPr>
                <w:sz w:val="20"/>
                <w:szCs w:val="20"/>
              </w:rPr>
            </w:pPr>
            <w:r w:rsidRPr="00E421DC">
              <w:rPr>
                <w:sz w:val="20"/>
                <w:szCs w:val="20"/>
              </w:rPr>
              <w:t>ПП «Раді</w:t>
            </w:r>
            <w:r w:rsidR="00351844">
              <w:rPr>
                <w:sz w:val="20"/>
                <w:szCs w:val="20"/>
              </w:rPr>
              <w:t>окомпанія «</w:t>
            </w:r>
            <w:proofErr w:type="spellStart"/>
            <w:r w:rsidR="00351844">
              <w:rPr>
                <w:sz w:val="20"/>
                <w:szCs w:val="20"/>
              </w:rPr>
              <w:t>Карітас-Едегем</w:t>
            </w:r>
            <w:proofErr w:type="spellEnd"/>
            <w:r w:rsidR="00351844">
              <w:rPr>
                <w:sz w:val="20"/>
                <w:szCs w:val="20"/>
              </w:rPr>
              <w:t>»</w:t>
            </w:r>
            <w:r w:rsidR="00351844">
              <w:rPr>
                <w:sz w:val="20"/>
                <w:szCs w:val="20"/>
              </w:rPr>
              <w:tab/>
            </w:r>
            <w:r w:rsidR="00351844">
              <w:rPr>
                <w:sz w:val="20"/>
                <w:szCs w:val="20"/>
              </w:rPr>
              <w:tab/>
            </w:r>
            <w:r w:rsidR="00351844">
              <w:rPr>
                <w:sz w:val="20"/>
                <w:szCs w:val="20"/>
              </w:rPr>
              <w:tab/>
            </w:r>
            <w:r w:rsidRPr="00E421DC">
              <w:rPr>
                <w:sz w:val="20"/>
                <w:szCs w:val="20"/>
              </w:rPr>
              <w:tab/>
            </w:r>
          </w:p>
        </w:tc>
        <w:tc>
          <w:tcPr>
            <w:tcW w:w="3266" w:type="dxa"/>
            <w:shd w:val="clear" w:color="auto" w:fill="auto"/>
          </w:tcPr>
          <w:p w:rsidR="00116A0D" w:rsidRPr="00AE2805" w:rsidRDefault="00E421DC" w:rsidP="00AE2805">
            <w:pPr>
              <w:jc w:val="center"/>
              <w:rPr>
                <w:sz w:val="20"/>
                <w:szCs w:val="20"/>
              </w:rPr>
            </w:pPr>
            <w:r w:rsidRPr="00E421DC">
              <w:rPr>
                <w:sz w:val="20"/>
                <w:szCs w:val="20"/>
              </w:rPr>
              <w:t>Особовий склад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16A0D" w:rsidRPr="00AE2805" w:rsidRDefault="00E421DC" w:rsidP="001E2B0F">
            <w:pPr>
              <w:jc w:val="center"/>
              <w:rPr>
                <w:sz w:val="20"/>
                <w:szCs w:val="20"/>
              </w:rPr>
            </w:pPr>
            <w:r w:rsidRPr="00E421DC">
              <w:rPr>
                <w:sz w:val="20"/>
                <w:szCs w:val="20"/>
              </w:rPr>
              <w:t xml:space="preserve">м. Червоноград </w:t>
            </w:r>
            <w:proofErr w:type="spellStart"/>
            <w:r w:rsidRPr="00E421DC">
              <w:rPr>
                <w:sz w:val="20"/>
                <w:szCs w:val="20"/>
              </w:rPr>
              <w:t>вул</w:t>
            </w:r>
            <w:proofErr w:type="spellEnd"/>
            <w:r w:rsidRPr="00E421DC">
              <w:rPr>
                <w:sz w:val="20"/>
                <w:szCs w:val="20"/>
              </w:rPr>
              <w:t xml:space="preserve"> Шевченка, 16-а, 0937118313</w:t>
            </w:r>
          </w:p>
        </w:tc>
        <w:tc>
          <w:tcPr>
            <w:tcW w:w="994" w:type="dxa"/>
            <w:shd w:val="clear" w:color="auto" w:fill="auto"/>
          </w:tcPr>
          <w:p w:rsidR="00116A0D" w:rsidRPr="00AE2805" w:rsidRDefault="00E421DC" w:rsidP="001E2B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4/-</w:t>
            </w:r>
          </w:p>
        </w:tc>
        <w:tc>
          <w:tcPr>
            <w:tcW w:w="3112" w:type="dxa"/>
            <w:shd w:val="clear" w:color="auto" w:fill="auto"/>
          </w:tcPr>
          <w:p w:rsidR="00116A0D" w:rsidRPr="00AE2805" w:rsidRDefault="00E421DC" w:rsidP="00AE2805">
            <w:pPr>
              <w:jc w:val="center"/>
              <w:rPr>
                <w:sz w:val="20"/>
                <w:szCs w:val="20"/>
              </w:rPr>
            </w:pPr>
            <w:r w:rsidRPr="00E421DC">
              <w:rPr>
                <w:sz w:val="20"/>
                <w:szCs w:val="20"/>
              </w:rPr>
              <w:t>Проведення оповіщення населення</w:t>
            </w:r>
          </w:p>
        </w:tc>
      </w:tr>
      <w:tr w:rsidR="00E421DC" w:rsidRPr="00AE2805" w:rsidTr="002F5154">
        <w:trPr>
          <w:trHeight w:val="124"/>
        </w:trPr>
        <w:tc>
          <w:tcPr>
            <w:tcW w:w="15984" w:type="dxa"/>
            <w:gridSpan w:val="10"/>
            <w:shd w:val="clear" w:color="auto" w:fill="auto"/>
          </w:tcPr>
          <w:p w:rsidR="00E421DC" w:rsidRPr="00E421DC" w:rsidRDefault="00E421DC" w:rsidP="00AE2805">
            <w:pPr>
              <w:jc w:val="center"/>
              <w:rPr>
                <w:b/>
                <w:sz w:val="20"/>
                <w:szCs w:val="20"/>
              </w:rPr>
            </w:pPr>
            <w:r w:rsidRPr="00E421DC">
              <w:rPr>
                <w:b/>
                <w:sz w:val="20"/>
                <w:szCs w:val="20"/>
              </w:rPr>
              <w:t>СИЛИ СУБЄКТА ГОСПОДАРЮВАННЯ, З ЯКИМ УКЛАДЕНО ДОГОВІР ПРО ТЕХНІЧНЕ ОБСЛУГОВУВАННЯ СИСТЕМИ ОПОВІЩЕННЯ</w:t>
            </w:r>
          </w:p>
        </w:tc>
      </w:tr>
      <w:tr w:rsidR="00116A0D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16A0D" w:rsidRPr="00AE2805" w:rsidRDefault="00116A0D" w:rsidP="007F5530">
            <w:pPr>
              <w:widowControl w:val="0"/>
              <w:ind w:left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16A0D" w:rsidRPr="00AE2805" w:rsidRDefault="00E421DC" w:rsidP="00E421DC">
            <w:pPr>
              <w:ind w:firstLine="261"/>
              <w:rPr>
                <w:sz w:val="20"/>
                <w:szCs w:val="20"/>
              </w:rPr>
            </w:pPr>
            <w:r w:rsidRPr="00E421DC">
              <w:rPr>
                <w:sz w:val="20"/>
                <w:szCs w:val="20"/>
              </w:rPr>
              <w:t>ТОВ «НВП «</w:t>
            </w:r>
            <w:proofErr w:type="spellStart"/>
            <w:r w:rsidRPr="00E421DC">
              <w:rPr>
                <w:sz w:val="20"/>
                <w:szCs w:val="20"/>
              </w:rPr>
              <w:t>Галтехноком</w:t>
            </w:r>
            <w:proofErr w:type="spellEnd"/>
            <w:r w:rsidRPr="00E421DC">
              <w:rPr>
                <w:sz w:val="20"/>
                <w:szCs w:val="20"/>
              </w:rPr>
              <w:t>»</w:t>
            </w:r>
            <w:r w:rsidRPr="00E421DC">
              <w:rPr>
                <w:sz w:val="20"/>
                <w:szCs w:val="20"/>
              </w:rPr>
              <w:tab/>
            </w:r>
            <w:r w:rsidRPr="00E421DC">
              <w:rPr>
                <w:sz w:val="20"/>
                <w:szCs w:val="20"/>
              </w:rPr>
              <w:tab/>
            </w:r>
            <w:r w:rsidRPr="00E421DC">
              <w:rPr>
                <w:sz w:val="20"/>
                <w:szCs w:val="20"/>
              </w:rPr>
              <w:tab/>
            </w:r>
            <w:r w:rsidRPr="00E421DC">
              <w:rPr>
                <w:sz w:val="20"/>
                <w:szCs w:val="20"/>
              </w:rPr>
              <w:tab/>
            </w:r>
          </w:p>
        </w:tc>
        <w:tc>
          <w:tcPr>
            <w:tcW w:w="3266" w:type="dxa"/>
            <w:shd w:val="clear" w:color="auto" w:fill="auto"/>
          </w:tcPr>
          <w:p w:rsidR="00116A0D" w:rsidRPr="00AE2805" w:rsidRDefault="00E421DC" w:rsidP="00AE2805">
            <w:pPr>
              <w:jc w:val="center"/>
              <w:rPr>
                <w:sz w:val="20"/>
                <w:szCs w:val="20"/>
              </w:rPr>
            </w:pPr>
            <w:r w:rsidRPr="00E421DC">
              <w:rPr>
                <w:sz w:val="20"/>
                <w:szCs w:val="20"/>
              </w:rPr>
              <w:t>Ремонтна бригада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16A0D" w:rsidRPr="00AE2805" w:rsidRDefault="00E421DC" w:rsidP="001E2B0F">
            <w:pPr>
              <w:jc w:val="center"/>
              <w:rPr>
                <w:sz w:val="20"/>
                <w:szCs w:val="20"/>
              </w:rPr>
            </w:pPr>
            <w:r w:rsidRPr="00E421DC">
              <w:rPr>
                <w:sz w:val="20"/>
                <w:szCs w:val="20"/>
              </w:rPr>
              <w:t xml:space="preserve">м. Львів </w:t>
            </w:r>
            <w:proofErr w:type="spellStart"/>
            <w:r w:rsidRPr="00E421DC">
              <w:rPr>
                <w:sz w:val="20"/>
                <w:szCs w:val="20"/>
              </w:rPr>
              <w:t>вул</w:t>
            </w:r>
            <w:proofErr w:type="spellEnd"/>
            <w:r w:rsidRPr="00E421DC">
              <w:rPr>
                <w:sz w:val="20"/>
                <w:szCs w:val="20"/>
              </w:rPr>
              <w:t xml:space="preserve"> Хімічна, 20 0676732989</w:t>
            </w:r>
          </w:p>
        </w:tc>
        <w:tc>
          <w:tcPr>
            <w:tcW w:w="994" w:type="dxa"/>
            <w:shd w:val="clear" w:color="auto" w:fill="auto"/>
          </w:tcPr>
          <w:p w:rsidR="00116A0D" w:rsidRPr="00AE2805" w:rsidRDefault="00E421DC" w:rsidP="001E2B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12/-</w:t>
            </w:r>
          </w:p>
        </w:tc>
        <w:tc>
          <w:tcPr>
            <w:tcW w:w="3112" w:type="dxa"/>
            <w:shd w:val="clear" w:color="auto" w:fill="auto"/>
          </w:tcPr>
          <w:p w:rsidR="00116A0D" w:rsidRPr="00AE2805" w:rsidRDefault="00E421DC" w:rsidP="00AE2805">
            <w:pPr>
              <w:jc w:val="center"/>
              <w:rPr>
                <w:sz w:val="20"/>
                <w:szCs w:val="20"/>
              </w:rPr>
            </w:pPr>
            <w:r w:rsidRPr="00E421DC">
              <w:rPr>
                <w:sz w:val="20"/>
                <w:szCs w:val="20"/>
              </w:rPr>
              <w:t>Проведення ремонтних робіт, технічне обслуговування системи оповіщення</w:t>
            </w:r>
          </w:p>
        </w:tc>
      </w:tr>
      <w:tr w:rsidR="00E421DC" w:rsidRPr="00AE2805" w:rsidTr="00346CEF">
        <w:trPr>
          <w:trHeight w:val="124"/>
        </w:trPr>
        <w:tc>
          <w:tcPr>
            <w:tcW w:w="15984" w:type="dxa"/>
            <w:gridSpan w:val="10"/>
            <w:shd w:val="clear" w:color="auto" w:fill="auto"/>
          </w:tcPr>
          <w:p w:rsidR="00E421DC" w:rsidRPr="00E421DC" w:rsidRDefault="00E421DC" w:rsidP="00AE2805">
            <w:pPr>
              <w:jc w:val="center"/>
              <w:rPr>
                <w:b/>
                <w:sz w:val="20"/>
                <w:szCs w:val="20"/>
              </w:rPr>
            </w:pPr>
            <w:r w:rsidRPr="00E421DC">
              <w:rPr>
                <w:b/>
                <w:sz w:val="20"/>
                <w:szCs w:val="20"/>
              </w:rPr>
              <w:t>ПІДРОЗДІЛИ РАЙДЕРЖАДМІНІСТРАЦІЇ, ЯКІ ЗДІЙСНЮЮТЬ ІНФОРМАЦІЙНУ ДІЯЛЬНІСТЬ</w:t>
            </w:r>
          </w:p>
        </w:tc>
      </w:tr>
      <w:tr w:rsidR="00E421DC" w:rsidRPr="00AE2805" w:rsidTr="00E421DC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E421DC" w:rsidRPr="00AE2805" w:rsidRDefault="00E421DC" w:rsidP="007F5530">
            <w:pPr>
              <w:widowControl w:val="0"/>
              <w:ind w:left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vMerge w:val="restart"/>
            <w:tcBorders>
              <w:right w:val="nil"/>
            </w:tcBorders>
            <w:shd w:val="clear" w:color="auto" w:fill="auto"/>
          </w:tcPr>
          <w:p w:rsidR="00E421DC" w:rsidRPr="00AE2805" w:rsidRDefault="00E421DC" w:rsidP="00E421DC">
            <w:pPr>
              <w:ind w:firstLine="261"/>
              <w:rPr>
                <w:sz w:val="20"/>
                <w:szCs w:val="20"/>
              </w:rPr>
            </w:pPr>
            <w:r w:rsidRPr="00E421DC">
              <w:rPr>
                <w:sz w:val="20"/>
                <w:szCs w:val="20"/>
              </w:rPr>
              <w:t>Відділ інформаційної діяльності та комунікацій з громадськістю Червоноградської РДА</w:t>
            </w:r>
            <w:r w:rsidRPr="00E421DC">
              <w:rPr>
                <w:sz w:val="20"/>
                <w:szCs w:val="20"/>
              </w:rPr>
              <w:tab/>
            </w:r>
            <w:r w:rsidRPr="00E421DC">
              <w:rPr>
                <w:sz w:val="20"/>
                <w:szCs w:val="20"/>
              </w:rPr>
              <w:tab/>
            </w:r>
            <w:r w:rsidRPr="00E421DC">
              <w:rPr>
                <w:sz w:val="20"/>
                <w:szCs w:val="20"/>
              </w:rPr>
              <w:lastRenderedPageBreak/>
              <w:tab/>
            </w:r>
          </w:p>
        </w:tc>
        <w:tc>
          <w:tcPr>
            <w:tcW w:w="3266" w:type="dxa"/>
            <w:tcBorders>
              <w:left w:val="nil"/>
            </w:tcBorders>
            <w:shd w:val="clear" w:color="auto" w:fill="auto"/>
          </w:tcPr>
          <w:p w:rsidR="00E421DC" w:rsidRPr="00AE2805" w:rsidRDefault="00E421DC" w:rsidP="00AE2805">
            <w:pPr>
              <w:jc w:val="center"/>
              <w:rPr>
                <w:sz w:val="20"/>
                <w:szCs w:val="20"/>
              </w:rPr>
            </w:pPr>
            <w:r w:rsidRPr="00E421DC">
              <w:rPr>
                <w:sz w:val="20"/>
                <w:szCs w:val="20"/>
              </w:rPr>
              <w:lastRenderedPageBreak/>
              <w:t>Працівники відділу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E421DC" w:rsidRPr="00AE2805" w:rsidRDefault="00E421DC" w:rsidP="00E421DC">
            <w:pPr>
              <w:jc w:val="center"/>
              <w:rPr>
                <w:sz w:val="20"/>
                <w:szCs w:val="20"/>
              </w:rPr>
            </w:pPr>
            <w:r w:rsidRPr="00E421DC">
              <w:rPr>
                <w:sz w:val="20"/>
                <w:szCs w:val="20"/>
              </w:rPr>
              <w:t xml:space="preserve">Червоноград </w:t>
            </w:r>
            <w:proofErr w:type="spellStart"/>
            <w:r w:rsidRPr="00E421DC">
              <w:rPr>
                <w:sz w:val="20"/>
                <w:szCs w:val="20"/>
              </w:rPr>
              <w:t>вул</w:t>
            </w:r>
            <w:proofErr w:type="spellEnd"/>
            <w:r w:rsidRPr="00E421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Паркова, 4а</w:t>
            </w:r>
          </w:p>
        </w:tc>
        <w:tc>
          <w:tcPr>
            <w:tcW w:w="994" w:type="dxa"/>
            <w:shd w:val="clear" w:color="auto" w:fill="auto"/>
          </w:tcPr>
          <w:p w:rsidR="00E421DC" w:rsidRPr="00AE2805" w:rsidRDefault="00E421DC" w:rsidP="001E2B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2/-</w:t>
            </w:r>
          </w:p>
        </w:tc>
        <w:tc>
          <w:tcPr>
            <w:tcW w:w="3112" w:type="dxa"/>
            <w:shd w:val="clear" w:color="auto" w:fill="auto"/>
          </w:tcPr>
          <w:p w:rsidR="00E421DC" w:rsidRPr="00AE2805" w:rsidRDefault="00E421DC" w:rsidP="00AE2805">
            <w:pPr>
              <w:jc w:val="center"/>
              <w:rPr>
                <w:sz w:val="20"/>
                <w:szCs w:val="20"/>
              </w:rPr>
            </w:pPr>
            <w:r w:rsidRPr="00E421DC">
              <w:rPr>
                <w:sz w:val="20"/>
                <w:szCs w:val="20"/>
              </w:rPr>
              <w:t>Проведення оповіщення населення</w:t>
            </w:r>
          </w:p>
        </w:tc>
      </w:tr>
      <w:tr w:rsidR="00E421DC" w:rsidRPr="00AE2805" w:rsidTr="005B2BC6">
        <w:trPr>
          <w:trHeight w:val="124"/>
        </w:trPr>
        <w:tc>
          <w:tcPr>
            <w:tcW w:w="584" w:type="dxa"/>
            <w:gridSpan w:val="3"/>
            <w:tcBorders>
              <w:right w:val="nil"/>
            </w:tcBorders>
            <w:shd w:val="clear" w:color="auto" w:fill="auto"/>
          </w:tcPr>
          <w:p w:rsidR="00E421DC" w:rsidRPr="00AE2805" w:rsidRDefault="00E421DC" w:rsidP="00E421DC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vMerge/>
            <w:tcBorders>
              <w:left w:val="nil"/>
              <w:right w:val="nil"/>
            </w:tcBorders>
            <w:shd w:val="clear" w:color="auto" w:fill="auto"/>
          </w:tcPr>
          <w:p w:rsidR="00E421DC" w:rsidRPr="00AE2805" w:rsidRDefault="00E421DC" w:rsidP="00AE2805">
            <w:pPr>
              <w:ind w:firstLine="261"/>
              <w:rPr>
                <w:sz w:val="20"/>
                <w:szCs w:val="20"/>
              </w:rPr>
            </w:pPr>
          </w:p>
        </w:tc>
        <w:tc>
          <w:tcPr>
            <w:tcW w:w="10491" w:type="dxa"/>
            <w:gridSpan w:val="5"/>
            <w:tcBorders>
              <w:left w:val="nil"/>
            </w:tcBorders>
            <w:shd w:val="clear" w:color="auto" w:fill="auto"/>
          </w:tcPr>
          <w:p w:rsidR="00E421DC" w:rsidRPr="00E421DC" w:rsidRDefault="00E421DC" w:rsidP="00E421DC">
            <w:pPr>
              <w:jc w:val="both"/>
              <w:rPr>
                <w:b/>
                <w:sz w:val="20"/>
                <w:szCs w:val="20"/>
              </w:rPr>
            </w:pPr>
            <w:r w:rsidRPr="00E421DC">
              <w:rPr>
                <w:b/>
                <w:sz w:val="20"/>
                <w:szCs w:val="20"/>
              </w:rPr>
              <w:t>ДЕРЖАВНА СЛУЖБА СПЕЦІАЛЬНОГО ЗВ’ЯЗКУ ТА ЗАХИСТУ ІНФОРМАЦІЇ УКРАЇНИ (за згодою)</w:t>
            </w:r>
          </w:p>
        </w:tc>
      </w:tr>
      <w:tr w:rsidR="00E421DC" w:rsidRPr="00AE2805" w:rsidTr="001E2B0F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E421DC" w:rsidRPr="00AE2805" w:rsidRDefault="00E421DC" w:rsidP="007F5530">
            <w:pPr>
              <w:widowControl w:val="0"/>
              <w:ind w:left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E421DC" w:rsidRPr="00AE2805" w:rsidRDefault="007F5530" w:rsidP="007F5530">
            <w:pPr>
              <w:ind w:firstLine="261"/>
              <w:rPr>
                <w:sz w:val="20"/>
                <w:szCs w:val="20"/>
              </w:rPr>
            </w:pPr>
            <w:r w:rsidRPr="007F5530">
              <w:rPr>
                <w:sz w:val="20"/>
                <w:szCs w:val="20"/>
              </w:rPr>
              <w:t xml:space="preserve">Управління </w:t>
            </w:r>
            <w:proofErr w:type="spellStart"/>
            <w:r w:rsidRPr="007F5530">
              <w:rPr>
                <w:sz w:val="20"/>
                <w:szCs w:val="20"/>
              </w:rPr>
              <w:t>Держспецзвязку</w:t>
            </w:r>
            <w:proofErr w:type="spellEnd"/>
            <w:r w:rsidRPr="007F5530">
              <w:rPr>
                <w:sz w:val="20"/>
                <w:szCs w:val="20"/>
              </w:rPr>
              <w:t xml:space="preserve">  України у Львівській області (за згодою)</w:t>
            </w:r>
            <w:r w:rsidRPr="007F5530">
              <w:rPr>
                <w:sz w:val="20"/>
                <w:szCs w:val="20"/>
              </w:rPr>
              <w:tab/>
            </w:r>
            <w:r w:rsidRPr="007F5530">
              <w:rPr>
                <w:sz w:val="20"/>
                <w:szCs w:val="20"/>
              </w:rPr>
              <w:tab/>
            </w:r>
            <w:r w:rsidRPr="007F5530">
              <w:rPr>
                <w:sz w:val="20"/>
                <w:szCs w:val="20"/>
              </w:rPr>
              <w:tab/>
            </w:r>
            <w:r w:rsidRPr="007F5530">
              <w:rPr>
                <w:sz w:val="20"/>
                <w:szCs w:val="20"/>
              </w:rPr>
              <w:tab/>
            </w:r>
          </w:p>
        </w:tc>
        <w:tc>
          <w:tcPr>
            <w:tcW w:w="3266" w:type="dxa"/>
            <w:shd w:val="clear" w:color="auto" w:fill="auto"/>
          </w:tcPr>
          <w:p w:rsidR="00E421DC" w:rsidRPr="00AE2805" w:rsidRDefault="007F5530" w:rsidP="00AE2805">
            <w:pPr>
              <w:jc w:val="center"/>
              <w:rPr>
                <w:sz w:val="20"/>
                <w:szCs w:val="20"/>
              </w:rPr>
            </w:pPr>
            <w:r w:rsidRPr="007F5530">
              <w:rPr>
                <w:sz w:val="20"/>
                <w:szCs w:val="20"/>
              </w:rPr>
              <w:t>Особовий склад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E421DC" w:rsidRPr="00AE2805" w:rsidRDefault="007F5530" w:rsidP="001E2B0F">
            <w:pPr>
              <w:jc w:val="center"/>
              <w:rPr>
                <w:sz w:val="20"/>
                <w:szCs w:val="20"/>
              </w:rPr>
            </w:pPr>
            <w:r w:rsidRPr="007F5530">
              <w:rPr>
                <w:sz w:val="20"/>
                <w:szCs w:val="20"/>
              </w:rPr>
              <w:t xml:space="preserve">м. Львів </w:t>
            </w:r>
            <w:proofErr w:type="spellStart"/>
            <w:r w:rsidRPr="007F5530">
              <w:rPr>
                <w:sz w:val="20"/>
                <w:szCs w:val="20"/>
              </w:rPr>
              <w:t>вул</w:t>
            </w:r>
            <w:proofErr w:type="spellEnd"/>
            <w:r w:rsidRPr="007F5530">
              <w:rPr>
                <w:sz w:val="20"/>
                <w:szCs w:val="20"/>
              </w:rPr>
              <w:t xml:space="preserve"> </w:t>
            </w:r>
            <w:proofErr w:type="spellStart"/>
            <w:r w:rsidRPr="007F5530">
              <w:rPr>
                <w:sz w:val="20"/>
                <w:szCs w:val="20"/>
              </w:rPr>
              <w:t>Д.Вітовського</w:t>
            </w:r>
            <w:proofErr w:type="spellEnd"/>
            <w:r w:rsidRPr="007F5530">
              <w:rPr>
                <w:sz w:val="20"/>
                <w:szCs w:val="20"/>
              </w:rPr>
              <w:t>, 55 (032)-2390537</w:t>
            </w:r>
          </w:p>
        </w:tc>
        <w:tc>
          <w:tcPr>
            <w:tcW w:w="994" w:type="dxa"/>
            <w:shd w:val="clear" w:color="auto" w:fill="auto"/>
          </w:tcPr>
          <w:p w:rsidR="00E421DC" w:rsidRPr="00AE2805" w:rsidRDefault="00E421DC" w:rsidP="001E2B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2" w:type="dxa"/>
            <w:shd w:val="clear" w:color="auto" w:fill="auto"/>
          </w:tcPr>
          <w:p w:rsidR="00E421DC" w:rsidRPr="00AE2805" w:rsidRDefault="007F5530" w:rsidP="00AE2805">
            <w:pPr>
              <w:jc w:val="center"/>
              <w:rPr>
                <w:sz w:val="20"/>
                <w:szCs w:val="20"/>
              </w:rPr>
            </w:pPr>
            <w:r w:rsidRPr="007F5530">
              <w:rPr>
                <w:sz w:val="20"/>
                <w:szCs w:val="20"/>
              </w:rPr>
              <w:t>Проведення оповіщення</w:t>
            </w:r>
          </w:p>
        </w:tc>
      </w:tr>
      <w:tr w:rsidR="001352B8" w:rsidRPr="00AE2805" w:rsidTr="00AE2805">
        <w:trPr>
          <w:trHeight w:val="124"/>
        </w:trPr>
        <w:tc>
          <w:tcPr>
            <w:tcW w:w="8759" w:type="dxa"/>
            <w:gridSpan w:val="6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Всього за спеціалізовану службу: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1352B8" w:rsidRPr="00AE2805" w:rsidRDefault="007F5530" w:rsidP="00AE28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</w:t>
            </w:r>
            <w:r w:rsidR="001352B8">
              <w:rPr>
                <w:b/>
                <w:sz w:val="20"/>
                <w:szCs w:val="20"/>
              </w:rPr>
              <w:t>/1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1352B8" w:rsidRPr="00AE2805" w:rsidRDefault="001352B8" w:rsidP="00AE2805">
            <w:pPr>
              <w:ind w:right="-108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1352B8" w:rsidRPr="00AE2805" w:rsidTr="00EB679C">
        <w:trPr>
          <w:trHeight w:val="124"/>
        </w:trPr>
        <w:tc>
          <w:tcPr>
            <w:tcW w:w="15984" w:type="dxa"/>
            <w:gridSpan w:val="10"/>
            <w:shd w:val="clear" w:color="auto" w:fill="auto"/>
          </w:tcPr>
          <w:p w:rsidR="001352B8" w:rsidRPr="00AE2805" w:rsidRDefault="001352B8" w:rsidP="00AE2805">
            <w:pPr>
              <w:ind w:right="-108"/>
              <w:jc w:val="center"/>
              <w:rPr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  <w:lang w:val="en-US"/>
              </w:rPr>
              <w:t>VI</w:t>
            </w:r>
            <w:r w:rsidRPr="00614AA9">
              <w:rPr>
                <w:b/>
                <w:sz w:val="20"/>
                <w:szCs w:val="20"/>
                <w:lang w:val="ru-RU"/>
              </w:rPr>
              <w:t xml:space="preserve">. </w:t>
            </w:r>
            <w:r w:rsidRPr="00AE2805">
              <w:rPr>
                <w:b/>
                <w:sz w:val="20"/>
                <w:szCs w:val="20"/>
              </w:rPr>
              <w:t xml:space="preserve">СИЛИ СПЕЦІАЛІЗОВАНОЇ СЛУЖБИ ЕНЕРГЕТИКИ </w:t>
            </w:r>
          </w:p>
        </w:tc>
      </w:tr>
      <w:tr w:rsidR="001352B8" w:rsidRPr="00AE2805" w:rsidTr="00EB679C">
        <w:trPr>
          <w:trHeight w:val="76"/>
        </w:trPr>
        <w:tc>
          <w:tcPr>
            <w:tcW w:w="15984" w:type="dxa"/>
            <w:gridSpan w:val="10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СИЛИ ТзОВ «ОПЕРАТОР ГАЗОТРАНСПОРТНОЇ СИСТЕМИ УКРАЇНИ»</w:t>
            </w:r>
          </w:p>
        </w:tc>
      </w:tr>
      <w:tr w:rsidR="001352B8" w:rsidRPr="00AE2805" w:rsidTr="00EB679C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352B8" w:rsidRPr="00AE2805" w:rsidRDefault="001352B8" w:rsidP="007F5530">
            <w:pPr>
              <w:widowControl w:val="0"/>
              <w:ind w:left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853EC6">
            <w:pPr>
              <w:ind w:firstLine="261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Компресорна станція </w:t>
            </w:r>
            <w:proofErr w:type="spellStart"/>
            <w:r w:rsidRPr="00AE2805">
              <w:rPr>
                <w:sz w:val="20"/>
                <w:szCs w:val="20"/>
              </w:rPr>
              <w:t>Біберського</w:t>
            </w:r>
            <w:proofErr w:type="spellEnd"/>
            <w:r w:rsidRPr="00AE2805">
              <w:rPr>
                <w:sz w:val="20"/>
                <w:szCs w:val="20"/>
              </w:rPr>
              <w:t xml:space="preserve"> ЛВУМГ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jc w:val="center"/>
            </w:pPr>
            <w:r w:rsidRPr="00AE2805">
              <w:rPr>
                <w:sz w:val="20"/>
                <w:szCs w:val="18"/>
              </w:rPr>
              <w:t>Формування цивільного захисту ЛВУМГ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Червоноградський район, </w:t>
            </w:r>
            <w:proofErr w:type="spellStart"/>
            <w:r w:rsidRPr="00AE2805">
              <w:rPr>
                <w:sz w:val="20"/>
                <w:szCs w:val="20"/>
              </w:rPr>
              <w:t>с.Волиця</w:t>
            </w:r>
            <w:proofErr w:type="spellEnd"/>
            <w:r w:rsidRPr="00AE2805">
              <w:rPr>
                <w:sz w:val="20"/>
                <w:szCs w:val="20"/>
              </w:rPr>
              <w:t xml:space="preserve">,  </w:t>
            </w:r>
            <w:proofErr w:type="spellStart"/>
            <w:r w:rsidRPr="00AE2805">
              <w:rPr>
                <w:sz w:val="20"/>
                <w:szCs w:val="20"/>
              </w:rPr>
              <w:t>вул.Зарічна</w:t>
            </w:r>
            <w:proofErr w:type="spellEnd"/>
            <w:r w:rsidRPr="00AE2805">
              <w:rPr>
                <w:sz w:val="20"/>
                <w:szCs w:val="20"/>
              </w:rPr>
              <w:t xml:space="preserve"> ,1а, (834) 2-18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6/2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Захист працівників ЛВУМГ</w:t>
            </w:r>
          </w:p>
          <w:p w:rsidR="001352B8" w:rsidRPr="00AE2805" w:rsidRDefault="001352B8" w:rsidP="00AE2805">
            <w:pPr>
              <w:jc w:val="center"/>
            </w:pPr>
            <w:r w:rsidRPr="00AE2805">
              <w:rPr>
                <w:sz w:val="20"/>
                <w:szCs w:val="20"/>
              </w:rPr>
              <w:t>від НС</w:t>
            </w:r>
          </w:p>
        </w:tc>
      </w:tr>
      <w:tr w:rsidR="001352B8" w:rsidRPr="00AE2805" w:rsidTr="00EB679C">
        <w:trPr>
          <w:trHeight w:val="124"/>
        </w:trPr>
        <w:tc>
          <w:tcPr>
            <w:tcW w:w="5493" w:type="dxa"/>
            <w:gridSpan w:val="5"/>
            <w:shd w:val="clear" w:color="auto" w:fill="auto"/>
          </w:tcPr>
          <w:p w:rsidR="001352B8" w:rsidRPr="00AE2805" w:rsidRDefault="001352B8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66" w:type="dxa"/>
            <w:shd w:val="clear" w:color="auto" w:fill="auto"/>
            <w:vAlign w:val="center"/>
          </w:tcPr>
          <w:p w:rsidR="001352B8" w:rsidRPr="00AE2805" w:rsidRDefault="001352B8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1352B8" w:rsidRPr="00AE2805" w:rsidRDefault="001352B8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1352B8" w:rsidRPr="00AE2805" w:rsidRDefault="0054038C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6/2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1352B8" w:rsidRPr="00AE2805" w:rsidRDefault="001352B8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1352B8" w:rsidRPr="00853EC6" w:rsidTr="00EB679C">
        <w:trPr>
          <w:trHeight w:val="133"/>
        </w:trPr>
        <w:tc>
          <w:tcPr>
            <w:tcW w:w="15984" w:type="dxa"/>
            <w:gridSpan w:val="10"/>
            <w:shd w:val="clear" w:color="auto" w:fill="auto"/>
          </w:tcPr>
          <w:p w:rsidR="001352B8" w:rsidRPr="00853EC6" w:rsidRDefault="001352B8" w:rsidP="00AE2805">
            <w:pPr>
              <w:jc w:val="center"/>
              <w:rPr>
                <w:sz w:val="20"/>
                <w:szCs w:val="20"/>
              </w:rPr>
            </w:pPr>
            <w:r w:rsidRPr="00853EC6">
              <w:rPr>
                <w:b/>
                <w:sz w:val="20"/>
                <w:szCs w:val="20"/>
              </w:rPr>
              <w:t>СИЛИ</w:t>
            </w:r>
            <w:r w:rsidRPr="00853EC6">
              <w:rPr>
                <w:sz w:val="20"/>
                <w:szCs w:val="20"/>
              </w:rPr>
              <w:t xml:space="preserve"> </w:t>
            </w:r>
            <w:r w:rsidRPr="00853EC6">
              <w:rPr>
                <w:rStyle w:val="aff"/>
                <w:sz w:val="20"/>
                <w:szCs w:val="20"/>
                <w:shd w:val="clear" w:color="auto" w:fill="FFFFFF"/>
              </w:rPr>
              <w:t>ЛЬВІВСЬКОЇ ФІЛІЇ  ТОВ “ГАЗОРОЗПОДІЛЬНІ МЕРЕЖІ УКРАЇНИ”</w:t>
            </w:r>
          </w:p>
        </w:tc>
      </w:tr>
      <w:tr w:rsidR="001352B8" w:rsidRPr="00AE2805" w:rsidTr="00EB679C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352B8" w:rsidRPr="00AE2805" w:rsidRDefault="001352B8" w:rsidP="007F5530">
            <w:pPr>
              <w:widowControl w:val="0"/>
              <w:ind w:left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EB679C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Червоноградське відділення</w:t>
            </w:r>
            <w:r w:rsidR="00EB679C">
              <w:rPr>
                <w:sz w:val="20"/>
                <w:szCs w:val="20"/>
              </w:rPr>
              <w:t xml:space="preserve"> </w:t>
            </w:r>
            <w:r w:rsidR="00EB679C" w:rsidRPr="00853EC6">
              <w:rPr>
                <w:rStyle w:val="aff"/>
                <w:sz w:val="20"/>
                <w:szCs w:val="20"/>
                <w:shd w:val="clear" w:color="auto" w:fill="FFFFFF"/>
              </w:rPr>
              <w:t xml:space="preserve">Львівської філії  ТОВ “Газорозподільні мережі </w:t>
            </w:r>
            <w:r w:rsidR="00EB679C">
              <w:rPr>
                <w:rStyle w:val="aff"/>
                <w:sz w:val="20"/>
                <w:szCs w:val="20"/>
                <w:shd w:val="clear" w:color="auto" w:fill="FFFFFF"/>
              </w:rPr>
              <w:t xml:space="preserve"> У</w:t>
            </w:r>
            <w:r w:rsidR="00EB679C" w:rsidRPr="00853EC6">
              <w:rPr>
                <w:rStyle w:val="aff"/>
                <w:sz w:val="20"/>
                <w:szCs w:val="20"/>
                <w:shd w:val="clear" w:color="auto" w:fill="FFFFFF"/>
              </w:rPr>
              <w:t>країни”</w:t>
            </w:r>
            <w:r w:rsidR="00EB679C">
              <w:rPr>
                <w:rStyle w:val="aff"/>
                <w:sz w:val="20"/>
                <w:szCs w:val="20"/>
                <w:shd w:val="clear" w:color="auto" w:fill="FFFFFF"/>
              </w:rPr>
              <w:t xml:space="preserve"> </w:t>
            </w:r>
            <w:r w:rsidR="00EB679C" w:rsidRPr="00AE2805">
              <w:rPr>
                <w:sz w:val="20"/>
                <w:szCs w:val="20"/>
              </w:rPr>
              <w:t xml:space="preserve">  </w:t>
            </w:r>
            <w:r w:rsidRPr="00AE2805">
              <w:rPr>
                <w:sz w:val="20"/>
                <w:szCs w:val="20"/>
              </w:rPr>
              <w:t>(Червоноградська, Кам’янка-Бузька Радехівська, Сокальська дільниці)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Аварійна бригада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м.Червоноград</w:t>
            </w:r>
            <w:proofErr w:type="spellEnd"/>
          </w:p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вул..Б.Хмельницького,71</w:t>
            </w:r>
          </w:p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259-11-01 (1056), 259-11-01 (1911) (067) 675-62-25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80/18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Обслуговування газопровідних мереж</w:t>
            </w:r>
          </w:p>
        </w:tc>
      </w:tr>
      <w:tr w:rsidR="001352B8" w:rsidRPr="00AE2805" w:rsidTr="00474169">
        <w:trPr>
          <w:trHeight w:val="124"/>
        </w:trPr>
        <w:tc>
          <w:tcPr>
            <w:tcW w:w="5493" w:type="dxa"/>
            <w:gridSpan w:val="5"/>
            <w:shd w:val="clear" w:color="auto" w:fill="auto"/>
          </w:tcPr>
          <w:p w:rsidR="001352B8" w:rsidRPr="00AE2805" w:rsidRDefault="001352B8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66" w:type="dxa"/>
            <w:shd w:val="clear" w:color="auto" w:fill="auto"/>
            <w:vAlign w:val="center"/>
          </w:tcPr>
          <w:p w:rsidR="001352B8" w:rsidRPr="00AE2805" w:rsidRDefault="001352B8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1352B8" w:rsidRPr="00AE2805" w:rsidRDefault="001352B8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1352B8" w:rsidRPr="00AE2805" w:rsidRDefault="0096772F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80/18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1352B8" w:rsidRPr="00AE2805" w:rsidRDefault="001352B8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1352B8" w:rsidRPr="00AE2805" w:rsidTr="00474169">
        <w:trPr>
          <w:trHeight w:val="152"/>
        </w:trPr>
        <w:tc>
          <w:tcPr>
            <w:tcW w:w="15984" w:type="dxa"/>
            <w:gridSpan w:val="10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СИЛИ ПрАТ «ЛЬВІВОБЛЕНЕРГО»</w:t>
            </w:r>
          </w:p>
        </w:tc>
      </w:tr>
      <w:tr w:rsidR="001352B8" w:rsidRPr="00AE2805" w:rsidTr="00474169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352B8" w:rsidRPr="00AE2805" w:rsidRDefault="001352B8" w:rsidP="007F5530">
            <w:pPr>
              <w:widowControl w:val="0"/>
              <w:ind w:left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AE2805">
            <w:pPr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Північний район електричних мереж</w:t>
            </w:r>
          </w:p>
          <w:p w:rsidR="001352B8" w:rsidRPr="00AE2805" w:rsidRDefault="001352B8" w:rsidP="00AE2805">
            <w:pPr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ПрАТ «</w:t>
            </w:r>
            <w:proofErr w:type="spellStart"/>
            <w:r w:rsidRPr="00AE2805">
              <w:rPr>
                <w:sz w:val="20"/>
                <w:szCs w:val="20"/>
              </w:rPr>
              <w:t>Львівобленерго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  <w:p w:rsidR="001352B8" w:rsidRPr="00AE2805" w:rsidRDefault="001352B8" w:rsidP="00AE2805">
            <w:pPr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- </w:t>
            </w:r>
            <w:proofErr w:type="spellStart"/>
            <w:r w:rsidRPr="00AE2805">
              <w:rPr>
                <w:sz w:val="20"/>
                <w:szCs w:val="20"/>
              </w:rPr>
              <w:t>Сокальсько</w:t>
            </w:r>
            <w:proofErr w:type="spellEnd"/>
            <w:r w:rsidRPr="00AE2805">
              <w:rPr>
                <w:sz w:val="20"/>
                <w:szCs w:val="20"/>
              </w:rPr>
              <w:t>-Червоноградська ДЕМ-1</w:t>
            </w:r>
          </w:p>
          <w:p w:rsidR="001352B8" w:rsidRPr="00AE2805" w:rsidRDefault="001352B8" w:rsidP="00AE2805">
            <w:pPr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- </w:t>
            </w:r>
            <w:proofErr w:type="spellStart"/>
            <w:r w:rsidRPr="00AE2805">
              <w:rPr>
                <w:sz w:val="20"/>
                <w:szCs w:val="20"/>
              </w:rPr>
              <w:t>Радехівсько</w:t>
            </w:r>
            <w:proofErr w:type="spellEnd"/>
            <w:r w:rsidRPr="00AE2805">
              <w:rPr>
                <w:sz w:val="20"/>
                <w:szCs w:val="20"/>
              </w:rPr>
              <w:t>-Кам'янка-Бузька ДЕМ-2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ind w:firstLine="175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Аварійно-відновлювальні та </w:t>
            </w:r>
            <w:proofErr w:type="spellStart"/>
            <w:r w:rsidRPr="00AE2805">
              <w:rPr>
                <w:sz w:val="20"/>
                <w:szCs w:val="20"/>
              </w:rPr>
              <w:t>оперативно</w:t>
            </w:r>
            <w:proofErr w:type="spellEnd"/>
            <w:r w:rsidRPr="00AE2805">
              <w:rPr>
                <w:sz w:val="20"/>
                <w:szCs w:val="20"/>
              </w:rPr>
              <w:t>-виїзні бригади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widowControl w:val="0"/>
              <w:ind w:left="113" w:right="113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м. Червоноград,</w:t>
            </w:r>
          </w:p>
          <w:p w:rsidR="001352B8" w:rsidRPr="00AE2805" w:rsidRDefault="001352B8" w:rsidP="001E2B0F">
            <w:pPr>
              <w:widowControl w:val="0"/>
              <w:ind w:left="113" w:right="113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вул. Гоголя, 2</w:t>
            </w:r>
          </w:p>
          <w:p w:rsidR="001352B8" w:rsidRPr="00AE2805" w:rsidRDefault="001352B8" w:rsidP="001E2B0F">
            <w:pPr>
              <w:widowControl w:val="0"/>
              <w:ind w:left="113" w:right="113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0249-2-20-81</w:t>
            </w:r>
          </w:p>
          <w:p w:rsidR="001352B8" w:rsidRPr="00AE2805" w:rsidRDefault="001352B8" w:rsidP="007F5530">
            <w:pPr>
              <w:widowControl w:val="0"/>
              <w:ind w:left="113" w:right="113"/>
              <w:jc w:val="center"/>
              <w:rPr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0249-2-23-68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sz w:val="20"/>
                <w:szCs w:val="20"/>
                <w:lang w:val="ru-RU"/>
              </w:rPr>
            </w:pPr>
            <w:r w:rsidRPr="00AE2805">
              <w:rPr>
                <w:sz w:val="20"/>
                <w:szCs w:val="20"/>
              </w:rPr>
              <w:t>100/</w:t>
            </w:r>
            <w:r w:rsidRPr="00AE2805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Проведення першочергових відновлювальних та ремонтних робіт в електромережах</w:t>
            </w:r>
          </w:p>
        </w:tc>
      </w:tr>
      <w:tr w:rsidR="001352B8" w:rsidRPr="00AE2805" w:rsidTr="00474169">
        <w:trPr>
          <w:trHeight w:val="124"/>
        </w:trPr>
        <w:tc>
          <w:tcPr>
            <w:tcW w:w="8759" w:type="dxa"/>
            <w:gridSpan w:val="6"/>
            <w:shd w:val="clear" w:color="auto" w:fill="auto"/>
          </w:tcPr>
          <w:p w:rsidR="001352B8" w:rsidRPr="00AE2805" w:rsidRDefault="001352B8" w:rsidP="00AE2805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1352B8" w:rsidRPr="00AE2805" w:rsidRDefault="001352B8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1352B8" w:rsidRPr="00AE2805" w:rsidRDefault="0096772F" w:rsidP="00AE2805">
            <w:pPr>
              <w:widowControl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100/14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1352B8" w:rsidRPr="00AE2805" w:rsidRDefault="001352B8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1352B8" w:rsidRPr="00AE2805" w:rsidTr="00474169">
        <w:trPr>
          <w:trHeight w:val="124"/>
        </w:trPr>
        <w:tc>
          <w:tcPr>
            <w:tcW w:w="15984" w:type="dxa"/>
            <w:gridSpan w:val="10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СИЛИ ДЕРЖАВНОГО ПІДПРИЄМСТВА «ЛЬВІВВУГІЛЛЯ»</w:t>
            </w:r>
          </w:p>
        </w:tc>
      </w:tr>
      <w:tr w:rsidR="001352B8" w:rsidRPr="00AE2805" w:rsidTr="00474169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352B8" w:rsidRPr="00AE2805" w:rsidRDefault="001352B8" w:rsidP="007F5530">
            <w:pPr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AE2805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ВП «Шахта </w:t>
            </w:r>
            <w:proofErr w:type="spellStart"/>
            <w:r w:rsidRPr="00AE2805">
              <w:rPr>
                <w:sz w:val="20"/>
                <w:szCs w:val="20"/>
              </w:rPr>
              <w:t>Межирічанська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  <w:p w:rsidR="001352B8" w:rsidRPr="00AE2805" w:rsidRDefault="001352B8" w:rsidP="00AE2805">
            <w:pPr>
              <w:ind w:firstLine="119"/>
              <w:jc w:val="both"/>
              <w:rPr>
                <w:b/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ДП «</w:t>
            </w:r>
            <w:proofErr w:type="spellStart"/>
            <w:r w:rsidRPr="00AE2805">
              <w:rPr>
                <w:sz w:val="20"/>
                <w:szCs w:val="20"/>
              </w:rPr>
              <w:t>Львіввугілля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Особовий склад</w:t>
            </w:r>
          </w:p>
          <w:p w:rsidR="001352B8" w:rsidRPr="00AE2805" w:rsidRDefault="001352B8" w:rsidP="00AE2805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та техніка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м.Червоноград</w:t>
            </w:r>
            <w:proofErr w:type="spellEnd"/>
            <w:r w:rsidRPr="00AE2805">
              <w:rPr>
                <w:sz w:val="20"/>
                <w:szCs w:val="20"/>
              </w:rPr>
              <w:t>,</w:t>
            </w:r>
          </w:p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Львівська, 68</w:t>
            </w:r>
          </w:p>
          <w:p w:rsidR="001352B8" w:rsidRPr="00AE2805" w:rsidRDefault="001352B8" w:rsidP="001E2B0F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(03249)323-93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sz w:val="20"/>
                <w:szCs w:val="20"/>
                <w:lang w:val="ru-RU"/>
              </w:rPr>
            </w:pPr>
            <w:r w:rsidRPr="00AE2805">
              <w:rPr>
                <w:sz w:val="20"/>
                <w:szCs w:val="20"/>
              </w:rPr>
              <w:t>164/</w:t>
            </w:r>
            <w:r w:rsidRPr="00AE2805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ind w:left="-120" w:right="-68" w:firstLine="12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  <w:shd w:val="clear" w:color="auto" w:fill="FFFFFF"/>
              </w:rPr>
              <w:t>Виконання заходів  із експлуатації та ремонту шахтного обладнання</w:t>
            </w:r>
          </w:p>
        </w:tc>
      </w:tr>
      <w:tr w:rsidR="001352B8" w:rsidRPr="00AE2805" w:rsidTr="00474169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352B8" w:rsidRPr="00AE2805" w:rsidRDefault="001352B8" w:rsidP="007F5530">
            <w:pPr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AE2805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ВП «Шахта Лісова»</w:t>
            </w:r>
          </w:p>
          <w:p w:rsidR="001352B8" w:rsidRPr="00AE2805" w:rsidRDefault="001352B8" w:rsidP="00AE2805">
            <w:pPr>
              <w:ind w:firstLine="119"/>
              <w:jc w:val="both"/>
              <w:rPr>
                <w:b/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ДП «</w:t>
            </w:r>
            <w:proofErr w:type="spellStart"/>
            <w:r w:rsidRPr="00AE2805">
              <w:rPr>
                <w:sz w:val="20"/>
                <w:szCs w:val="20"/>
              </w:rPr>
              <w:t>Львіввугілля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Особовий склад</w:t>
            </w:r>
          </w:p>
          <w:p w:rsidR="001352B8" w:rsidRPr="00AE2805" w:rsidRDefault="001352B8" w:rsidP="00AE2805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та техніка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Червоноградський район, </w:t>
            </w:r>
            <w:proofErr w:type="spellStart"/>
            <w:r w:rsidRPr="00AE2805">
              <w:rPr>
                <w:sz w:val="20"/>
                <w:szCs w:val="20"/>
              </w:rPr>
              <w:t>с.Сілець</w:t>
            </w:r>
            <w:proofErr w:type="spellEnd"/>
            <w:r w:rsidRPr="00AE2805">
              <w:rPr>
                <w:sz w:val="20"/>
                <w:szCs w:val="20"/>
              </w:rPr>
              <w:t xml:space="preserve"> присілок </w:t>
            </w:r>
            <w:proofErr w:type="spellStart"/>
            <w:r w:rsidRPr="00AE2805">
              <w:rPr>
                <w:sz w:val="20"/>
                <w:szCs w:val="20"/>
              </w:rPr>
              <w:t>Параньки</w:t>
            </w:r>
            <w:proofErr w:type="spellEnd"/>
            <w:r w:rsidRPr="00AE2805">
              <w:rPr>
                <w:sz w:val="20"/>
                <w:szCs w:val="20"/>
              </w:rPr>
              <w:t xml:space="preserve"> 210а</w:t>
            </w:r>
          </w:p>
          <w:p w:rsidR="001352B8" w:rsidRPr="00AE2805" w:rsidRDefault="001352B8" w:rsidP="001E2B0F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(03249) 4-64-46,дод 3-06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2/-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ind w:left="-120" w:right="-68"/>
              <w:jc w:val="center"/>
            </w:pPr>
            <w:r w:rsidRPr="00AE2805">
              <w:rPr>
                <w:sz w:val="20"/>
                <w:szCs w:val="20"/>
                <w:shd w:val="clear" w:color="auto" w:fill="FFFFFF"/>
              </w:rPr>
              <w:t>Виконання заходів  із експлуатації та ремонту шахтного обладнання</w:t>
            </w:r>
          </w:p>
        </w:tc>
      </w:tr>
      <w:tr w:rsidR="001352B8" w:rsidRPr="00AE2805" w:rsidTr="00474169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352B8" w:rsidRPr="00AE2805" w:rsidRDefault="001352B8" w:rsidP="007F5530">
            <w:pPr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AE2805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ВП «Шахта Степова»</w:t>
            </w:r>
          </w:p>
          <w:p w:rsidR="001352B8" w:rsidRPr="00AE2805" w:rsidRDefault="001352B8" w:rsidP="00AE2805">
            <w:pPr>
              <w:ind w:firstLine="119"/>
              <w:jc w:val="both"/>
              <w:rPr>
                <w:b/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ДП «</w:t>
            </w:r>
            <w:proofErr w:type="spellStart"/>
            <w:r w:rsidRPr="00AE2805">
              <w:rPr>
                <w:sz w:val="20"/>
                <w:szCs w:val="20"/>
              </w:rPr>
              <w:t>Львіввугілля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Особовий склад</w:t>
            </w:r>
          </w:p>
          <w:p w:rsidR="001352B8" w:rsidRPr="00AE2805" w:rsidRDefault="001352B8" w:rsidP="00AE2805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та техніка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Червоноградський район, </w:t>
            </w:r>
            <w:proofErr w:type="spellStart"/>
            <w:r w:rsidRPr="00AE2805">
              <w:rPr>
                <w:sz w:val="20"/>
                <w:szCs w:val="20"/>
              </w:rPr>
              <w:t>с.Глухів</w:t>
            </w:r>
            <w:proofErr w:type="spellEnd"/>
          </w:p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Червоноградська 22б</w:t>
            </w:r>
          </w:p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(03249) 4-64-90,3-97-10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sz w:val="20"/>
                <w:szCs w:val="20"/>
                <w:lang w:val="ru-RU"/>
              </w:rPr>
            </w:pPr>
            <w:r w:rsidRPr="00AE2805">
              <w:rPr>
                <w:sz w:val="20"/>
                <w:szCs w:val="20"/>
              </w:rPr>
              <w:t>20/</w:t>
            </w:r>
            <w:r w:rsidRPr="00AE2805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ind w:left="-120" w:right="-68"/>
              <w:jc w:val="center"/>
            </w:pPr>
            <w:r w:rsidRPr="00AE2805">
              <w:rPr>
                <w:sz w:val="20"/>
                <w:szCs w:val="20"/>
                <w:shd w:val="clear" w:color="auto" w:fill="FFFFFF"/>
              </w:rPr>
              <w:t>Виконання заходів  із експлуатації та ремонту шахтного обладнання</w:t>
            </w:r>
          </w:p>
        </w:tc>
      </w:tr>
      <w:tr w:rsidR="001352B8" w:rsidRPr="00AE2805" w:rsidTr="00474169">
        <w:trPr>
          <w:trHeight w:val="593"/>
        </w:trPr>
        <w:tc>
          <w:tcPr>
            <w:tcW w:w="584" w:type="dxa"/>
            <w:gridSpan w:val="3"/>
            <w:shd w:val="clear" w:color="auto" w:fill="auto"/>
          </w:tcPr>
          <w:p w:rsidR="001352B8" w:rsidRPr="00AE2805" w:rsidRDefault="001352B8" w:rsidP="007F5530">
            <w:pPr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F27001" w:rsidRDefault="00F27001" w:rsidP="00AE2805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ВП «Шахта Червоноградська»</w:t>
            </w:r>
          </w:p>
          <w:p w:rsidR="001352B8" w:rsidRPr="00AE2805" w:rsidRDefault="001352B8" w:rsidP="00AE2805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ДП «</w:t>
            </w:r>
            <w:proofErr w:type="spellStart"/>
            <w:r w:rsidRPr="00AE2805">
              <w:rPr>
                <w:sz w:val="20"/>
                <w:szCs w:val="20"/>
              </w:rPr>
              <w:t>Львіввугілля</w:t>
            </w:r>
            <w:proofErr w:type="spellEnd"/>
            <w:r w:rsidRPr="00AE2805">
              <w:rPr>
                <w:sz w:val="20"/>
                <w:szCs w:val="20"/>
              </w:rPr>
              <w:t xml:space="preserve">» </w:t>
            </w:r>
          </w:p>
          <w:p w:rsidR="001352B8" w:rsidRPr="00AE2805" w:rsidRDefault="001352B8" w:rsidP="00AE2805">
            <w:pPr>
              <w:ind w:firstLine="119"/>
              <w:jc w:val="both"/>
              <w:rPr>
                <w:sz w:val="20"/>
                <w:szCs w:val="20"/>
              </w:rPr>
            </w:pP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Особовий склад</w:t>
            </w:r>
          </w:p>
          <w:p w:rsidR="001352B8" w:rsidRPr="00AE2805" w:rsidRDefault="001352B8" w:rsidP="00AE2805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та техніка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м.Червоноград</w:t>
            </w:r>
            <w:proofErr w:type="spellEnd"/>
            <w:r w:rsidRPr="00AE2805">
              <w:rPr>
                <w:sz w:val="20"/>
                <w:szCs w:val="20"/>
              </w:rPr>
              <w:t>,</w:t>
            </w:r>
          </w:p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Промислова, 27</w:t>
            </w:r>
          </w:p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0637903993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164/1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ind w:left="-120" w:right="-68"/>
              <w:jc w:val="center"/>
            </w:pPr>
            <w:r w:rsidRPr="00AE2805">
              <w:rPr>
                <w:sz w:val="20"/>
                <w:szCs w:val="20"/>
                <w:shd w:val="clear" w:color="auto" w:fill="FFFFFF"/>
              </w:rPr>
              <w:t>Виконання заходів  із експлуатації та ремонту шахтного обладнання</w:t>
            </w:r>
          </w:p>
        </w:tc>
      </w:tr>
      <w:tr w:rsidR="001352B8" w:rsidRPr="00AE2805" w:rsidTr="00474169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352B8" w:rsidRPr="00AE2805" w:rsidRDefault="001352B8" w:rsidP="007F5530">
            <w:pPr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F27001">
            <w:pPr>
              <w:ind w:firstLine="119"/>
              <w:jc w:val="both"/>
              <w:rPr>
                <w:b/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ВП «Червоноградське спецуправління з гасіння териконів і </w:t>
            </w:r>
            <w:r w:rsidR="00F27001">
              <w:rPr>
                <w:sz w:val="20"/>
                <w:szCs w:val="20"/>
              </w:rPr>
              <w:t>рекультивації земель</w:t>
            </w:r>
            <w:r w:rsidRPr="00AE2805">
              <w:rPr>
                <w:sz w:val="20"/>
                <w:szCs w:val="20"/>
              </w:rPr>
              <w:t>» ДП «</w:t>
            </w:r>
            <w:proofErr w:type="spellStart"/>
            <w:r w:rsidRPr="00AE2805">
              <w:rPr>
                <w:sz w:val="20"/>
                <w:szCs w:val="20"/>
              </w:rPr>
              <w:t>Львіввугілля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Особовий склад</w:t>
            </w:r>
          </w:p>
          <w:p w:rsidR="001352B8" w:rsidRPr="00AE2805" w:rsidRDefault="001352B8" w:rsidP="00AE280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та техніка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м.Червоноград</w:t>
            </w:r>
            <w:proofErr w:type="spellEnd"/>
            <w:r w:rsidRPr="00AE2805">
              <w:rPr>
                <w:sz w:val="20"/>
                <w:szCs w:val="20"/>
              </w:rPr>
              <w:t>, вул. Промислова, 11, 0503706797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sz w:val="20"/>
                <w:szCs w:val="20"/>
                <w:lang w:val="ru-RU"/>
              </w:rPr>
            </w:pPr>
            <w:r w:rsidRPr="00AE2805">
              <w:rPr>
                <w:sz w:val="20"/>
                <w:szCs w:val="20"/>
              </w:rPr>
              <w:t>41/</w:t>
            </w:r>
            <w:r w:rsidRPr="00AE2805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ind w:left="-120" w:right="-68"/>
              <w:jc w:val="center"/>
            </w:pPr>
            <w:r w:rsidRPr="00AE2805">
              <w:rPr>
                <w:sz w:val="20"/>
                <w:szCs w:val="20"/>
                <w:shd w:val="clear" w:color="auto" w:fill="FFFFFF"/>
              </w:rPr>
              <w:t>Виконання заходів  із ліквідації наслідків </w:t>
            </w:r>
            <w:r w:rsidRPr="00AE2805">
              <w:rPr>
                <w:bCs w:val="0"/>
                <w:sz w:val="20"/>
                <w:szCs w:val="20"/>
                <w:shd w:val="clear" w:color="auto" w:fill="FFFFFF"/>
              </w:rPr>
              <w:t>аварійних</w:t>
            </w:r>
            <w:r w:rsidRPr="00AE2805">
              <w:rPr>
                <w:sz w:val="20"/>
                <w:szCs w:val="20"/>
                <w:shd w:val="clear" w:color="auto" w:fill="FFFFFF"/>
              </w:rPr>
              <w:t> ситуацій</w:t>
            </w:r>
          </w:p>
        </w:tc>
      </w:tr>
      <w:tr w:rsidR="001352B8" w:rsidRPr="00AE2805" w:rsidTr="00474169">
        <w:trPr>
          <w:trHeight w:val="124"/>
        </w:trPr>
        <w:tc>
          <w:tcPr>
            <w:tcW w:w="5493" w:type="dxa"/>
            <w:gridSpan w:val="5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391/</w:t>
            </w:r>
            <w:r w:rsidRPr="00AE2805">
              <w:rPr>
                <w:b/>
                <w:sz w:val="20"/>
                <w:szCs w:val="20"/>
                <w:lang w:val="ru-RU"/>
              </w:rPr>
              <w:t>19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ind w:left="-120" w:right="-68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1352B8" w:rsidRPr="00AE2805" w:rsidTr="00474169">
        <w:trPr>
          <w:trHeight w:val="124"/>
        </w:trPr>
        <w:tc>
          <w:tcPr>
            <w:tcW w:w="15984" w:type="dxa"/>
            <w:gridSpan w:val="10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СИЛИ АВАРІЙНО-РЯТУВАЛЬНИХ СЛУЖБ (ФОРМУВАНЬ) (АТЕСТОВАНИХ)</w:t>
            </w:r>
          </w:p>
        </w:tc>
      </w:tr>
      <w:tr w:rsidR="001352B8" w:rsidRPr="00AE2805" w:rsidTr="00474169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352B8" w:rsidRPr="00AE2805" w:rsidRDefault="001352B8" w:rsidP="007F55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B86214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Міністерство </w:t>
            </w:r>
            <w:r w:rsidR="00B86214">
              <w:rPr>
                <w:sz w:val="20"/>
                <w:szCs w:val="20"/>
              </w:rPr>
              <w:t>енергетики</w:t>
            </w:r>
            <w:r w:rsidRPr="00AE2805">
              <w:rPr>
                <w:sz w:val="20"/>
                <w:szCs w:val="20"/>
              </w:rPr>
              <w:t xml:space="preserve"> України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Львівсько</w:t>
            </w:r>
            <w:proofErr w:type="spellEnd"/>
            <w:r w:rsidRPr="00AE2805">
              <w:rPr>
                <w:sz w:val="20"/>
                <w:szCs w:val="20"/>
              </w:rPr>
              <w:t>-Волинський воєнізований гірничорятувальний (аварійно-рятувальний) загін Державної воєнізованої гірничорятувальної служби у вугільній промисловості України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Червоноград,</w:t>
            </w:r>
          </w:p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Львівська,15</w:t>
            </w:r>
          </w:p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050-370-54-45</w:t>
            </w:r>
          </w:p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(249) 4-60-05</w:t>
            </w:r>
          </w:p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факс. (249) 2-23-53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1E2B0F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199/25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Обслуговування шахт ДП ”</w:t>
            </w:r>
            <w:proofErr w:type="spellStart"/>
            <w:r w:rsidRPr="00AE2805">
              <w:rPr>
                <w:sz w:val="20"/>
                <w:szCs w:val="20"/>
              </w:rPr>
              <w:t>Львіввугілля</w:t>
            </w:r>
            <w:proofErr w:type="spellEnd"/>
            <w:r w:rsidRPr="00AE2805">
              <w:rPr>
                <w:sz w:val="20"/>
                <w:szCs w:val="20"/>
              </w:rPr>
              <w:t>”, реструктуризації, об’єкти і території згідно укладених договорів на аварійно-рятувальне обслуговування</w:t>
            </w:r>
          </w:p>
        </w:tc>
      </w:tr>
      <w:tr w:rsidR="001352B8" w:rsidRPr="00AE2805" w:rsidTr="00474169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352B8" w:rsidRPr="00AE2805" w:rsidRDefault="001352B8" w:rsidP="007F55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75" w:type="dxa"/>
            <w:gridSpan w:val="3"/>
            <w:shd w:val="clear" w:color="auto" w:fill="auto"/>
          </w:tcPr>
          <w:p w:rsidR="001352B8" w:rsidRPr="00AE2805" w:rsidRDefault="001352B8" w:rsidP="00AE280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1352B8" w:rsidRPr="00AE2805" w:rsidRDefault="0096772F" w:rsidP="00AE28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199/25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</w:p>
        </w:tc>
      </w:tr>
      <w:tr w:rsidR="001352B8" w:rsidRPr="00AE2805" w:rsidTr="00474169">
        <w:trPr>
          <w:trHeight w:val="124"/>
        </w:trPr>
        <w:tc>
          <w:tcPr>
            <w:tcW w:w="8759" w:type="dxa"/>
            <w:gridSpan w:val="6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Всього за спеціалізовану службу: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1352B8" w:rsidRPr="00AE2805" w:rsidRDefault="00533D66" w:rsidP="00AE28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776/78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ind w:left="-120" w:right="-68"/>
              <w:jc w:val="center"/>
              <w:rPr>
                <w:b/>
                <w:color w:val="FF0000"/>
                <w:sz w:val="20"/>
                <w:szCs w:val="20"/>
                <w:shd w:val="clear" w:color="auto" w:fill="FFFFFF"/>
              </w:rPr>
            </w:pPr>
          </w:p>
        </w:tc>
      </w:tr>
      <w:tr w:rsidR="001352B8" w:rsidRPr="00AE2805" w:rsidTr="00474169">
        <w:trPr>
          <w:trHeight w:val="117"/>
        </w:trPr>
        <w:tc>
          <w:tcPr>
            <w:tcW w:w="15984" w:type="dxa"/>
            <w:gridSpan w:val="10"/>
            <w:shd w:val="clear" w:color="auto" w:fill="auto"/>
          </w:tcPr>
          <w:p w:rsidR="001352B8" w:rsidRPr="00AE2805" w:rsidRDefault="001352B8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  <w:lang w:val="en-US"/>
              </w:rPr>
              <w:t>VII</w:t>
            </w:r>
            <w:r w:rsidRPr="00614AA9">
              <w:rPr>
                <w:b/>
                <w:sz w:val="20"/>
                <w:szCs w:val="20"/>
                <w:lang w:val="ru-RU"/>
              </w:rPr>
              <w:t xml:space="preserve">. </w:t>
            </w:r>
            <w:r w:rsidRPr="00AE2805">
              <w:rPr>
                <w:b/>
                <w:sz w:val="20"/>
                <w:szCs w:val="20"/>
              </w:rPr>
              <w:t>СИЛИ КОМУНАЛЬНО-ТЕХНІЧНОЇ СПЕЦІАЛІЗОВАНОЇ СЛУЖБИ</w:t>
            </w:r>
          </w:p>
        </w:tc>
      </w:tr>
      <w:tr w:rsidR="001352B8" w:rsidRPr="00AE2805" w:rsidTr="00474169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1352B8" w:rsidRPr="00AE2805" w:rsidRDefault="001352B8" w:rsidP="007F553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auto"/>
          </w:tcPr>
          <w:p w:rsidR="001352B8" w:rsidRPr="00AE2805" w:rsidRDefault="001352B8" w:rsidP="00AE2805">
            <w:pPr>
              <w:ind w:firstLine="119"/>
              <w:jc w:val="both"/>
              <w:rPr>
                <w:sz w:val="20"/>
              </w:rPr>
            </w:pPr>
            <w:r w:rsidRPr="00AE2805">
              <w:rPr>
                <w:sz w:val="20"/>
              </w:rPr>
              <w:t>КП „Комунальник”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</w:rPr>
            </w:pPr>
            <w:proofErr w:type="spellStart"/>
            <w:r w:rsidRPr="00AE2805">
              <w:rPr>
                <w:sz w:val="20"/>
              </w:rPr>
              <w:t>Автодорожна</w:t>
            </w:r>
            <w:proofErr w:type="spellEnd"/>
            <w:r w:rsidRPr="00AE2805">
              <w:rPr>
                <w:sz w:val="20"/>
              </w:rPr>
              <w:t xml:space="preserve"> служба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</w:rPr>
            </w:pPr>
            <w:proofErr w:type="spellStart"/>
            <w:r w:rsidRPr="00AE2805">
              <w:rPr>
                <w:sz w:val="20"/>
              </w:rPr>
              <w:t>м.Червоноград</w:t>
            </w:r>
            <w:proofErr w:type="spellEnd"/>
          </w:p>
          <w:p w:rsidR="001352B8" w:rsidRPr="00AE2805" w:rsidRDefault="001352B8" w:rsidP="00AE2805">
            <w:pPr>
              <w:jc w:val="center"/>
              <w:rPr>
                <w:sz w:val="20"/>
              </w:rPr>
            </w:pPr>
            <w:proofErr w:type="spellStart"/>
            <w:r w:rsidRPr="00AE2805">
              <w:rPr>
                <w:sz w:val="20"/>
              </w:rPr>
              <w:t>тел</w:t>
            </w:r>
            <w:proofErr w:type="spellEnd"/>
            <w:r w:rsidRPr="00AE2805">
              <w:rPr>
                <w:sz w:val="20"/>
              </w:rPr>
              <w:t>. (249) 3-55-26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52/2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pStyle w:val="21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Проведення аварійно-відновлювальних робіт на автомобільних дорогах міста</w:t>
            </w:r>
          </w:p>
        </w:tc>
      </w:tr>
      <w:tr w:rsidR="001352B8" w:rsidRPr="00AE2805" w:rsidTr="00474169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1352B8" w:rsidRPr="00AE2805" w:rsidRDefault="001352B8" w:rsidP="007F553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auto"/>
          </w:tcPr>
          <w:p w:rsidR="001352B8" w:rsidRPr="00AE2805" w:rsidRDefault="001352B8" w:rsidP="00AE2805">
            <w:pPr>
              <w:ind w:firstLine="119"/>
              <w:jc w:val="both"/>
            </w:pPr>
            <w:r w:rsidRPr="00AE2805">
              <w:rPr>
                <w:sz w:val="20"/>
              </w:rPr>
              <w:t>КП "</w:t>
            </w:r>
            <w:proofErr w:type="spellStart"/>
            <w:r w:rsidRPr="00AE2805">
              <w:rPr>
                <w:sz w:val="20"/>
              </w:rPr>
              <w:t>Червонограджитлокомунсервiс</w:t>
            </w:r>
            <w:proofErr w:type="spellEnd"/>
            <w:r w:rsidRPr="00AE2805">
              <w:rPr>
                <w:sz w:val="20"/>
              </w:rPr>
              <w:t>"</w:t>
            </w:r>
          </w:p>
          <w:p w:rsidR="001352B8" w:rsidRPr="00AE2805" w:rsidRDefault="001352B8" w:rsidP="00AE2805">
            <w:pPr>
              <w:ind w:firstLine="119"/>
              <w:jc w:val="both"/>
              <w:rPr>
                <w:sz w:val="20"/>
                <w:szCs w:val="20"/>
              </w:rPr>
            </w:pP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Служба житлово-комунального господарства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м.Червоноград</w:t>
            </w:r>
            <w:proofErr w:type="spellEnd"/>
          </w:p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Шевська, 1а</w:t>
            </w:r>
          </w:p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тел</w:t>
            </w:r>
            <w:proofErr w:type="spellEnd"/>
            <w:r w:rsidRPr="00AE2805">
              <w:rPr>
                <w:sz w:val="20"/>
                <w:szCs w:val="20"/>
              </w:rPr>
              <w:t>. (249) 2-23-59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223/12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Проведення аварійно-відновлювальних робіт в житловому секторі</w:t>
            </w:r>
          </w:p>
        </w:tc>
      </w:tr>
      <w:tr w:rsidR="001352B8" w:rsidRPr="00AE2805" w:rsidTr="00474169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1352B8" w:rsidRPr="00AE2805" w:rsidRDefault="001352B8" w:rsidP="007F553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auto"/>
          </w:tcPr>
          <w:p w:rsidR="0014147C" w:rsidRPr="0014147C" w:rsidRDefault="0014147C" w:rsidP="0014147C">
            <w:pPr>
              <w:ind w:firstLine="119"/>
              <w:jc w:val="both"/>
              <w:rPr>
                <w:sz w:val="20"/>
                <w:szCs w:val="20"/>
              </w:rPr>
            </w:pPr>
            <w:r w:rsidRPr="0014147C">
              <w:rPr>
                <w:sz w:val="20"/>
                <w:szCs w:val="20"/>
              </w:rPr>
              <w:t>КП «Червоноградтеплокомуненерго»</w:t>
            </w:r>
          </w:p>
          <w:p w:rsidR="001352B8" w:rsidRPr="00AE2805" w:rsidRDefault="0014147C" w:rsidP="0014147C">
            <w:pPr>
              <w:ind w:firstLine="119"/>
              <w:jc w:val="both"/>
              <w:rPr>
                <w:sz w:val="20"/>
                <w:szCs w:val="20"/>
              </w:rPr>
            </w:pPr>
            <w:r w:rsidRPr="0014147C">
              <w:rPr>
                <w:sz w:val="20"/>
                <w:szCs w:val="20"/>
              </w:rPr>
              <w:tab/>
            </w:r>
            <w:r w:rsidRPr="0014147C">
              <w:rPr>
                <w:sz w:val="20"/>
                <w:szCs w:val="20"/>
              </w:rPr>
              <w:tab/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4147C" w:rsidP="00AE2805">
            <w:pPr>
              <w:jc w:val="center"/>
              <w:rPr>
                <w:sz w:val="20"/>
                <w:szCs w:val="20"/>
              </w:rPr>
            </w:pPr>
            <w:r w:rsidRPr="0014147C">
              <w:rPr>
                <w:sz w:val="20"/>
                <w:szCs w:val="20"/>
              </w:rPr>
              <w:t>Аварійна бригада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4147C" w:rsidP="00AE2805">
            <w:pPr>
              <w:jc w:val="center"/>
              <w:rPr>
                <w:sz w:val="20"/>
                <w:szCs w:val="20"/>
              </w:rPr>
            </w:pPr>
            <w:r w:rsidRPr="0014147C">
              <w:rPr>
                <w:sz w:val="20"/>
                <w:szCs w:val="20"/>
              </w:rPr>
              <w:t>м. Червоноград  вул. Промислова, 1, (03249) 2-63-72</w:t>
            </w:r>
            <w:r w:rsidRPr="0014147C">
              <w:rPr>
                <w:sz w:val="20"/>
                <w:szCs w:val="20"/>
              </w:rPr>
              <w:tab/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4147C" w:rsidP="00AE2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43/2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4147C" w:rsidP="00AE2805">
            <w:pPr>
              <w:jc w:val="center"/>
              <w:rPr>
                <w:sz w:val="20"/>
                <w:szCs w:val="20"/>
              </w:rPr>
            </w:pPr>
            <w:r w:rsidRPr="0014147C">
              <w:rPr>
                <w:sz w:val="20"/>
                <w:szCs w:val="20"/>
              </w:rPr>
              <w:t>Ліквідація аварій на тепломережах міста</w:t>
            </w:r>
          </w:p>
        </w:tc>
      </w:tr>
      <w:tr w:rsidR="001352B8" w:rsidRPr="00AE2805" w:rsidTr="00474169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1352B8" w:rsidRPr="00AE2805" w:rsidRDefault="001352B8" w:rsidP="007F553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auto"/>
          </w:tcPr>
          <w:p w:rsidR="0014147C" w:rsidRPr="0014147C" w:rsidRDefault="0014147C" w:rsidP="0014147C">
            <w:pPr>
              <w:ind w:firstLine="119"/>
              <w:jc w:val="both"/>
              <w:rPr>
                <w:sz w:val="20"/>
                <w:szCs w:val="20"/>
              </w:rPr>
            </w:pPr>
            <w:r w:rsidRPr="0014147C">
              <w:rPr>
                <w:sz w:val="20"/>
                <w:szCs w:val="20"/>
              </w:rPr>
              <w:t>КП «</w:t>
            </w:r>
            <w:proofErr w:type="spellStart"/>
            <w:r w:rsidRPr="0014147C">
              <w:rPr>
                <w:sz w:val="20"/>
                <w:szCs w:val="20"/>
              </w:rPr>
              <w:t>Червоноградводоканал</w:t>
            </w:r>
            <w:proofErr w:type="spellEnd"/>
            <w:r w:rsidRPr="0014147C">
              <w:rPr>
                <w:sz w:val="20"/>
                <w:szCs w:val="20"/>
              </w:rPr>
              <w:t>»</w:t>
            </w:r>
            <w:r w:rsidRPr="0014147C">
              <w:rPr>
                <w:sz w:val="20"/>
                <w:szCs w:val="20"/>
              </w:rPr>
              <w:tab/>
            </w:r>
            <w:r w:rsidRPr="0014147C">
              <w:rPr>
                <w:sz w:val="20"/>
                <w:szCs w:val="20"/>
              </w:rPr>
              <w:tab/>
            </w:r>
          </w:p>
          <w:p w:rsidR="001352B8" w:rsidRPr="00AE2805" w:rsidRDefault="0014147C" w:rsidP="0014147C">
            <w:pPr>
              <w:ind w:firstLine="119"/>
              <w:jc w:val="both"/>
              <w:rPr>
                <w:sz w:val="20"/>
                <w:szCs w:val="20"/>
              </w:rPr>
            </w:pPr>
            <w:r w:rsidRPr="0014147C">
              <w:rPr>
                <w:sz w:val="20"/>
                <w:szCs w:val="20"/>
              </w:rPr>
              <w:tab/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4147C" w:rsidP="00AE2805">
            <w:pPr>
              <w:jc w:val="center"/>
              <w:rPr>
                <w:sz w:val="20"/>
                <w:szCs w:val="20"/>
              </w:rPr>
            </w:pPr>
            <w:r w:rsidRPr="0014147C">
              <w:rPr>
                <w:sz w:val="20"/>
                <w:szCs w:val="20"/>
              </w:rPr>
              <w:t>Аварійна бригада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4147C" w:rsidP="0014147C">
            <w:pPr>
              <w:ind w:firstLine="119"/>
              <w:jc w:val="both"/>
              <w:rPr>
                <w:sz w:val="20"/>
                <w:szCs w:val="20"/>
              </w:rPr>
            </w:pPr>
            <w:r w:rsidRPr="0014147C">
              <w:rPr>
                <w:sz w:val="20"/>
                <w:szCs w:val="20"/>
              </w:rPr>
              <w:t>м. Червоноград вул. Шевська, 1а</w:t>
            </w:r>
            <w:r>
              <w:rPr>
                <w:sz w:val="20"/>
                <w:szCs w:val="20"/>
              </w:rPr>
              <w:t xml:space="preserve">,  </w:t>
            </w:r>
            <w:r w:rsidRPr="0014147C">
              <w:rPr>
                <w:sz w:val="20"/>
                <w:szCs w:val="20"/>
              </w:rPr>
              <w:t>(03249) 2-10-94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4147C" w:rsidP="00AE2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43/2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4147C" w:rsidP="00AE2805">
            <w:pPr>
              <w:jc w:val="center"/>
              <w:rPr>
                <w:sz w:val="20"/>
                <w:szCs w:val="20"/>
              </w:rPr>
            </w:pPr>
            <w:r w:rsidRPr="0014147C">
              <w:rPr>
                <w:sz w:val="20"/>
                <w:szCs w:val="20"/>
              </w:rPr>
              <w:t xml:space="preserve">Ліквідація аварій на </w:t>
            </w:r>
            <w:proofErr w:type="spellStart"/>
            <w:r w:rsidRPr="0014147C">
              <w:rPr>
                <w:sz w:val="20"/>
                <w:szCs w:val="20"/>
              </w:rPr>
              <w:t>водомережах</w:t>
            </w:r>
            <w:proofErr w:type="spellEnd"/>
            <w:r w:rsidRPr="0014147C">
              <w:rPr>
                <w:sz w:val="20"/>
                <w:szCs w:val="20"/>
              </w:rPr>
              <w:t xml:space="preserve"> міста</w:t>
            </w:r>
          </w:p>
        </w:tc>
      </w:tr>
      <w:tr w:rsidR="001352B8" w:rsidRPr="00AE2805" w:rsidTr="00474169">
        <w:trPr>
          <w:trHeight w:val="124"/>
        </w:trPr>
        <w:tc>
          <w:tcPr>
            <w:tcW w:w="8759" w:type="dxa"/>
            <w:gridSpan w:val="6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Всього за спеціалізовану службу: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1352B8" w:rsidRPr="00AE2805" w:rsidRDefault="001352B8" w:rsidP="00AE28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1352B8" w:rsidRPr="00AE2805" w:rsidRDefault="0014147C" w:rsidP="00AE28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361/18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1352B8" w:rsidRPr="00AE2805" w:rsidRDefault="001352B8" w:rsidP="00AE280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352B8" w:rsidRPr="00AE2805" w:rsidTr="00AE2805">
        <w:trPr>
          <w:trHeight w:val="124"/>
        </w:trPr>
        <w:tc>
          <w:tcPr>
            <w:tcW w:w="15984" w:type="dxa"/>
            <w:gridSpan w:val="10"/>
            <w:shd w:val="clear" w:color="auto" w:fill="auto"/>
          </w:tcPr>
          <w:p w:rsidR="00474169" w:rsidRDefault="00474169" w:rsidP="00AE2805">
            <w:pPr>
              <w:jc w:val="center"/>
              <w:rPr>
                <w:b/>
                <w:sz w:val="20"/>
                <w:szCs w:val="20"/>
              </w:rPr>
            </w:pPr>
          </w:p>
          <w:p w:rsidR="001352B8" w:rsidRPr="00AE2805" w:rsidRDefault="001352B8" w:rsidP="00AE2805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  <w:lang w:val="en-US"/>
              </w:rPr>
              <w:t>VIII</w:t>
            </w:r>
            <w:r w:rsidRPr="00614AA9">
              <w:rPr>
                <w:b/>
                <w:sz w:val="20"/>
                <w:szCs w:val="20"/>
                <w:lang w:val="ru-RU"/>
              </w:rPr>
              <w:t xml:space="preserve">. </w:t>
            </w:r>
            <w:r w:rsidRPr="00AE2805">
              <w:rPr>
                <w:b/>
                <w:sz w:val="20"/>
                <w:szCs w:val="20"/>
              </w:rPr>
              <w:t xml:space="preserve">СИЛИ СПЕЦІАЛІЗОВАНОЇ СЛУЖБИ </w:t>
            </w:r>
            <w:r w:rsidRPr="00AE2805">
              <w:rPr>
                <w:b/>
                <w:spacing w:val="-6"/>
                <w:sz w:val="20"/>
                <w:szCs w:val="20"/>
                <w:lang w:eastAsia="uk-UA"/>
              </w:rPr>
              <w:t xml:space="preserve"> ІНЖЕНЕРНОГО ЗАБЕЗПЕЧЕННЯ</w:t>
            </w:r>
          </w:p>
        </w:tc>
      </w:tr>
      <w:tr w:rsidR="001352B8" w:rsidRPr="00AE2805" w:rsidTr="00AE2805">
        <w:trPr>
          <w:trHeight w:val="145"/>
        </w:trPr>
        <w:tc>
          <w:tcPr>
            <w:tcW w:w="15984" w:type="dxa"/>
            <w:gridSpan w:val="10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b/>
                <w:bCs w:val="0"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 xml:space="preserve">СИЛИ БАСЕЙНОВОГО </w:t>
            </w:r>
            <w:r w:rsidRPr="00AE2805">
              <w:rPr>
                <w:b/>
                <w:bCs w:val="0"/>
                <w:sz w:val="20"/>
                <w:szCs w:val="20"/>
              </w:rPr>
              <w:t>УПРАВЛІННЯ ВОДНИХ РЕСУРСІВ РІЧОК ЗАХІДНОГО БУГУ ТА СЯНУ</w:t>
            </w:r>
          </w:p>
        </w:tc>
      </w:tr>
      <w:tr w:rsidR="001352B8" w:rsidRPr="00AE2805" w:rsidTr="00AE2805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1352B8" w:rsidRPr="00AE2805" w:rsidRDefault="001352B8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95" w:type="dxa"/>
            <w:vMerge w:val="restart"/>
            <w:shd w:val="clear" w:color="auto" w:fill="auto"/>
          </w:tcPr>
          <w:p w:rsidR="001352B8" w:rsidRPr="00AE2805" w:rsidRDefault="001352B8" w:rsidP="00AE2805">
            <w:pPr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Сокальська  експлуатаційна </w:t>
            </w:r>
          </w:p>
          <w:p w:rsidR="001352B8" w:rsidRPr="00AE2805" w:rsidRDefault="001352B8" w:rsidP="00AE2805">
            <w:pPr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дільниця БУВР Західного Бугу та Сяну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kern w:val="2"/>
                <w:sz w:val="20"/>
                <w:szCs w:val="20"/>
              </w:rPr>
            </w:pPr>
            <w:r w:rsidRPr="00AE2805">
              <w:rPr>
                <w:kern w:val="2"/>
                <w:sz w:val="20"/>
                <w:szCs w:val="20"/>
              </w:rPr>
              <w:t>Аварійна бригада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 xml:space="preserve">м. </w:t>
            </w:r>
            <w:proofErr w:type="spellStart"/>
            <w:r w:rsidRPr="00AE2805">
              <w:rPr>
                <w:bCs w:val="0"/>
                <w:sz w:val="20"/>
                <w:szCs w:val="20"/>
              </w:rPr>
              <w:t>Сокаль</w:t>
            </w:r>
            <w:proofErr w:type="spellEnd"/>
            <w:r w:rsidRPr="00AE2805">
              <w:rPr>
                <w:bCs w:val="0"/>
                <w:sz w:val="20"/>
                <w:szCs w:val="20"/>
              </w:rPr>
              <w:t>,</w:t>
            </w:r>
          </w:p>
          <w:p w:rsidR="001352B8" w:rsidRPr="00AE2805" w:rsidRDefault="001352B8" w:rsidP="00AE2805">
            <w:pPr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вул. Шевченка, 131</w:t>
            </w:r>
          </w:p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(0257) 7-37-24</w:t>
            </w:r>
          </w:p>
          <w:p w:rsidR="001352B8" w:rsidRPr="00AE2805" w:rsidRDefault="001352B8" w:rsidP="00AE2805">
            <w:pPr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097-561-52-26</w:t>
            </w:r>
          </w:p>
          <w:p w:rsidR="001352B8" w:rsidRPr="00AE2805" w:rsidRDefault="001352B8" w:rsidP="00AE2805">
            <w:pPr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16/1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jc w:val="center"/>
            </w:pPr>
            <w:r w:rsidRPr="00AE2805">
              <w:rPr>
                <w:sz w:val="20"/>
                <w:szCs w:val="20"/>
              </w:rPr>
              <w:t xml:space="preserve">Виконання заходів, пов'язаних з попередженням шкідливої дії вод та ліквідації її наслідків, включаючи протипаводковий захист сільських населених </w:t>
            </w:r>
            <w:r w:rsidRPr="00AE2805">
              <w:rPr>
                <w:sz w:val="20"/>
                <w:szCs w:val="20"/>
              </w:rPr>
              <w:lastRenderedPageBreak/>
              <w:t>пунктів та с/г угідь</w:t>
            </w:r>
          </w:p>
        </w:tc>
      </w:tr>
      <w:tr w:rsidR="001352B8" w:rsidRPr="00AE2805" w:rsidTr="00AE2805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1352B8" w:rsidRPr="00AE2805" w:rsidRDefault="001352B8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95" w:type="dxa"/>
            <w:vMerge/>
            <w:shd w:val="clear" w:color="auto" w:fill="auto"/>
          </w:tcPr>
          <w:p w:rsidR="001352B8" w:rsidRPr="00AE2805" w:rsidRDefault="001352B8" w:rsidP="00AE2805">
            <w:pPr>
              <w:jc w:val="both"/>
            </w:pP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kern w:val="2"/>
                <w:sz w:val="20"/>
                <w:szCs w:val="20"/>
              </w:rPr>
            </w:pPr>
            <w:r w:rsidRPr="00AE2805">
              <w:rPr>
                <w:kern w:val="2"/>
                <w:sz w:val="20"/>
                <w:szCs w:val="20"/>
              </w:rPr>
              <w:t>Аварійні бригади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kern w:val="2"/>
                <w:sz w:val="20"/>
                <w:szCs w:val="20"/>
              </w:rPr>
            </w:pPr>
            <w:proofErr w:type="spellStart"/>
            <w:r w:rsidRPr="00AE2805">
              <w:rPr>
                <w:kern w:val="2"/>
                <w:sz w:val="20"/>
                <w:szCs w:val="20"/>
              </w:rPr>
              <w:t>м.Радехів</w:t>
            </w:r>
            <w:proofErr w:type="spellEnd"/>
          </w:p>
          <w:p w:rsidR="001352B8" w:rsidRPr="00AE2805" w:rsidRDefault="001352B8" w:rsidP="00AE2805">
            <w:pPr>
              <w:jc w:val="center"/>
              <w:rPr>
                <w:kern w:val="2"/>
                <w:sz w:val="20"/>
                <w:szCs w:val="20"/>
              </w:rPr>
            </w:pPr>
            <w:r w:rsidRPr="00AE2805">
              <w:rPr>
                <w:kern w:val="2"/>
                <w:sz w:val="20"/>
                <w:szCs w:val="20"/>
              </w:rPr>
              <w:t>вул. Спортивна, 9</w:t>
            </w:r>
          </w:p>
          <w:p w:rsidR="001352B8" w:rsidRPr="00AE2805" w:rsidRDefault="001352B8" w:rsidP="00AE2805">
            <w:pPr>
              <w:jc w:val="center"/>
              <w:rPr>
                <w:kern w:val="2"/>
                <w:sz w:val="20"/>
                <w:szCs w:val="20"/>
              </w:rPr>
            </w:pPr>
            <w:r w:rsidRPr="00AE2805">
              <w:rPr>
                <w:kern w:val="2"/>
                <w:sz w:val="20"/>
                <w:szCs w:val="20"/>
              </w:rPr>
              <w:t>067-475-01-59</w:t>
            </w:r>
          </w:p>
          <w:p w:rsidR="001352B8" w:rsidRPr="00AE2805" w:rsidRDefault="001352B8" w:rsidP="00AE2805">
            <w:pPr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kern w:val="2"/>
                <w:sz w:val="20"/>
                <w:szCs w:val="20"/>
              </w:rPr>
            </w:pPr>
            <w:r w:rsidRPr="00AE2805">
              <w:rPr>
                <w:kern w:val="2"/>
                <w:sz w:val="20"/>
                <w:szCs w:val="20"/>
              </w:rPr>
              <w:t>5/1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jc w:val="center"/>
            </w:pPr>
            <w:r w:rsidRPr="00AE2805">
              <w:rPr>
                <w:sz w:val="20"/>
                <w:szCs w:val="20"/>
              </w:rPr>
              <w:t>Виконання заходів, пов'язаних з попередженням шкідливої дії вод та ліквідації її наслідків, включаючи протипаводковий захист сільських населених пунктів та с/г угідь</w:t>
            </w:r>
          </w:p>
        </w:tc>
      </w:tr>
      <w:tr w:rsidR="001352B8" w:rsidRPr="00AE2805" w:rsidTr="00AE2805">
        <w:trPr>
          <w:trHeight w:val="124"/>
        </w:trPr>
        <w:tc>
          <w:tcPr>
            <w:tcW w:w="598" w:type="dxa"/>
            <w:gridSpan w:val="4"/>
            <w:shd w:val="clear" w:color="auto" w:fill="auto"/>
          </w:tcPr>
          <w:p w:rsidR="001352B8" w:rsidRPr="00AE2805" w:rsidRDefault="001352B8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95" w:type="dxa"/>
            <w:vMerge/>
            <w:shd w:val="clear" w:color="auto" w:fill="auto"/>
          </w:tcPr>
          <w:p w:rsidR="001352B8" w:rsidRPr="00AE2805" w:rsidRDefault="001352B8" w:rsidP="00AE2805">
            <w:pPr>
              <w:jc w:val="both"/>
            </w:pP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kern w:val="2"/>
                <w:sz w:val="20"/>
                <w:szCs w:val="20"/>
              </w:rPr>
            </w:pPr>
            <w:r w:rsidRPr="00AE2805">
              <w:rPr>
                <w:kern w:val="2"/>
                <w:sz w:val="20"/>
                <w:szCs w:val="20"/>
              </w:rPr>
              <w:t>Аварійні бригади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kern w:val="2"/>
                <w:sz w:val="20"/>
                <w:szCs w:val="20"/>
              </w:rPr>
            </w:pPr>
            <w:proofErr w:type="spellStart"/>
            <w:r w:rsidRPr="00AE2805">
              <w:rPr>
                <w:kern w:val="2"/>
                <w:sz w:val="20"/>
                <w:szCs w:val="20"/>
              </w:rPr>
              <w:t>м.Кам’янка</w:t>
            </w:r>
            <w:proofErr w:type="spellEnd"/>
            <w:r w:rsidRPr="00AE2805">
              <w:rPr>
                <w:kern w:val="2"/>
                <w:sz w:val="20"/>
                <w:szCs w:val="20"/>
              </w:rPr>
              <w:t>-Бузька</w:t>
            </w:r>
          </w:p>
          <w:p w:rsidR="001352B8" w:rsidRPr="00AE2805" w:rsidRDefault="001352B8" w:rsidP="00AE2805">
            <w:pPr>
              <w:jc w:val="center"/>
              <w:rPr>
                <w:kern w:val="2"/>
                <w:sz w:val="20"/>
                <w:szCs w:val="20"/>
              </w:rPr>
            </w:pPr>
            <w:r w:rsidRPr="00AE2805">
              <w:rPr>
                <w:kern w:val="2"/>
                <w:sz w:val="20"/>
                <w:szCs w:val="20"/>
              </w:rPr>
              <w:t xml:space="preserve">вул. </w:t>
            </w:r>
            <w:proofErr w:type="spellStart"/>
            <w:r w:rsidRPr="00AE2805">
              <w:rPr>
                <w:kern w:val="2"/>
                <w:sz w:val="20"/>
                <w:szCs w:val="20"/>
              </w:rPr>
              <w:t>Я.Мудрого</w:t>
            </w:r>
            <w:proofErr w:type="spellEnd"/>
            <w:r w:rsidRPr="00AE2805">
              <w:rPr>
                <w:kern w:val="2"/>
                <w:sz w:val="20"/>
                <w:szCs w:val="20"/>
              </w:rPr>
              <w:t>, 27а</w:t>
            </w:r>
          </w:p>
          <w:p w:rsidR="001352B8" w:rsidRPr="00AE2805" w:rsidRDefault="001352B8" w:rsidP="00AE2805">
            <w:pPr>
              <w:jc w:val="center"/>
              <w:rPr>
                <w:kern w:val="2"/>
                <w:sz w:val="20"/>
                <w:szCs w:val="20"/>
              </w:rPr>
            </w:pPr>
            <w:r w:rsidRPr="00AE2805">
              <w:rPr>
                <w:kern w:val="2"/>
                <w:sz w:val="20"/>
                <w:szCs w:val="20"/>
              </w:rPr>
              <w:t>067-395-33-74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kern w:val="2"/>
                <w:sz w:val="20"/>
                <w:szCs w:val="20"/>
              </w:rPr>
            </w:pPr>
            <w:r w:rsidRPr="00AE2805">
              <w:rPr>
                <w:kern w:val="2"/>
                <w:sz w:val="20"/>
                <w:szCs w:val="20"/>
              </w:rPr>
              <w:t>5/1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jc w:val="center"/>
            </w:pPr>
            <w:r w:rsidRPr="00AE2805">
              <w:rPr>
                <w:sz w:val="20"/>
                <w:szCs w:val="20"/>
              </w:rPr>
              <w:t>Виконання заходів, пов'язаних з попередженням шкідливої дії вод та ліквідації її наслідків, включаючи протипаводковий захист сільських населених пунктів та с/г угідь</w:t>
            </w:r>
          </w:p>
        </w:tc>
      </w:tr>
      <w:tr w:rsidR="001352B8" w:rsidRPr="00AE2805" w:rsidTr="00AE2805">
        <w:trPr>
          <w:trHeight w:val="124"/>
        </w:trPr>
        <w:tc>
          <w:tcPr>
            <w:tcW w:w="8759" w:type="dxa"/>
            <w:gridSpan w:val="6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kern w:val="2"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 xml:space="preserve">Всього за спеціалізовану </w:t>
            </w:r>
            <w:proofErr w:type="spellStart"/>
            <w:r w:rsidRPr="00AE2805">
              <w:rPr>
                <w:b/>
                <w:sz w:val="20"/>
                <w:szCs w:val="20"/>
              </w:rPr>
              <w:t>сдужбу</w:t>
            </w:r>
            <w:proofErr w:type="spellEnd"/>
            <w:r w:rsidRPr="00AE2805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1352B8" w:rsidRPr="00AE2805" w:rsidRDefault="001352B8" w:rsidP="00AE2805">
            <w:p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1352B8" w:rsidRPr="00AE2805" w:rsidRDefault="003C26D8" w:rsidP="00AE28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26/3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1352B8" w:rsidRPr="00AE2805" w:rsidRDefault="001352B8" w:rsidP="00AE280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352B8" w:rsidRPr="00AE2805" w:rsidTr="00AE2805">
        <w:trPr>
          <w:trHeight w:val="124"/>
        </w:trPr>
        <w:tc>
          <w:tcPr>
            <w:tcW w:w="15984" w:type="dxa"/>
            <w:gridSpan w:val="10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ІХ. СИЛИ МЕДИЧНОЇ СПЕЦІАЛІЗОВАНОЇ СЛУЖБИ</w:t>
            </w:r>
          </w:p>
        </w:tc>
      </w:tr>
      <w:tr w:rsidR="001352B8" w:rsidRPr="00AE2805" w:rsidTr="00AE2805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352B8" w:rsidRPr="00AE2805" w:rsidRDefault="001352B8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AE2805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Станція екстреної медичної допомоги «</w:t>
            </w:r>
            <w:proofErr w:type="spellStart"/>
            <w:r w:rsidRPr="00AE2805">
              <w:rPr>
                <w:sz w:val="20"/>
                <w:szCs w:val="20"/>
              </w:rPr>
              <w:t>Буськ</w:t>
            </w:r>
            <w:proofErr w:type="spellEnd"/>
            <w:r w:rsidRPr="00AE2805">
              <w:rPr>
                <w:sz w:val="20"/>
                <w:szCs w:val="20"/>
              </w:rPr>
              <w:t>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Пункт ЕМД «</w:t>
            </w:r>
            <w:proofErr w:type="spellStart"/>
            <w:r w:rsidRPr="00AE2805">
              <w:rPr>
                <w:sz w:val="20"/>
                <w:szCs w:val="20"/>
              </w:rPr>
              <w:t>Лопатин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 бригада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м.Лопатин</w:t>
            </w:r>
            <w:proofErr w:type="spellEnd"/>
            <w:r w:rsidRPr="00AE2805">
              <w:rPr>
                <w:sz w:val="20"/>
                <w:szCs w:val="20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</w:rPr>
              <w:t>вул.Січ</w:t>
            </w:r>
            <w:proofErr w:type="spellEnd"/>
            <w:r w:rsidRPr="00AE2805">
              <w:rPr>
                <w:sz w:val="20"/>
                <w:szCs w:val="20"/>
              </w:rPr>
              <w:t>. Стрільців 21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  <w:lang w:eastAsia="uk-UA"/>
              </w:rPr>
            </w:pPr>
            <w:r w:rsidRPr="00AE2805">
              <w:rPr>
                <w:sz w:val="20"/>
                <w:szCs w:val="20"/>
                <w:lang w:eastAsia="uk-UA"/>
              </w:rPr>
              <w:t>11/1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1352B8" w:rsidRPr="00AE2805" w:rsidTr="00AE2805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352B8" w:rsidRPr="00AE2805" w:rsidRDefault="001352B8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AE2805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Станція екстреної медичної допомоги «</w:t>
            </w:r>
            <w:proofErr w:type="spellStart"/>
            <w:r w:rsidRPr="00AE2805">
              <w:rPr>
                <w:sz w:val="20"/>
                <w:szCs w:val="20"/>
              </w:rPr>
              <w:t>Буськ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  <w:p w:rsidR="001352B8" w:rsidRPr="00AE2805" w:rsidRDefault="001352B8" w:rsidP="00AE2805">
            <w:pPr>
              <w:ind w:right="7"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Пункт ЕМД «Добротвір»</w:t>
            </w:r>
          </w:p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 бригада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смт.Добротвір</w:t>
            </w:r>
            <w:proofErr w:type="spellEnd"/>
            <w:r w:rsidRPr="00AE2805">
              <w:rPr>
                <w:sz w:val="20"/>
                <w:szCs w:val="20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</w:rPr>
              <w:t>вул.Шевченка</w:t>
            </w:r>
            <w:proofErr w:type="spellEnd"/>
            <w:r w:rsidRPr="00AE2805">
              <w:rPr>
                <w:sz w:val="20"/>
                <w:szCs w:val="20"/>
              </w:rPr>
              <w:t xml:space="preserve"> 10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  <w:lang w:eastAsia="uk-UA"/>
              </w:rPr>
            </w:pPr>
            <w:r w:rsidRPr="00AE2805">
              <w:rPr>
                <w:sz w:val="20"/>
                <w:szCs w:val="20"/>
                <w:lang w:eastAsia="uk-UA"/>
              </w:rPr>
              <w:t>15/1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1352B8" w:rsidRPr="00AE2805" w:rsidTr="00AE2805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352B8" w:rsidRPr="00AE2805" w:rsidRDefault="001352B8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AE2805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Станція екстреної медичної допомоги «Червоноград»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Підстанція ЕМД «Червоноград»</w:t>
            </w:r>
          </w:p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3 бригади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м.Червоноград</w:t>
            </w:r>
            <w:proofErr w:type="spellEnd"/>
            <w:r w:rsidRPr="00AE2805">
              <w:rPr>
                <w:sz w:val="20"/>
                <w:szCs w:val="20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</w:rPr>
              <w:t>вул.Івасюка</w:t>
            </w:r>
            <w:proofErr w:type="spellEnd"/>
            <w:r w:rsidRPr="00AE2805">
              <w:rPr>
                <w:sz w:val="20"/>
                <w:szCs w:val="20"/>
              </w:rPr>
              <w:t xml:space="preserve"> 2А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64</w:t>
            </w:r>
            <w:r w:rsidRPr="00AE2805">
              <w:rPr>
                <w:sz w:val="20"/>
                <w:szCs w:val="20"/>
                <w:lang w:val="en-US"/>
              </w:rPr>
              <w:t>/</w:t>
            </w:r>
            <w:r w:rsidRPr="00AE2805"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jc w:val="center"/>
            </w:pPr>
            <w:r w:rsidRPr="00AE2805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1352B8" w:rsidRPr="00AE2805" w:rsidTr="00AE2805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352B8" w:rsidRPr="00AE2805" w:rsidRDefault="001352B8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AE2805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Станція екстреної медичної допомоги «Червоноград»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Пункт ЕМД «</w:t>
            </w:r>
            <w:proofErr w:type="spellStart"/>
            <w:r w:rsidRPr="00AE2805">
              <w:rPr>
                <w:sz w:val="20"/>
                <w:szCs w:val="20"/>
              </w:rPr>
              <w:t>Соснівка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 бригада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м.Соснівка</w:t>
            </w:r>
            <w:proofErr w:type="spellEnd"/>
            <w:r w:rsidRPr="00AE2805">
              <w:rPr>
                <w:sz w:val="20"/>
                <w:szCs w:val="20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</w:rPr>
              <w:t>вул.Грушевського</w:t>
            </w:r>
            <w:proofErr w:type="spellEnd"/>
            <w:r w:rsidRPr="00AE2805">
              <w:rPr>
                <w:sz w:val="20"/>
                <w:szCs w:val="20"/>
              </w:rPr>
              <w:t xml:space="preserve"> 36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  <w:lang w:val="en-US"/>
              </w:rPr>
              <w:t>1</w:t>
            </w:r>
            <w:r w:rsidRPr="00AE2805">
              <w:rPr>
                <w:sz w:val="20"/>
                <w:szCs w:val="20"/>
              </w:rPr>
              <w:t>5</w:t>
            </w:r>
            <w:r w:rsidRPr="00AE2805">
              <w:rPr>
                <w:sz w:val="20"/>
                <w:szCs w:val="20"/>
                <w:lang w:val="en-US"/>
              </w:rPr>
              <w:t>/</w:t>
            </w:r>
            <w:r w:rsidRPr="00AE2805">
              <w:rPr>
                <w:sz w:val="20"/>
                <w:szCs w:val="20"/>
              </w:rPr>
              <w:t>1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jc w:val="center"/>
            </w:pPr>
            <w:r w:rsidRPr="00AE2805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1352B8" w:rsidRPr="00AE2805" w:rsidTr="00AE2805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352B8" w:rsidRPr="00AE2805" w:rsidRDefault="001352B8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AE2805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Станція екстреної медичної допомоги «Червоноград»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Пункт ЕМД «</w:t>
            </w:r>
            <w:proofErr w:type="spellStart"/>
            <w:r w:rsidRPr="00AE2805">
              <w:rPr>
                <w:sz w:val="20"/>
                <w:szCs w:val="20"/>
              </w:rPr>
              <w:t>Белз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 бригада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м.Белз</w:t>
            </w:r>
            <w:proofErr w:type="spellEnd"/>
            <w:r w:rsidRPr="00AE2805">
              <w:rPr>
                <w:sz w:val="20"/>
                <w:szCs w:val="20"/>
              </w:rPr>
              <w:t xml:space="preserve"> вул.8 Березня 9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  <w:lang w:val="en-US"/>
              </w:rPr>
              <w:t>14/</w:t>
            </w:r>
            <w:r w:rsidRPr="00AE2805">
              <w:rPr>
                <w:sz w:val="20"/>
                <w:szCs w:val="20"/>
              </w:rPr>
              <w:t>1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jc w:val="center"/>
            </w:pPr>
            <w:r w:rsidRPr="00AE2805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1352B8" w:rsidRPr="00AE2805" w:rsidTr="00AE2805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352B8" w:rsidRPr="00AE2805" w:rsidRDefault="001352B8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AE2805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Станція екстреної медичної допомоги «Червоноград»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Пункт ЕМД «Великі Мости»</w:t>
            </w:r>
          </w:p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 бригада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м.Великі</w:t>
            </w:r>
            <w:proofErr w:type="spellEnd"/>
            <w:r w:rsidRPr="00AE2805">
              <w:rPr>
                <w:sz w:val="20"/>
                <w:szCs w:val="20"/>
              </w:rPr>
              <w:t xml:space="preserve"> Мости </w:t>
            </w:r>
            <w:proofErr w:type="spellStart"/>
            <w:r w:rsidRPr="00AE2805">
              <w:rPr>
                <w:sz w:val="20"/>
                <w:szCs w:val="20"/>
              </w:rPr>
              <w:t>в.Сагайдачного</w:t>
            </w:r>
            <w:proofErr w:type="spellEnd"/>
            <w:r w:rsidRPr="00AE2805">
              <w:rPr>
                <w:sz w:val="20"/>
                <w:szCs w:val="20"/>
              </w:rPr>
              <w:t xml:space="preserve"> 39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  <w:lang w:val="en-US"/>
              </w:rPr>
              <w:t>1</w:t>
            </w:r>
            <w:r w:rsidRPr="00AE2805">
              <w:rPr>
                <w:sz w:val="20"/>
                <w:szCs w:val="20"/>
              </w:rPr>
              <w:t>5</w:t>
            </w:r>
            <w:r w:rsidRPr="00AE2805">
              <w:rPr>
                <w:sz w:val="20"/>
                <w:szCs w:val="20"/>
                <w:lang w:val="en-US"/>
              </w:rPr>
              <w:t>/</w:t>
            </w:r>
            <w:r w:rsidRPr="00AE2805">
              <w:rPr>
                <w:sz w:val="20"/>
                <w:szCs w:val="20"/>
              </w:rPr>
              <w:t>1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jc w:val="center"/>
            </w:pPr>
            <w:r w:rsidRPr="00AE2805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1352B8" w:rsidRPr="00AE2805" w:rsidTr="00AE2805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352B8" w:rsidRPr="00AE2805" w:rsidRDefault="001352B8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AE2805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Станція екстреної медичної допомоги «Червоноград»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Підстанція ЕМД «</w:t>
            </w:r>
            <w:proofErr w:type="spellStart"/>
            <w:r w:rsidRPr="00AE2805">
              <w:rPr>
                <w:sz w:val="20"/>
                <w:szCs w:val="20"/>
              </w:rPr>
              <w:t>Сокаль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 бригади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м.Сокаль</w:t>
            </w:r>
            <w:proofErr w:type="spellEnd"/>
            <w:r w:rsidRPr="00AE2805">
              <w:rPr>
                <w:sz w:val="20"/>
                <w:szCs w:val="20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</w:rPr>
              <w:t>вул.Шашкевича</w:t>
            </w:r>
            <w:proofErr w:type="spellEnd"/>
            <w:r w:rsidRPr="00AE2805">
              <w:rPr>
                <w:sz w:val="20"/>
                <w:szCs w:val="20"/>
              </w:rPr>
              <w:t xml:space="preserve"> 75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28</w:t>
            </w:r>
            <w:r w:rsidRPr="00AE2805">
              <w:rPr>
                <w:sz w:val="20"/>
                <w:szCs w:val="20"/>
                <w:lang w:val="en-US"/>
              </w:rPr>
              <w:t>/</w:t>
            </w:r>
            <w:r w:rsidRPr="00AE2805">
              <w:rPr>
                <w:sz w:val="20"/>
                <w:szCs w:val="20"/>
              </w:rPr>
              <w:t>2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jc w:val="center"/>
            </w:pPr>
            <w:r w:rsidRPr="00AE2805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1352B8" w:rsidRPr="00AE2805" w:rsidTr="00AE2805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352B8" w:rsidRPr="00AE2805" w:rsidRDefault="001352B8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AE2805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Станція екстреної медичної допомоги «Червоноград»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Пункт ЕМД «</w:t>
            </w:r>
            <w:proofErr w:type="spellStart"/>
            <w:r w:rsidRPr="00AE2805">
              <w:rPr>
                <w:sz w:val="20"/>
                <w:szCs w:val="20"/>
              </w:rPr>
              <w:t>Радехів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 бригада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м.Радехів</w:t>
            </w:r>
            <w:proofErr w:type="spellEnd"/>
            <w:r w:rsidRPr="00AE2805">
              <w:rPr>
                <w:sz w:val="20"/>
                <w:szCs w:val="20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</w:rPr>
              <w:t>вул.Львівська</w:t>
            </w:r>
            <w:proofErr w:type="spellEnd"/>
            <w:r w:rsidRPr="00AE2805">
              <w:rPr>
                <w:sz w:val="20"/>
                <w:szCs w:val="20"/>
              </w:rPr>
              <w:t xml:space="preserve"> 8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  <w:lang w:val="en-US"/>
              </w:rPr>
              <w:t>10/</w:t>
            </w:r>
            <w:r w:rsidRPr="00AE2805">
              <w:rPr>
                <w:sz w:val="20"/>
                <w:szCs w:val="20"/>
              </w:rPr>
              <w:t>1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jc w:val="center"/>
            </w:pPr>
            <w:r w:rsidRPr="00AE2805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1352B8" w:rsidRPr="00AE2805" w:rsidTr="00AE2805">
        <w:trPr>
          <w:trHeight w:val="124"/>
        </w:trPr>
        <w:tc>
          <w:tcPr>
            <w:tcW w:w="5493" w:type="dxa"/>
            <w:gridSpan w:val="5"/>
            <w:shd w:val="clear" w:color="auto" w:fill="auto"/>
          </w:tcPr>
          <w:p w:rsidR="001352B8" w:rsidRPr="00AE2805" w:rsidRDefault="001352B8" w:rsidP="00AE2805">
            <w:pPr>
              <w:ind w:firstLine="119"/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Всього</w:t>
            </w:r>
            <w:r w:rsidR="00351844">
              <w:rPr>
                <w:b/>
                <w:sz w:val="20"/>
                <w:szCs w:val="20"/>
              </w:rPr>
              <w:t xml:space="preserve"> за службу</w:t>
            </w:r>
            <w:r w:rsidRPr="00AE2805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172/11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352B8" w:rsidRPr="00AE2805" w:rsidTr="007F5530">
        <w:trPr>
          <w:trHeight w:val="369"/>
        </w:trPr>
        <w:tc>
          <w:tcPr>
            <w:tcW w:w="15984" w:type="dxa"/>
            <w:gridSpan w:val="10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Х. СИЛИ СПЕЦІАЛІЗОВАНОЇ СЛУЖБИ ОХОРОНИ ПІБЛІЧНОГО (ГРОМАДСЬКОГО) ПОРЯДКУ</w:t>
            </w:r>
          </w:p>
        </w:tc>
      </w:tr>
      <w:tr w:rsidR="001352B8" w:rsidRPr="00AE2805" w:rsidTr="00AE2805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352B8" w:rsidRPr="00AE2805" w:rsidRDefault="001352B8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AE2805">
            <w:pPr>
              <w:pStyle w:val="af2"/>
              <w:ind w:left="-23" w:firstLine="142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Червоноградський районний відділ ГУ НП у Львівській області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jc w:val="center"/>
            </w:pPr>
            <w:r w:rsidRPr="00AE2805">
              <w:rPr>
                <w:sz w:val="20"/>
                <w:szCs w:val="20"/>
              </w:rPr>
              <w:t>Районний відділ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AE2805">
            <w:pPr>
              <w:pStyle w:val="af2"/>
              <w:ind w:right="22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м. Червоноград, вул. </w:t>
            </w:r>
            <w:proofErr w:type="spellStart"/>
            <w:r w:rsidRPr="00AE2805">
              <w:rPr>
                <w:sz w:val="20"/>
                <w:szCs w:val="20"/>
              </w:rPr>
              <w:t>Св</w:t>
            </w:r>
            <w:proofErr w:type="spellEnd"/>
            <w:r w:rsidRPr="00AE2805">
              <w:rPr>
                <w:sz w:val="20"/>
                <w:szCs w:val="20"/>
              </w:rPr>
              <w:t>. Володимира, 8а, (03249) 2 24 93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AE2805">
            <w:pPr>
              <w:pStyle w:val="af2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78/8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jc w:val="center"/>
            </w:pPr>
            <w:r w:rsidRPr="00AE2805">
              <w:rPr>
                <w:sz w:val="20"/>
                <w:szCs w:val="20"/>
              </w:rPr>
              <w:t>Охорона (публічного) громадського порядку</w:t>
            </w:r>
          </w:p>
        </w:tc>
      </w:tr>
      <w:tr w:rsidR="001352B8" w:rsidRPr="00AE2805" w:rsidTr="00AE2805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352B8" w:rsidRPr="00AE2805" w:rsidRDefault="001352B8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AE2805">
            <w:pPr>
              <w:pStyle w:val="af2"/>
              <w:ind w:left="-23" w:firstLine="142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Відділення поліції №1 Червоноградського районного відділу ГУ НП у Львівській області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jc w:val="center"/>
            </w:pPr>
            <w:r w:rsidRPr="00AE2805">
              <w:rPr>
                <w:sz w:val="20"/>
                <w:szCs w:val="20"/>
              </w:rPr>
              <w:t>Відділення поліції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AE2805">
            <w:pPr>
              <w:pStyle w:val="af2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м. </w:t>
            </w:r>
            <w:proofErr w:type="spellStart"/>
            <w:r w:rsidRPr="00AE2805">
              <w:rPr>
                <w:sz w:val="20"/>
                <w:szCs w:val="20"/>
              </w:rPr>
              <w:t>Радехів</w:t>
            </w:r>
            <w:proofErr w:type="spellEnd"/>
            <w:r w:rsidRPr="00AE2805">
              <w:rPr>
                <w:sz w:val="20"/>
                <w:szCs w:val="20"/>
              </w:rPr>
              <w:t>, вул. Львівська, 9,</w:t>
            </w:r>
          </w:p>
          <w:p w:rsidR="001352B8" w:rsidRPr="00AE2805" w:rsidRDefault="001352B8" w:rsidP="00AE2805">
            <w:pPr>
              <w:pStyle w:val="af2"/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тел</w:t>
            </w:r>
            <w:proofErr w:type="spellEnd"/>
            <w:r w:rsidRPr="00AE2805">
              <w:rPr>
                <w:sz w:val="20"/>
                <w:szCs w:val="20"/>
              </w:rPr>
              <w:t>. 102, (03255) 2 12 02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AE2805">
            <w:pPr>
              <w:pStyle w:val="af2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20/6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jc w:val="center"/>
            </w:pPr>
            <w:r w:rsidRPr="00AE2805">
              <w:rPr>
                <w:sz w:val="20"/>
                <w:szCs w:val="20"/>
              </w:rPr>
              <w:t>Охорона (публічного) громадського порядку</w:t>
            </w:r>
          </w:p>
        </w:tc>
      </w:tr>
      <w:tr w:rsidR="001352B8" w:rsidRPr="00AE2805" w:rsidTr="00AE2805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352B8" w:rsidRPr="00AE2805" w:rsidRDefault="001352B8" w:rsidP="007F553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AE2805">
            <w:pPr>
              <w:pStyle w:val="af2"/>
              <w:ind w:left="-23" w:firstLine="142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Відділення поліції №2 Червоноградського районного відділу ГУ НП у Львівській області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jc w:val="center"/>
            </w:pPr>
            <w:r w:rsidRPr="00AE2805">
              <w:rPr>
                <w:sz w:val="20"/>
                <w:szCs w:val="20"/>
              </w:rPr>
              <w:t>Відділення поліції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AE2805">
            <w:pPr>
              <w:pStyle w:val="af2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м. </w:t>
            </w:r>
            <w:proofErr w:type="spellStart"/>
            <w:r w:rsidRPr="00AE2805">
              <w:rPr>
                <w:sz w:val="20"/>
                <w:szCs w:val="20"/>
              </w:rPr>
              <w:t>Сокаль</w:t>
            </w:r>
            <w:proofErr w:type="spellEnd"/>
            <w:r w:rsidRPr="00AE2805">
              <w:rPr>
                <w:sz w:val="20"/>
                <w:szCs w:val="20"/>
              </w:rPr>
              <w:t>, вул. Міцкевича, 9,</w:t>
            </w:r>
          </w:p>
          <w:p w:rsidR="001352B8" w:rsidRPr="00AE2805" w:rsidRDefault="001352B8" w:rsidP="00AE2805">
            <w:pPr>
              <w:pStyle w:val="af2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тел.102, (03257) 2 22 54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AE2805">
            <w:pPr>
              <w:pStyle w:val="af2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30/8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jc w:val="center"/>
            </w:pPr>
            <w:r w:rsidRPr="00AE2805">
              <w:rPr>
                <w:sz w:val="20"/>
                <w:szCs w:val="20"/>
              </w:rPr>
              <w:t>Охорона (публічного) громадського порядку</w:t>
            </w:r>
          </w:p>
        </w:tc>
      </w:tr>
      <w:tr w:rsidR="001352B8" w:rsidRPr="00AE2805" w:rsidTr="00B35112">
        <w:trPr>
          <w:trHeight w:val="359"/>
        </w:trPr>
        <w:tc>
          <w:tcPr>
            <w:tcW w:w="5493" w:type="dxa"/>
            <w:gridSpan w:val="5"/>
            <w:shd w:val="clear" w:color="auto" w:fill="auto"/>
            <w:vAlign w:val="center"/>
          </w:tcPr>
          <w:p w:rsidR="001352B8" w:rsidRPr="00AE2805" w:rsidRDefault="001352B8" w:rsidP="00B35112">
            <w:pPr>
              <w:pStyle w:val="af2"/>
              <w:ind w:left="100"/>
              <w:jc w:val="center"/>
              <w:rPr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66" w:type="dxa"/>
            <w:shd w:val="clear" w:color="auto" w:fill="auto"/>
            <w:vAlign w:val="center"/>
          </w:tcPr>
          <w:p w:rsidR="001352B8" w:rsidRPr="00AE2805" w:rsidRDefault="001352B8" w:rsidP="00B35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1352B8" w:rsidRPr="00AE2805" w:rsidRDefault="001352B8" w:rsidP="00B35112">
            <w:pPr>
              <w:pStyle w:val="af2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1352B8" w:rsidRPr="00AE2805" w:rsidRDefault="003C26D8" w:rsidP="00B351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128/22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1352B8" w:rsidRPr="00AE2805" w:rsidRDefault="001352B8" w:rsidP="00B35112">
            <w:pPr>
              <w:jc w:val="center"/>
              <w:rPr>
                <w:sz w:val="20"/>
                <w:szCs w:val="20"/>
              </w:rPr>
            </w:pPr>
          </w:p>
        </w:tc>
      </w:tr>
      <w:tr w:rsidR="001352B8" w:rsidRPr="00AE2805" w:rsidTr="00B35112">
        <w:trPr>
          <w:trHeight w:val="269"/>
        </w:trPr>
        <w:tc>
          <w:tcPr>
            <w:tcW w:w="15984" w:type="dxa"/>
            <w:gridSpan w:val="10"/>
            <w:shd w:val="clear" w:color="auto" w:fill="FFFFFF"/>
            <w:vAlign w:val="center"/>
          </w:tcPr>
          <w:p w:rsidR="001352B8" w:rsidRPr="00AE2805" w:rsidRDefault="001352B8" w:rsidP="00B3511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ХІ. </w:t>
            </w:r>
            <w:r w:rsidRPr="00AE2805">
              <w:rPr>
                <w:b/>
                <w:sz w:val="20"/>
                <w:szCs w:val="20"/>
              </w:rPr>
              <w:t>СИЛИ, ЯКІ ПІДПОРЯДКОВУЮТЬСЯ МІНОБОРОНИ УКРАЇНИ</w:t>
            </w:r>
          </w:p>
        </w:tc>
      </w:tr>
      <w:tr w:rsidR="001352B8" w:rsidRPr="00AE2805" w:rsidTr="00AE2805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352B8" w:rsidRPr="00AE2805" w:rsidRDefault="001352B8" w:rsidP="007F553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AE2805">
            <w:pPr>
              <w:ind w:firstLine="110"/>
              <w:jc w:val="both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  <w:lang w:val="ru-RU"/>
              </w:rPr>
              <w:t>Міністерство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оборони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України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Окремий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батальйон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</w:t>
            </w:r>
            <w:r w:rsidRPr="00AE2805">
              <w:rPr>
                <w:sz w:val="20"/>
                <w:szCs w:val="20"/>
              </w:rPr>
              <w:t>1-шої окремої бригади ім. князя Лева державної спеціальної служби транспорту, військова частина Т0200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Особовий склад</w:t>
            </w:r>
          </w:p>
          <w:p w:rsidR="001352B8" w:rsidRPr="00AE2805" w:rsidRDefault="001352B8" w:rsidP="00AE2805">
            <w:pPr>
              <w:jc w:val="center"/>
            </w:pPr>
            <w:r w:rsidRPr="00AE2805">
              <w:rPr>
                <w:sz w:val="20"/>
                <w:szCs w:val="20"/>
              </w:rPr>
              <w:t>та техніка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Червоноград</w:t>
            </w:r>
          </w:p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Промислова, 3</w:t>
            </w:r>
          </w:p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(249) 2-21-53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106/2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jc w:val="center"/>
            </w:pPr>
            <w:r w:rsidRPr="00AE2805">
              <w:rPr>
                <w:sz w:val="20"/>
                <w:szCs w:val="20"/>
              </w:rPr>
              <w:t>Ліквідація наслідків НС, пожеж, аварій, відбудова об’єктів інфраструктури (дороги, мости, дамби)</w:t>
            </w:r>
          </w:p>
        </w:tc>
      </w:tr>
      <w:tr w:rsidR="001352B8" w:rsidRPr="00AE2805" w:rsidTr="00AE2805">
        <w:trPr>
          <w:trHeight w:val="124"/>
        </w:trPr>
        <w:tc>
          <w:tcPr>
            <w:tcW w:w="584" w:type="dxa"/>
            <w:gridSpan w:val="3"/>
            <w:shd w:val="clear" w:color="auto" w:fill="auto"/>
          </w:tcPr>
          <w:p w:rsidR="001352B8" w:rsidRPr="00AE2805" w:rsidRDefault="001352B8" w:rsidP="007F5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352B8" w:rsidRPr="00AE2805" w:rsidRDefault="001352B8" w:rsidP="00351844">
            <w:pPr>
              <w:ind w:firstLine="110"/>
              <w:jc w:val="both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  <w:lang w:val="ru-RU"/>
              </w:rPr>
              <w:t>Міністерство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оборони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України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окремий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батальйон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</w:t>
            </w:r>
            <w:r w:rsidRPr="00AE2805">
              <w:rPr>
                <w:sz w:val="20"/>
                <w:szCs w:val="20"/>
              </w:rPr>
              <w:t>1-шої окремої бригади ім. князя Лева державної спеціальної служби транспорту, в</w:t>
            </w:r>
            <w:r w:rsidR="00351844">
              <w:rPr>
                <w:sz w:val="20"/>
                <w:szCs w:val="20"/>
              </w:rPr>
              <w:t>/ч</w:t>
            </w:r>
            <w:r w:rsidRPr="00AE2805">
              <w:rPr>
                <w:sz w:val="20"/>
                <w:szCs w:val="20"/>
              </w:rPr>
              <w:t xml:space="preserve"> Т0410</w:t>
            </w:r>
          </w:p>
        </w:tc>
        <w:tc>
          <w:tcPr>
            <w:tcW w:w="3266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AE2805">
              <w:rPr>
                <w:sz w:val="20"/>
                <w:szCs w:val="20"/>
                <w:lang w:val="ru-RU"/>
              </w:rPr>
              <w:t>Особовий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склад</w:t>
            </w:r>
          </w:p>
          <w:p w:rsidR="001352B8" w:rsidRPr="00AE2805" w:rsidRDefault="001352B8" w:rsidP="00AE2805">
            <w:pPr>
              <w:jc w:val="center"/>
            </w:pPr>
            <w:r w:rsidRPr="00AE2805">
              <w:rPr>
                <w:sz w:val="20"/>
                <w:szCs w:val="20"/>
                <w:lang w:val="ru-RU"/>
              </w:rPr>
              <w:t xml:space="preserve">та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техніка</w:t>
            </w:r>
            <w:proofErr w:type="spellEnd"/>
          </w:p>
        </w:tc>
        <w:tc>
          <w:tcPr>
            <w:tcW w:w="3119" w:type="dxa"/>
            <w:gridSpan w:val="2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Червоноград</w:t>
            </w:r>
          </w:p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Промислова, 3</w:t>
            </w:r>
          </w:p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(249) 2-21-53</w:t>
            </w:r>
          </w:p>
        </w:tc>
        <w:tc>
          <w:tcPr>
            <w:tcW w:w="994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69/2</w:t>
            </w:r>
          </w:p>
        </w:tc>
        <w:tc>
          <w:tcPr>
            <w:tcW w:w="3112" w:type="dxa"/>
            <w:shd w:val="clear" w:color="auto" w:fill="auto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Ліквідація наслідків НС, пожеж, аварій</w:t>
            </w:r>
          </w:p>
          <w:p w:rsidR="001352B8" w:rsidRPr="00AE2805" w:rsidRDefault="001352B8" w:rsidP="00AE2805">
            <w:pPr>
              <w:jc w:val="center"/>
            </w:pPr>
            <w:r w:rsidRPr="00AE2805">
              <w:rPr>
                <w:sz w:val="20"/>
                <w:szCs w:val="20"/>
              </w:rPr>
              <w:t>(дороги, мости, дамби)</w:t>
            </w:r>
          </w:p>
        </w:tc>
      </w:tr>
      <w:tr w:rsidR="001352B8" w:rsidRPr="00AE2805" w:rsidTr="00AE2805">
        <w:trPr>
          <w:trHeight w:val="124"/>
        </w:trPr>
        <w:tc>
          <w:tcPr>
            <w:tcW w:w="5493" w:type="dxa"/>
            <w:gridSpan w:val="5"/>
            <w:shd w:val="clear" w:color="auto" w:fill="FFFFFF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66" w:type="dxa"/>
            <w:shd w:val="clear" w:color="auto" w:fill="FFFFFF"/>
            <w:vAlign w:val="center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119" w:type="dxa"/>
            <w:gridSpan w:val="2"/>
            <w:shd w:val="clear" w:color="auto" w:fill="FFFFFF"/>
            <w:vAlign w:val="center"/>
          </w:tcPr>
          <w:p w:rsidR="001352B8" w:rsidRPr="00AE2805" w:rsidRDefault="001352B8" w:rsidP="00AE2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1352B8" w:rsidRPr="00AE2805" w:rsidRDefault="003C26D8" w:rsidP="00AE28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175/4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1352B8" w:rsidRPr="00AE2805" w:rsidRDefault="001352B8" w:rsidP="00AE280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352B8" w:rsidRPr="00546FF8" w:rsidTr="00EC586C">
        <w:trPr>
          <w:trHeight w:val="367"/>
        </w:trPr>
        <w:tc>
          <w:tcPr>
            <w:tcW w:w="5493" w:type="dxa"/>
            <w:gridSpan w:val="5"/>
            <w:shd w:val="clear" w:color="auto" w:fill="D9D9D9"/>
          </w:tcPr>
          <w:p w:rsidR="001352B8" w:rsidRPr="00AE2805" w:rsidRDefault="001352B8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Всього за Львівську область:</w:t>
            </w:r>
          </w:p>
        </w:tc>
        <w:tc>
          <w:tcPr>
            <w:tcW w:w="3266" w:type="dxa"/>
            <w:shd w:val="clear" w:color="auto" w:fill="D9D9D9"/>
            <w:vAlign w:val="center"/>
          </w:tcPr>
          <w:p w:rsidR="001352B8" w:rsidRPr="00AE2805" w:rsidRDefault="001352B8" w:rsidP="00AE2805">
            <w:pPr>
              <w:widowControl w:val="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:rsidR="001352B8" w:rsidRPr="00AE2805" w:rsidRDefault="001352B8" w:rsidP="00AE2805">
            <w:pPr>
              <w:widowControl w:val="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D9D9D9"/>
            <w:vAlign w:val="center"/>
          </w:tcPr>
          <w:p w:rsidR="001352B8" w:rsidRPr="00AE2805" w:rsidRDefault="001352B8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14198</w:t>
            </w:r>
            <w:r w:rsidRPr="00AE2805">
              <w:rPr>
                <w:b/>
                <w:sz w:val="20"/>
                <w:szCs w:val="20"/>
              </w:rPr>
              <w:t>/</w:t>
            </w:r>
          </w:p>
          <w:p w:rsidR="001352B8" w:rsidRPr="00204A54" w:rsidRDefault="001352B8" w:rsidP="00AE280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787</w:t>
            </w:r>
          </w:p>
        </w:tc>
        <w:tc>
          <w:tcPr>
            <w:tcW w:w="3112" w:type="dxa"/>
            <w:shd w:val="clear" w:color="auto" w:fill="D9D9D9"/>
            <w:vAlign w:val="center"/>
          </w:tcPr>
          <w:p w:rsidR="001352B8" w:rsidRPr="00546FF8" w:rsidRDefault="001352B8" w:rsidP="00AE2805">
            <w:pPr>
              <w:widowControl w:val="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</w:tbl>
    <w:p w:rsidR="00EC586C" w:rsidRPr="00EC586C" w:rsidRDefault="00EC586C" w:rsidP="00EC586C">
      <w:pPr>
        <w:pStyle w:val="af0"/>
        <w:widowControl w:val="0"/>
        <w:tabs>
          <w:tab w:val="left" w:pos="921"/>
        </w:tabs>
        <w:spacing w:after="0"/>
        <w:ind w:left="0"/>
        <w:jc w:val="center"/>
        <w:rPr>
          <w:sz w:val="28"/>
          <w:szCs w:val="28"/>
        </w:rPr>
      </w:pPr>
      <w:bookmarkStart w:id="0" w:name="_GoBack"/>
      <w:bookmarkEnd w:id="0"/>
      <w:r w:rsidRPr="00EC586C">
        <w:rPr>
          <w:sz w:val="28"/>
          <w:szCs w:val="28"/>
        </w:rPr>
        <w:t>__________________________________</w:t>
      </w:r>
    </w:p>
    <w:sectPr w:rsidR="00EC586C" w:rsidRPr="00EC586C" w:rsidSect="00614AA9">
      <w:headerReference w:type="default" r:id="rId9"/>
      <w:pgSz w:w="16838" w:h="11906" w:orient="landscape"/>
      <w:pgMar w:top="851" w:right="567" w:bottom="709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1BC" w:rsidRDefault="004461BC" w:rsidP="0097625B">
      <w:r>
        <w:separator/>
      </w:r>
    </w:p>
  </w:endnote>
  <w:endnote w:type="continuationSeparator" w:id="0">
    <w:p w:rsidR="004461BC" w:rsidRDefault="004461BC" w:rsidP="0097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Kudriashov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ntiqua">
    <w:altName w:val="Courier New"/>
    <w:charset w:val="00"/>
    <w:family w:val="swiss"/>
    <w:pitch w:val="variable"/>
    <w:sig w:usb0="000002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1BC" w:rsidRDefault="004461BC" w:rsidP="0097625B">
      <w:r>
        <w:separator/>
      </w:r>
    </w:p>
  </w:footnote>
  <w:footnote w:type="continuationSeparator" w:id="0">
    <w:p w:rsidR="004461BC" w:rsidRDefault="004461BC" w:rsidP="009762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47C" w:rsidRPr="00614AA9" w:rsidRDefault="0014147C" w:rsidP="00614AA9">
    <w:pPr>
      <w:pStyle w:val="af6"/>
      <w:jc w:val="right"/>
    </w:pPr>
    <w:r>
      <w:fldChar w:fldCharType="begin"/>
    </w:r>
    <w:r>
      <w:instrText>PAGE   \* MERGEFORMAT</w:instrText>
    </w:r>
    <w:r>
      <w:fldChar w:fldCharType="separate"/>
    </w:r>
    <w:r w:rsidR="009C65CE" w:rsidRPr="009C65CE">
      <w:rPr>
        <w:noProof/>
        <w:lang w:val="ru-RU"/>
      </w:rPr>
      <w:t>11</w:t>
    </w:r>
    <w:r>
      <w:rPr>
        <w:noProof/>
        <w:lang w:val="ru-RU"/>
      </w:rPr>
      <w:fldChar w:fldCharType="end"/>
    </w:r>
    <w:r>
      <w:t xml:space="preserve">                                                                                       </w:t>
    </w:r>
    <w:r w:rsidRPr="00D4642C">
      <w:t>Продовження додатка</w:t>
    </w:r>
    <w:r>
      <w:t xml:space="preserve"> 3</w:t>
    </w:r>
  </w:p>
  <w:p w:rsidR="0014147C" w:rsidRDefault="0014147C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D72B1B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990052"/>
    <w:multiLevelType w:val="multilevel"/>
    <w:tmpl w:val="0419001D"/>
    <w:styleLink w:val="3"/>
    <w:lvl w:ilvl="0">
      <w:start w:val="19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0262C50"/>
    <w:multiLevelType w:val="multilevel"/>
    <w:tmpl w:val="CBA27E06"/>
    <w:styleLink w:val="2"/>
    <w:lvl w:ilvl="0">
      <w:start w:val="134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012C8"/>
    <w:multiLevelType w:val="multilevel"/>
    <w:tmpl w:val="3A7AA5A4"/>
    <w:lvl w:ilvl="0">
      <w:start w:val="126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214351E7"/>
    <w:multiLevelType w:val="hybridMultilevel"/>
    <w:tmpl w:val="562087C2"/>
    <w:lvl w:ilvl="0" w:tplc="4C247768">
      <w:start w:val="213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2F3770"/>
    <w:multiLevelType w:val="multilevel"/>
    <w:tmpl w:val="0419001D"/>
    <w:styleLink w:val="7"/>
    <w:lvl w:ilvl="0">
      <w:start w:val="19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C8E6625"/>
    <w:multiLevelType w:val="multilevel"/>
    <w:tmpl w:val="0419001D"/>
    <w:styleLink w:val="4"/>
    <w:lvl w:ilvl="0">
      <w:start w:val="19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BA4BB4"/>
    <w:multiLevelType w:val="multilevel"/>
    <w:tmpl w:val="2E20E608"/>
    <w:lvl w:ilvl="0">
      <w:start w:val="366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2765A5E"/>
    <w:multiLevelType w:val="multilevel"/>
    <w:tmpl w:val="0419001D"/>
    <w:styleLink w:val="6"/>
    <w:lvl w:ilvl="0">
      <w:start w:val="19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46AA2940"/>
    <w:multiLevelType w:val="multilevel"/>
    <w:tmpl w:val="A956E8D4"/>
    <w:lvl w:ilvl="0">
      <w:start w:val="614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E653848"/>
    <w:multiLevelType w:val="multilevel"/>
    <w:tmpl w:val="FED017B4"/>
    <w:lvl w:ilvl="0">
      <w:start w:val="463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53134A7C"/>
    <w:multiLevelType w:val="multilevel"/>
    <w:tmpl w:val="CBA27E06"/>
    <w:styleLink w:val="1"/>
    <w:lvl w:ilvl="0">
      <w:start w:val="133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1F1901"/>
    <w:multiLevelType w:val="multilevel"/>
    <w:tmpl w:val="3CC6F66E"/>
    <w:lvl w:ilvl="0">
      <w:start w:val="171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58962AB1"/>
    <w:multiLevelType w:val="multilevel"/>
    <w:tmpl w:val="F3C43DB4"/>
    <w:lvl w:ilvl="0">
      <w:start w:val="637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683E4E74"/>
    <w:multiLevelType w:val="multilevel"/>
    <w:tmpl w:val="6E7E62AC"/>
    <w:lvl w:ilvl="0">
      <w:start w:val="636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6E5C0BE4"/>
    <w:multiLevelType w:val="multilevel"/>
    <w:tmpl w:val="0419001D"/>
    <w:styleLink w:val="5"/>
    <w:lvl w:ilvl="0">
      <w:start w:val="19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6EDF3346"/>
    <w:multiLevelType w:val="multilevel"/>
    <w:tmpl w:val="7556E7CC"/>
    <w:lvl w:ilvl="0">
      <w:start w:val="303"/>
      <w:numFmt w:val="decimal"/>
      <w:lvlText w:val="%1."/>
      <w:lvlJc w:val="left"/>
      <w:pPr>
        <w:tabs>
          <w:tab w:val="num" w:pos="692"/>
        </w:tabs>
        <w:ind w:left="692" w:hanging="55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7">
    <w:nsid w:val="7A153A84"/>
    <w:multiLevelType w:val="hybridMultilevel"/>
    <w:tmpl w:val="15D00F64"/>
    <w:lvl w:ilvl="0" w:tplc="98A2EC92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18">
    <w:nsid w:val="7E3C19D4"/>
    <w:multiLevelType w:val="hybridMultilevel"/>
    <w:tmpl w:val="823A5ED4"/>
    <w:lvl w:ilvl="0" w:tplc="6442AF60">
      <w:start w:val="25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6"/>
  </w:num>
  <w:num w:numId="4">
    <w:abstractNumId w:val="18"/>
  </w:num>
  <w:num w:numId="5">
    <w:abstractNumId w:val="11"/>
  </w:num>
  <w:num w:numId="6">
    <w:abstractNumId w:val="2"/>
  </w:num>
  <w:num w:numId="7">
    <w:abstractNumId w:val="1"/>
  </w:num>
  <w:num w:numId="8">
    <w:abstractNumId w:val="6"/>
  </w:num>
  <w:num w:numId="9">
    <w:abstractNumId w:val="15"/>
  </w:num>
  <w:num w:numId="10">
    <w:abstractNumId w:val="8"/>
  </w:num>
  <w:num w:numId="11">
    <w:abstractNumId w:val="5"/>
  </w:num>
  <w:num w:numId="12">
    <w:abstractNumId w:val="3"/>
  </w:num>
  <w:num w:numId="13">
    <w:abstractNumId w:val="7"/>
  </w:num>
  <w:num w:numId="14">
    <w:abstractNumId w:val="12"/>
  </w:num>
  <w:num w:numId="15">
    <w:abstractNumId w:val="4"/>
  </w:num>
  <w:num w:numId="16">
    <w:abstractNumId w:val="10"/>
  </w:num>
  <w:num w:numId="17">
    <w:abstractNumId w:val="9"/>
  </w:num>
  <w:num w:numId="18">
    <w:abstractNumId w:val="14"/>
  </w:num>
  <w:num w:numId="19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EC6"/>
    <w:rsid w:val="00000344"/>
    <w:rsid w:val="000003B0"/>
    <w:rsid w:val="00000775"/>
    <w:rsid w:val="00000DF1"/>
    <w:rsid w:val="00002614"/>
    <w:rsid w:val="000030FD"/>
    <w:rsid w:val="00003112"/>
    <w:rsid w:val="00003930"/>
    <w:rsid w:val="00003D2C"/>
    <w:rsid w:val="0000509C"/>
    <w:rsid w:val="00005981"/>
    <w:rsid w:val="000102F6"/>
    <w:rsid w:val="0001124C"/>
    <w:rsid w:val="000114B3"/>
    <w:rsid w:val="000124F6"/>
    <w:rsid w:val="00012B8D"/>
    <w:rsid w:val="00012D8B"/>
    <w:rsid w:val="00012D92"/>
    <w:rsid w:val="00014C7E"/>
    <w:rsid w:val="00015018"/>
    <w:rsid w:val="000158FF"/>
    <w:rsid w:val="0001641E"/>
    <w:rsid w:val="00016906"/>
    <w:rsid w:val="00016ADD"/>
    <w:rsid w:val="00016ED8"/>
    <w:rsid w:val="00017222"/>
    <w:rsid w:val="00017E13"/>
    <w:rsid w:val="0002001A"/>
    <w:rsid w:val="0002018E"/>
    <w:rsid w:val="0002055E"/>
    <w:rsid w:val="00020DDA"/>
    <w:rsid w:val="00022407"/>
    <w:rsid w:val="0002243D"/>
    <w:rsid w:val="000227FC"/>
    <w:rsid w:val="00024462"/>
    <w:rsid w:val="00024B00"/>
    <w:rsid w:val="00025094"/>
    <w:rsid w:val="00025B1C"/>
    <w:rsid w:val="0002659A"/>
    <w:rsid w:val="0002676D"/>
    <w:rsid w:val="0002677B"/>
    <w:rsid w:val="00026BCF"/>
    <w:rsid w:val="000279B4"/>
    <w:rsid w:val="000302C6"/>
    <w:rsid w:val="00031F16"/>
    <w:rsid w:val="00032220"/>
    <w:rsid w:val="00032813"/>
    <w:rsid w:val="00033020"/>
    <w:rsid w:val="0003335C"/>
    <w:rsid w:val="000344BE"/>
    <w:rsid w:val="00034E00"/>
    <w:rsid w:val="00035E27"/>
    <w:rsid w:val="000363F1"/>
    <w:rsid w:val="00036AC3"/>
    <w:rsid w:val="0003704B"/>
    <w:rsid w:val="000406AB"/>
    <w:rsid w:val="000409E2"/>
    <w:rsid w:val="00040FFB"/>
    <w:rsid w:val="00042857"/>
    <w:rsid w:val="000429BB"/>
    <w:rsid w:val="00042AD9"/>
    <w:rsid w:val="00043422"/>
    <w:rsid w:val="000435DF"/>
    <w:rsid w:val="000448E4"/>
    <w:rsid w:val="000448E6"/>
    <w:rsid w:val="00044BEE"/>
    <w:rsid w:val="00046281"/>
    <w:rsid w:val="00046A39"/>
    <w:rsid w:val="00046B46"/>
    <w:rsid w:val="00046CFF"/>
    <w:rsid w:val="00047A95"/>
    <w:rsid w:val="00047BBE"/>
    <w:rsid w:val="00047C3C"/>
    <w:rsid w:val="000510F9"/>
    <w:rsid w:val="000511AD"/>
    <w:rsid w:val="00051FDA"/>
    <w:rsid w:val="0005232F"/>
    <w:rsid w:val="00052C7D"/>
    <w:rsid w:val="000554D4"/>
    <w:rsid w:val="00055A14"/>
    <w:rsid w:val="00055C1A"/>
    <w:rsid w:val="00056191"/>
    <w:rsid w:val="00056F74"/>
    <w:rsid w:val="00057096"/>
    <w:rsid w:val="000571BA"/>
    <w:rsid w:val="00057B7B"/>
    <w:rsid w:val="0006029C"/>
    <w:rsid w:val="000606AC"/>
    <w:rsid w:val="00061E63"/>
    <w:rsid w:val="00061FA2"/>
    <w:rsid w:val="0006291C"/>
    <w:rsid w:val="00062C97"/>
    <w:rsid w:val="00062F57"/>
    <w:rsid w:val="00062FC4"/>
    <w:rsid w:val="00063E78"/>
    <w:rsid w:val="00064411"/>
    <w:rsid w:val="00064C19"/>
    <w:rsid w:val="00064D89"/>
    <w:rsid w:val="00065709"/>
    <w:rsid w:val="000659A0"/>
    <w:rsid w:val="00065B74"/>
    <w:rsid w:val="00065CB6"/>
    <w:rsid w:val="000665E6"/>
    <w:rsid w:val="000669F4"/>
    <w:rsid w:val="00066B8B"/>
    <w:rsid w:val="00067C93"/>
    <w:rsid w:val="00067EDA"/>
    <w:rsid w:val="00067F91"/>
    <w:rsid w:val="000715D3"/>
    <w:rsid w:val="000727C9"/>
    <w:rsid w:val="0007299D"/>
    <w:rsid w:val="00072EEB"/>
    <w:rsid w:val="000735ED"/>
    <w:rsid w:val="00073B32"/>
    <w:rsid w:val="00073F06"/>
    <w:rsid w:val="00074243"/>
    <w:rsid w:val="00074A14"/>
    <w:rsid w:val="00075AE3"/>
    <w:rsid w:val="00075D31"/>
    <w:rsid w:val="000763CB"/>
    <w:rsid w:val="000768F5"/>
    <w:rsid w:val="0007694D"/>
    <w:rsid w:val="00077070"/>
    <w:rsid w:val="00080D7F"/>
    <w:rsid w:val="00081676"/>
    <w:rsid w:val="00081B88"/>
    <w:rsid w:val="00081E3C"/>
    <w:rsid w:val="00082087"/>
    <w:rsid w:val="000821A4"/>
    <w:rsid w:val="00082345"/>
    <w:rsid w:val="00082542"/>
    <w:rsid w:val="00082FE2"/>
    <w:rsid w:val="00082FF2"/>
    <w:rsid w:val="000833DB"/>
    <w:rsid w:val="00083A12"/>
    <w:rsid w:val="0008428F"/>
    <w:rsid w:val="00084A08"/>
    <w:rsid w:val="00084F1C"/>
    <w:rsid w:val="00084FF2"/>
    <w:rsid w:val="00085B7A"/>
    <w:rsid w:val="00086309"/>
    <w:rsid w:val="00086310"/>
    <w:rsid w:val="00086A12"/>
    <w:rsid w:val="00087F85"/>
    <w:rsid w:val="00090151"/>
    <w:rsid w:val="000904E7"/>
    <w:rsid w:val="0009057A"/>
    <w:rsid w:val="00090D26"/>
    <w:rsid w:val="00092A89"/>
    <w:rsid w:val="00093A7A"/>
    <w:rsid w:val="00094BE7"/>
    <w:rsid w:val="0009506D"/>
    <w:rsid w:val="000950A5"/>
    <w:rsid w:val="0009524B"/>
    <w:rsid w:val="00095553"/>
    <w:rsid w:val="000960D3"/>
    <w:rsid w:val="00096394"/>
    <w:rsid w:val="0009657A"/>
    <w:rsid w:val="0009658D"/>
    <w:rsid w:val="000975BC"/>
    <w:rsid w:val="00097D62"/>
    <w:rsid w:val="000A02E9"/>
    <w:rsid w:val="000A0418"/>
    <w:rsid w:val="000A1257"/>
    <w:rsid w:val="000A1EBF"/>
    <w:rsid w:val="000A26D7"/>
    <w:rsid w:val="000A2B55"/>
    <w:rsid w:val="000A3346"/>
    <w:rsid w:val="000A374A"/>
    <w:rsid w:val="000A39D2"/>
    <w:rsid w:val="000A40A5"/>
    <w:rsid w:val="000A442B"/>
    <w:rsid w:val="000A4F2C"/>
    <w:rsid w:val="000A5364"/>
    <w:rsid w:val="000A7338"/>
    <w:rsid w:val="000A746C"/>
    <w:rsid w:val="000A783A"/>
    <w:rsid w:val="000A792A"/>
    <w:rsid w:val="000B01D2"/>
    <w:rsid w:val="000B1043"/>
    <w:rsid w:val="000B10FE"/>
    <w:rsid w:val="000B11AF"/>
    <w:rsid w:val="000B1A72"/>
    <w:rsid w:val="000B1A8A"/>
    <w:rsid w:val="000B1C45"/>
    <w:rsid w:val="000B2D0C"/>
    <w:rsid w:val="000B2DD7"/>
    <w:rsid w:val="000B3AA8"/>
    <w:rsid w:val="000B3EDE"/>
    <w:rsid w:val="000B4486"/>
    <w:rsid w:val="000B45CB"/>
    <w:rsid w:val="000B49A8"/>
    <w:rsid w:val="000B4E97"/>
    <w:rsid w:val="000B50BF"/>
    <w:rsid w:val="000B51D9"/>
    <w:rsid w:val="000B5F25"/>
    <w:rsid w:val="000B634D"/>
    <w:rsid w:val="000B71C2"/>
    <w:rsid w:val="000C004A"/>
    <w:rsid w:val="000C0697"/>
    <w:rsid w:val="000C12B6"/>
    <w:rsid w:val="000C30F6"/>
    <w:rsid w:val="000C399F"/>
    <w:rsid w:val="000C39CA"/>
    <w:rsid w:val="000C40BB"/>
    <w:rsid w:val="000C4855"/>
    <w:rsid w:val="000C5013"/>
    <w:rsid w:val="000C6B29"/>
    <w:rsid w:val="000C6E97"/>
    <w:rsid w:val="000C73C2"/>
    <w:rsid w:val="000C74E7"/>
    <w:rsid w:val="000C7DF1"/>
    <w:rsid w:val="000C7E64"/>
    <w:rsid w:val="000C7F9D"/>
    <w:rsid w:val="000D0589"/>
    <w:rsid w:val="000D0F85"/>
    <w:rsid w:val="000D1760"/>
    <w:rsid w:val="000D1961"/>
    <w:rsid w:val="000D359E"/>
    <w:rsid w:val="000D3B6F"/>
    <w:rsid w:val="000D3D64"/>
    <w:rsid w:val="000D3F67"/>
    <w:rsid w:val="000D4038"/>
    <w:rsid w:val="000D43E6"/>
    <w:rsid w:val="000D46EB"/>
    <w:rsid w:val="000D564D"/>
    <w:rsid w:val="000D5CB7"/>
    <w:rsid w:val="000D5D23"/>
    <w:rsid w:val="000D672D"/>
    <w:rsid w:val="000D6E15"/>
    <w:rsid w:val="000E03D2"/>
    <w:rsid w:val="000E0ED9"/>
    <w:rsid w:val="000E16D1"/>
    <w:rsid w:val="000E2711"/>
    <w:rsid w:val="000E2BA2"/>
    <w:rsid w:val="000E2C33"/>
    <w:rsid w:val="000E2DCD"/>
    <w:rsid w:val="000E31D8"/>
    <w:rsid w:val="000E3C2A"/>
    <w:rsid w:val="000E43CC"/>
    <w:rsid w:val="000E4759"/>
    <w:rsid w:val="000E4810"/>
    <w:rsid w:val="000E4FB2"/>
    <w:rsid w:val="000E55BC"/>
    <w:rsid w:val="000E5C42"/>
    <w:rsid w:val="000E62A8"/>
    <w:rsid w:val="000E6E6E"/>
    <w:rsid w:val="000E71DB"/>
    <w:rsid w:val="000E746F"/>
    <w:rsid w:val="000E7662"/>
    <w:rsid w:val="000E77F0"/>
    <w:rsid w:val="000F075A"/>
    <w:rsid w:val="000F120D"/>
    <w:rsid w:val="000F1DD3"/>
    <w:rsid w:val="000F25C1"/>
    <w:rsid w:val="000F29C1"/>
    <w:rsid w:val="000F2A9C"/>
    <w:rsid w:val="000F314A"/>
    <w:rsid w:val="000F3804"/>
    <w:rsid w:val="000F42B4"/>
    <w:rsid w:val="000F482D"/>
    <w:rsid w:val="000F483D"/>
    <w:rsid w:val="000F4E3D"/>
    <w:rsid w:val="000F53B6"/>
    <w:rsid w:val="000F5A9A"/>
    <w:rsid w:val="000F72D6"/>
    <w:rsid w:val="000F7CBF"/>
    <w:rsid w:val="000F7D52"/>
    <w:rsid w:val="00100201"/>
    <w:rsid w:val="001005C2"/>
    <w:rsid w:val="001006F1"/>
    <w:rsid w:val="001012A8"/>
    <w:rsid w:val="001012C4"/>
    <w:rsid w:val="00101311"/>
    <w:rsid w:val="0010185B"/>
    <w:rsid w:val="00101D89"/>
    <w:rsid w:val="00102627"/>
    <w:rsid w:val="0010325B"/>
    <w:rsid w:val="00103457"/>
    <w:rsid w:val="001038D6"/>
    <w:rsid w:val="0010438F"/>
    <w:rsid w:val="00104530"/>
    <w:rsid w:val="001047CC"/>
    <w:rsid w:val="001048A9"/>
    <w:rsid w:val="00104A23"/>
    <w:rsid w:val="00104E17"/>
    <w:rsid w:val="0010780A"/>
    <w:rsid w:val="0010792E"/>
    <w:rsid w:val="00110A6C"/>
    <w:rsid w:val="00110AAC"/>
    <w:rsid w:val="00110F68"/>
    <w:rsid w:val="00111095"/>
    <w:rsid w:val="00111311"/>
    <w:rsid w:val="0011171A"/>
    <w:rsid w:val="00111C2E"/>
    <w:rsid w:val="00111CF4"/>
    <w:rsid w:val="00111FE0"/>
    <w:rsid w:val="0011218C"/>
    <w:rsid w:val="001122CB"/>
    <w:rsid w:val="001125F5"/>
    <w:rsid w:val="00112C4B"/>
    <w:rsid w:val="00113222"/>
    <w:rsid w:val="00113606"/>
    <w:rsid w:val="00113989"/>
    <w:rsid w:val="00114067"/>
    <w:rsid w:val="0011451C"/>
    <w:rsid w:val="00114C2B"/>
    <w:rsid w:val="00114DAD"/>
    <w:rsid w:val="001168BD"/>
    <w:rsid w:val="00116A0D"/>
    <w:rsid w:val="00116ABF"/>
    <w:rsid w:val="00116E2D"/>
    <w:rsid w:val="00117532"/>
    <w:rsid w:val="00117609"/>
    <w:rsid w:val="001178B2"/>
    <w:rsid w:val="00120A82"/>
    <w:rsid w:val="001212D6"/>
    <w:rsid w:val="00121B15"/>
    <w:rsid w:val="00121BB0"/>
    <w:rsid w:val="00121C2D"/>
    <w:rsid w:val="00122266"/>
    <w:rsid w:val="001235A3"/>
    <w:rsid w:val="00123902"/>
    <w:rsid w:val="00124026"/>
    <w:rsid w:val="00124869"/>
    <w:rsid w:val="00125199"/>
    <w:rsid w:val="0012585D"/>
    <w:rsid w:val="00126A2C"/>
    <w:rsid w:val="00126A92"/>
    <w:rsid w:val="00126D82"/>
    <w:rsid w:val="001270D1"/>
    <w:rsid w:val="001301EF"/>
    <w:rsid w:val="00130325"/>
    <w:rsid w:val="001312FB"/>
    <w:rsid w:val="00132215"/>
    <w:rsid w:val="00132727"/>
    <w:rsid w:val="00132BBF"/>
    <w:rsid w:val="001330C6"/>
    <w:rsid w:val="00133A3E"/>
    <w:rsid w:val="001341DC"/>
    <w:rsid w:val="00134554"/>
    <w:rsid w:val="00134A59"/>
    <w:rsid w:val="00134FBC"/>
    <w:rsid w:val="00135133"/>
    <w:rsid w:val="001352B8"/>
    <w:rsid w:val="0013558D"/>
    <w:rsid w:val="00136D65"/>
    <w:rsid w:val="00136ED1"/>
    <w:rsid w:val="001376C8"/>
    <w:rsid w:val="001378C7"/>
    <w:rsid w:val="00137BCE"/>
    <w:rsid w:val="00137FF0"/>
    <w:rsid w:val="00140243"/>
    <w:rsid w:val="00140299"/>
    <w:rsid w:val="00140423"/>
    <w:rsid w:val="00140931"/>
    <w:rsid w:val="0014101A"/>
    <w:rsid w:val="0014147C"/>
    <w:rsid w:val="00141586"/>
    <w:rsid w:val="00141657"/>
    <w:rsid w:val="001418BB"/>
    <w:rsid w:val="001426FF"/>
    <w:rsid w:val="001428A7"/>
    <w:rsid w:val="00142D6E"/>
    <w:rsid w:val="001439E7"/>
    <w:rsid w:val="00143BBE"/>
    <w:rsid w:val="00144275"/>
    <w:rsid w:val="001445CF"/>
    <w:rsid w:val="0014476F"/>
    <w:rsid w:val="001450C9"/>
    <w:rsid w:val="00145151"/>
    <w:rsid w:val="00145D83"/>
    <w:rsid w:val="00145DB6"/>
    <w:rsid w:val="00145F3E"/>
    <w:rsid w:val="001467DE"/>
    <w:rsid w:val="0014714F"/>
    <w:rsid w:val="00147474"/>
    <w:rsid w:val="001477D9"/>
    <w:rsid w:val="001477FE"/>
    <w:rsid w:val="00150626"/>
    <w:rsid w:val="00150822"/>
    <w:rsid w:val="00150A82"/>
    <w:rsid w:val="00152240"/>
    <w:rsid w:val="00152472"/>
    <w:rsid w:val="0015403C"/>
    <w:rsid w:val="001546CC"/>
    <w:rsid w:val="00154A7F"/>
    <w:rsid w:val="00155237"/>
    <w:rsid w:val="001555DB"/>
    <w:rsid w:val="0015593E"/>
    <w:rsid w:val="00155DA9"/>
    <w:rsid w:val="0015699F"/>
    <w:rsid w:val="00156BB3"/>
    <w:rsid w:val="00157BCD"/>
    <w:rsid w:val="00162823"/>
    <w:rsid w:val="00162D32"/>
    <w:rsid w:val="00162E57"/>
    <w:rsid w:val="001631EC"/>
    <w:rsid w:val="001637FD"/>
    <w:rsid w:val="00163BED"/>
    <w:rsid w:val="00163C03"/>
    <w:rsid w:val="00163CCA"/>
    <w:rsid w:val="00163DA7"/>
    <w:rsid w:val="00164A42"/>
    <w:rsid w:val="00164A87"/>
    <w:rsid w:val="00164BEB"/>
    <w:rsid w:val="001652B4"/>
    <w:rsid w:val="001655B2"/>
    <w:rsid w:val="001661F3"/>
    <w:rsid w:val="00166471"/>
    <w:rsid w:val="00166CC3"/>
    <w:rsid w:val="00166FFE"/>
    <w:rsid w:val="001671E0"/>
    <w:rsid w:val="001672A1"/>
    <w:rsid w:val="00167F5C"/>
    <w:rsid w:val="001702C0"/>
    <w:rsid w:val="001713B1"/>
    <w:rsid w:val="001719A5"/>
    <w:rsid w:val="00171AF4"/>
    <w:rsid w:val="00172539"/>
    <w:rsid w:val="001729F3"/>
    <w:rsid w:val="0017310D"/>
    <w:rsid w:val="001733AA"/>
    <w:rsid w:val="0017349D"/>
    <w:rsid w:val="00173A50"/>
    <w:rsid w:val="0017411C"/>
    <w:rsid w:val="0017419F"/>
    <w:rsid w:val="00174A0A"/>
    <w:rsid w:val="00174A48"/>
    <w:rsid w:val="00175259"/>
    <w:rsid w:val="00175826"/>
    <w:rsid w:val="0017618F"/>
    <w:rsid w:val="001761F8"/>
    <w:rsid w:val="001764E2"/>
    <w:rsid w:val="00176592"/>
    <w:rsid w:val="00176868"/>
    <w:rsid w:val="00177F97"/>
    <w:rsid w:val="00180372"/>
    <w:rsid w:val="00181936"/>
    <w:rsid w:val="00181943"/>
    <w:rsid w:val="001825D3"/>
    <w:rsid w:val="001827F4"/>
    <w:rsid w:val="00182B3F"/>
    <w:rsid w:val="00182EF6"/>
    <w:rsid w:val="00182F38"/>
    <w:rsid w:val="0018305E"/>
    <w:rsid w:val="00183407"/>
    <w:rsid w:val="00184903"/>
    <w:rsid w:val="00184B2D"/>
    <w:rsid w:val="0018559F"/>
    <w:rsid w:val="00185754"/>
    <w:rsid w:val="001857B0"/>
    <w:rsid w:val="001859C4"/>
    <w:rsid w:val="00185E94"/>
    <w:rsid w:val="00185F8F"/>
    <w:rsid w:val="001864D8"/>
    <w:rsid w:val="00186963"/>
    <w:rsid w:val="00187894"/>
    <w:rsid w:val="001902AF"/>
    <w:rsid w:val="001903E9"/>
    <w:rsid w:val="00190BE4"/>
    <w:rsid w:val="001915DC"/>
    <w:rsid w:val="001919C1"/>
    <w:rsid w:val="00191BD5"/>
    <w:rsid w:val="00191E2F"/>
    <w:rsid w:val="001928BE"/>
    <w:rsid w:val="00194A6F"/>
    <w:rsid w:val="00194EED"/>
    <w:rsid w:val="0019528D"/>
    <w:rsid w:val="0019550C"/>
    <w:rsid w:val="00195852"/>
    <w:rsid w:val="00195D69"/>
    <w:rsid w:val="001967DA"/>
    <w:rsid w:val="00196B4C"/>
    <w:rsid w:val="00196E6B"/>
    <w:rsid w:val="00196F20"/>
    <w:rsid w:val="0019730E"/>
    <w:rsid w:val="001975D0"/>
    <w:rsid w:val="0019776A"/>
    <w:rsid w:val="00197820"/>
    <w:rsid w:val="00197C35"/>
    <w:rsid w:val="001A0CA1"/>
    <w:rsid w:val="001A10F6"/>
    <w:rsid w:val="001A1B8B"/>
    <w:rsid w:val="001A1F87"/>
    <w:rsid w:val="001A2731"/>
    <w:rsid w:val="001A2888"/>
    <w:rsid w:val="001A2AAE"/>
    <w:rsid w:val="001A3241"/>
    <w:rsid w:val="001A3569"/>
    <w:rsid w:val="001A3890"/>
    <w:rsid w:val="001A3C79"/>
    <w:rsid w:val="001A3EE0"/>
    <w:rsid w:val="001A559C"/>
    <w:rsid w:val="001A5B1A"/>
    <w:rsid w:val="001A624D"/>
    <w:rsid w:val="001A66EA"/>
    <w:rsid w:val="001A6B49"/>
    <w:rsid w:val="001A71E0"/>
    <w:rsid w:val="001B0776"/>
    <w:rsid w:val="001B0EA5"/>
    <w:rsid w:val="001B17FE"/>
    <w:rsid w:val="001B18D6"/>
    <w:rsid w:val="001B1ECC"/>
    <w:rsid w:val="001B2657"/>
    <w:rsid w:val="001B385D"/>
    <w:rsid w:val="001B3E9C"/>
    <w:rsid w:val="001B3F6E"/>
    <w:rsid w:val="001B4356"/>
    <w:rsid w:val="001B48A8"/>
    <w:rsid w:val="001B5547"/>
    <w:rsid w:val="001B586A"/>
    <w:rsid w:val="001B5D3D"/>
    <w:rsid w:val="001B69DA"/>
    <w:rsid w:val="001B6ED0"/>
    <w:rsid w:val="001B7BE2"/>
    <w:rsid w:val="001C0574"/>
    <w:rsid w:val="001C07BB"/>
    <w:rsid w:val="001C10B3"/>
    <w:rsid w:val="001C1402"/>
    <w:rsid w:val="001C17D2"/>
    <w:rsid w:val="001C20C7"/>
    <w:rsid w:val="001C24E7"/>
    <w:rsid w:val="001C2F7B"/>
    <w:rsid w:val="001C3074"/>
    <w:rsid w:val="001C3521"/>
    <w:rsid w:val="001C4047"/>
    <w:rsid w:val="001C45EC"/>
    <w:rsid w:val="001C4FF8"/>
    <w:rsid w:val="001C5300"/>
    <w:rsid w:val="001C5A82"/>
    <w:rsid w:val="001C5EC7"/>
    <w:rsid w:val="001C5F17"/>
    <w:rsid w:val="001C6EA1"/>
    <w:rsid w:val="001C7070"/>
    <w:rsid w:val="001C7726"/>
    <w:rsid w:val="001C7A93"/>
    <w:rsid w:val="001D05D4"/>
    <w:rsid w:val="001D0C8A"/>
    <w:rsid w:val="001D10D1"/>
    <w:rsid w:val="001D1243"/>
    <w:rsid w:val="001D19A6"/>
    <w:rsid w:val="001D25DB"/>
    <w:rsid w:val="001D431D"/>
    <w:rsid w:val="001D4739"/>
    <w:rsid w:val="001D4B6F"/>
    <w:rsid w:val="001D511A"/>
    <w:rsid w:val="001D54EB"/>
    <w:rsid w:val="001D5FE5"/>
    <w:rsid w:val="001D5FF6"/>
    <w:rsid w:val="001D6A1A"/>
    <w:rsid w:val="001D6A1C"/>
    <w:rsid w:val="001D7406"/>
    <w:rsid w:val="001E0152"/>
    <w:rsid w:val="001E0863"/>
    <w:rsid w:val="001E0B23"/>
    <w:rsid w:val="001E0ED9"/>
    <w:rsid w:val="001E111B"/>
    <w:rsid w:val="001E139B"/>
    <w:rsid w:val="001E14B7"/>
    <w:rsid w:val="001E1BD9"/>
    <w:rsid w:val="001E1FBE"/>
    <w:rsid w:val="001E2363"/>
    <w:rsid w:val="001E2B0F"/>
    <w:rsid w:val="001E2FC6"/>
    <w:rsid w:val="001E37A8"/>
    <w:rsid w:val="001E39AC"/>
    <w:rsid w:val="001E44BC"/>
    <w:rsid w:val="001E4CF1"/>
    <w:rsid w:val="001E606A"/>
    <w:rsid w:val="001E6DD5"/>
    <w:rsid w:val="001E6FBC"/>
    <w:rsid w:val="001E74EC"/>
    <w:rsid w:val="001E7E2E"/>
    <w:rsid w:val="001E7E94"/>
    <w:rsid w:val="001E7EB7"/>
    <w:rsid w:val="001F1061"/>
    <w:rsid w:val="001F1335"/>
    <w:rsid w:val="001F19BC"/>
    <w:rsid w:val="001F28CC"/>
    <w:rsid w:val="001F28DE"/>
    <w:rsid w:val="001F29E4"/>
    <w:rsid w:val="001F301F"/>
    <w:rsid w:val="001F3052"/>
    <w:rsid w:val="001F328F"/>
    <w:rsid w:val="001F34D1"/>
    <w:rsid w:val="001F3D48"/>
    <w:rsid w:val="001F3DB1"/>
    <w:rsid w:val="001F4693"/>
    <w:rsid w:val="001F5516"/>
    <w:rsid w:val="001F57C8"/>
    <w:rsid w:val="001F5A0D"/>
    <w:rsid w:val="001F6174"/>
    <w:rsid w:val="001F62C5"/>
    <w:rsid w:val="001F6B91"/>
    <w:rsid w:val="001F7975"/>
    <w:rsid w:val="001F79FE"/>
    <w:rsid w:val="002002B6"/>
    <w:rsid w:val="00200341"/>
    <w:rsid w:val="002005F2"/>
    <w:rsid w:val="00200906"/>
    <w:rsid w:val="00200A83"/>
    <w:rsid w:val="00201285"/>
    <w:rsid w:val="00201EC6"/>
    <w:rsid w:val="00202561"/>
    <w:rsid w:val="00202BD3"/>
    <w:rsid w:val="00203099"/>
    <w:rsid w:val="00203D5B"/>
    <w:rsid w:val="00203DF9"/>
    <w:rsid w:val="002042BB"/>
    <w:rsid w:val="00204A54"/>
    <w:rsid w:val="00204D53"/>
    <w:rsid w:val="0020588A"/>
    <w:rsid w:val="00205F0E"/>
    <w:rsid w:val="00206C07"/>
    <w:rsid w:val="00207761"/>
    <w:rsid w:val="00207F2B"/>
    <w:rsid w:val="00210EF7"/>
    <w:rsid w:val="00210F54"/>
    <w:rsid w:val="00212139"/>
    <w:rsid w:val="002133AC"/>
    <w:rsid w:val="00213909"/>
    <w:rsid w:val="00213A51"/>
    <w:rsid w:val="0021495F"/>
    <w:rsid w:val="00214C5A"/>
    <w:rsid w:val="002155B4"/>
    <w:rsid w:val="002156E6"/>
    <w:rsid w:val="00215FFF"/>
    <w:rsid w:val="00217264"/>
    <w:rsid w:val="002174AB"/>
    <w:rsid w:val="00217809"/>
    <w:rsid w:val="0022029A"/>
    <w:rsid w:val="00220344"/>
    <w:rsid w:val="00220650"/>
    <w:rsid w:val="00220866"/>
    <w:rsid w:val="00220B23"/>
    <w:rsid w:val="00220E63"/>
    <w:rsid w:val="0022132C"/>
    <w:rsid w:val="002213BE"/>
    <w:rsid w:val="002218D9"/>
    <w:rsid w:val="002220D1"/>
    <w:rsid w:val="002228D9"/>
    <w:rsid w:val="00222BE1"/>
    <w:rsid w:val="002230B8"/>
    <w:rsid w:val="00223582"/>
    <w:rsid w:val="00223B92"/>
    <w:rsid w:val="002240D2"/>
    <w:rsid w:val="002242A3"/>
    <w:rsid w:val="0022616F"/>
    <w:rsid w:val="002268E9"/>
    <w:rsid w:val="002268F4"/>
    <w:rsid w:val="00226FB3"/>
    <w:rsid w:val="00227228"/>
    <w:rsid w:val="00227775"/>
    <w:rsid w:val="0023020D"/>
    <w:rsid w:val="0023048B"/>
    <w:rsid w:val="002308F1"/>
    <w:rsid w:val="002323C5"/>
    <w:rsid w:val="00232539"/>
    <w:rsid w:val="00232648"/>
    <w:rsid w:val="002327AD"/>
    <w:rsid w:val="00233B63"/>
    <w:rsid w:val="00233C48"/>
    <w:rsid w:val="00234373"/>
    <w:rsid w:val="00234618"/>
    <w:rsid w:val="00234E61"/>
    <w:rsid w:val="0023525E"/>
    <w:rsid w:val="00235D7F"/>
    <w:rsid w:val="00235EA5"/>
    <w:rsid w:val="002365CA"/>
    <w:rsid w:val="0023661C"/>
    <w:rsid w:val="00237992"/>
    <w:rsid w:val="00240028"/>
    <w:rsid w:val="00240D8F"/>
    <w:rsid w:val="00241D93"/>
    <w:rsid w:val="00242683"/>
    <w:rsid w:val="002426EA"/>
    <w:rsid w:val="00243757"/>
    <w:rsid w:val="00243F76"/>
    <w:rsid w:val="00244213"/>
    <w:rsid w:val="002447DD"/>
    <w:rsid w:val="00244816"/>
    <w:rsid w:val="002453BF"/>
    <w:rsid w:val="002455EE"/>
    <w:rsid w:val="00246CD4"/>
    <w:rsid w:val="00246FC4"/>
    <w:rsid w:val="00247106"/>
    <w:rsid w:val="002479FB"/>
    <w:rsid w:val="002503DB"/>
    <w:rsid w:val="00250640"/>
    <w:rsid w:val="00250D89"/>
    <w:rsid w:val="00250ED4"/>
    <w:rsid w:val="00251052"/>
    <w:rsid w:val="0025112C"/>
    <w:rsid w:val="002514DF"/>
    <w:rsid w:val="00251B12"/>
    <w:rsid w:val="002533C7"/>
    <w:rsid w:val="002534D8"/>
    <w:rsid w:val="00254597"/>
    <w:rsid w:val="002545A2"/>
    <w:rsid w:val="00254610"/>
    <w:rsid w:val="0025529E"/>
    <w:rsid w:val="00256ACD"/>
    <w:rsid w:val="00257A32"/>
    <w:rsid w:val="00257F61"/>
    <w:rsid w:val="00260925"/>
    <w:rsid w:val="002612AC"/>
    <w:rsid w:val="002617D3"/>
    <w:rsid w:val="00261C52"/>
    <w:rsid w:val="00262198"/>
    <w:rsid w:val="0026365D"/>
    <w:rsid w:val="00264015"/>
    <w:rsid w:val="002641C5"/>
    <w:rsid w:val="00264FEF"/>
    <w:rsid w:val="00265029"/>
    <w:rsid w:val="002650F4"/>
    <w:rsid w:val="00265DB8"/>
    <w:rsid w:val="00265F65"/>
    <w:rsid w:val="00266052"/>
    <w:rsid w:val="002663FF"/>
    <w:rsid w:val="0026675A"/>
    <w:rsid w:val="00267242"/>
    <w:rsid w:val="00267818"/>
    <w:rsid w:val="002703A1"/>
    <w:rsid w:val="0027206C"/>
    <w:rsid w:val="00272B3F"/>
    <w:rsid w:val="00273F9D"/>
    <w:rsid w:val="002746DB"/>
    <w:rsid w:val="00274D9A"/>
    <w:rsid w:val="002757CA"/>
    <w:rsid w:val="00275A95"/>
    <w:rsid w:val="00276871"/>
    <w:rsid w:val="00276B30"/>
    <w:rsid w:val="00276BA1"/>
    <w:rsid w:val="00276DF0"/>
    <w:rsid w:val="00276EB5"/>
    <w:rsid w:val="00277235"/>
    <w:rsid w:val="0027724B"/>
    <w:rsid w:val="002775DA"/>
    <w:rsid w:val="002807A8"/>
    <w:rsid w:val="0028096A"/>
    <w:rsid w:val="00280A15"/>
    <w:rsid w:val="00280A90"/>
    <w:rsid w:val="00281264"/>
    <w:rsid w:val="00281758"/>
    <w:rsid w:val="0028188C"/>
    <w:rsid w:val="00281BA3"/>
    <w:rsid w:val="00281EF3"/>
    <w:rsid w:val="002821A7"/>
    <w:rsid w:val="0028265E"/>
    <w:rsid w:val="00282A8E"/>
    <w:rsid w:val="00282F83"/>
    <w:rsid w:val="00282FD0"/>
    <w:rsid w:val="0028441A"/>
    <w:rsid w:val="002853E7"/>
    <w:rsid w:val="0028629F"/>
    <w:rsid w:val="00286562"/>
    <w:rsid w:val="002867AF"/>
    <w:rsid w:val="00286CC7"/>
    <w:rsid w:val="0028715B"/>
    <w:rsid w:val="00287C9F"/>
    <w:rsid w:val="00290AD9"/>
    <w:rsid w:val="00291BFB"/>
    <w:rsid w:val="00291EA5"/>
    <w:rsid w:val="00291FF5"/>
    <w:rsid w:val="002920FD"/>
    <w:rsid w:val="00293496"/>
    <w:rsid w:val="00293782"/>
    <w:rsid w:val="00294359"/>
    <w:rsid w:val="002944B1"/>
    <w:rsid w:val="00294568"/>
    <w:rsid w:val="00294725"/>
    <w:rsid w:val="00294BDA"/>
    <w:rsid w:val="00295559"/>
    <w:rsid w:val="002957C8"/>
    <w:rsid w:val="00295F29"/>
    <w:rsid w:val="0029604D"/>
    <w:rsid w:val="00296231"/>
    <w:rsid w:val="002965D1"/>
    <w:rsid w:val="00296F02"/>
    <w:rsid w:val="00297225"/>
    <w:rsid w:val="0029736B"/>
    <w:rsid w:val="0029740D"/>
    <w:rsid w:val="002976F4"/>
    <w:rsid w:val="002A010E"/>
    <w:rsid w:val="002A04CF"/>
    <w:rsid w:val="002A0F39"/>
    <w:rsid w:val="002A13C6"/>
    <w:rsid w:val="002A278A"/>
    <w:rsid w:val="002A28A1"/>
    <w:rsid w:val="002A2AD6"/>
    <w:rsid w:val="002A395A"/>
    <w:rsid w:val="002A5905"/>
    <w:rsid w:val="002A5CA3"/>
    <w:rsid w:val="002A5D33"/>
    <w:rsid w:val="002A6162"/>
    <w:rsid w:val="002A66AF"/>
    <w:rsid w:val="002A755F"/>
    <w:rsid w:val="002B0767"/>
    <w:rsid w:val="002B0BB1"/>
    <w:rsid w:val="002B0DF1"/>
    <w:rsid w:val="002B2850"/>
    <w:rsid w:val="002B28AD"/>
    <w:rsid w:val="002B31E5"/>
    <w:rsid w:val="002B331D"/>
    <w:rsid w:val="002B399C"/>
    <w:rsid w:val="002B5629"/>
    <w:rsid w:val="002B5A94"/>
    <w:rsid w:val="002B61E8"/>
    <w:rsid w:val="002B65D6"/>
    <w:rsid w:val="002B7279"/>
    <w:rsid w:val="002B79AF"/>
    <w:rsid w:val="002B7B18"/>
    <w:rsid w:val="002B7BB3"/>
    <w:rsid w:val="002C0314"/>
    <w:rsid w:val="002C06D8"/>
    <w:rsid w:val="002C0817"/>
    <w:rsid w:val="002C0DDB"/>
    <w:rsid w:val="002C1C1F"/>
    <w:rsid w:val="002C21C5"/>
    <w:rsid w:val="002C2807"/>
    <w:rsid w:val="002C3033"/>
    <w:rsid w:val="002C3432"/>
    <w:rsid w:val="002C4082"/>
    <w:rsid w:val="002C40D8"/>
    <w:rsid w:val="002C4146"/>
    <w:rsid w:val="002C54C0"/>
    <w:rsid w:val="002C6732"/>
    <w:rsid w:val="002C69DE"/>
    <w:rsid w:val="002C70B0"/>
    <w:rsid w:val="002C76F6"/>
    <w:rsid w:val="002C77FD"/>
    <w:rsid w:val="002C7986"/>
    <w:rsid w:val="002D0678"/>
    <w:rsid w:val="002D08DA"/>
    <w:rsid w:val="002D11C6"/>
    <w:rsid w:val="002D122B"/>
    <w:rsid w:val="002D1B01"/>
    <w:rsid w:val="002D20BD"/>
    <w:rsid w:val="002D2AC8"/>
    <w:rsid w:val="002D2F43"/>
    <w:rsid w:val="002D2FFF"/>
    <w:rsid w:val="002D4021"/>
    <w:rsid w:val="002D45D3"/>
    <w:rsid w:val="002D4A9F"/>
    <w:rsid w:val="002D5D4C"/>
    <w:rsid w:val="002D5EDD"/>
    <w:rsid w:val="002D5F78"/>
    <w:rsid w:val="002D7170"/>
    <w:rsid w:val="002D7B23"/>
    <w:rsid w:val="002D7BEB"/>
    <w:rsid w:val="002E093A"/>
    <w:rsid w:val="002E19A2"/>
    <w:rsid w:val="002E1CA3"/>
    <w:rsid w:val="002E24A3"/>
    <w:rsid w:val="002E27FB"/>
    <w:rsid w:val="002E2FC7"/>
    <w:rsid w:val="002E3D5D"/>
    <w:rsid w:val="002E45A5"/>
    <w:rsid w:val="002E4737"/>
    <w:rsid w:val="002E4853"/>
    <w:rsid w:val="002E4B15"/>
    <w:rsid w:val="002E4F31"/>
    <w:rsid w:val="002E554F"/>
    <w:rsid w:val="002E5822"/>
    <w:rsid w:val="002E5C19"/>
    <w:rsid w:val="002E6128"/>
    <w:rsid w:val="002E6627"/>
    <w:rsid w:val="002E6C40"/>
    <w:rsid w:val="002E7439"/>
    <w:rsid w:val="002E760D"/>
    <w:rsid w:val="002E7704"/>
    <w:rsid w:val="002E7F84"/>
    <w:rsid w:val="002F09EE"/>
    <w:rsid w:val="002F1DE9"/>
    <w:rsid w:val="002F378E"/>
    <w:rsid w:val="002F391B"/>
    <w:rsid w:val="002F3F0D"/>
    <w:rsid w:val="002F4997"/>
    <w:rsid w:val="002F4ABC"/>
    <w:rsid w:val="002F5598"/>
    <w:rsid w:val="002F5609"/>
    <w:rsid w:val="002F63E4"/>
    <w:rsid w:val="002F6CF9"/>
    <w:rsid w:val="002F7256"/>
    <w:rsid w:val="002F7C76"/>
    <w:rsid w:val="00300701"/>
    <w:rsid w:val="00300E28"/>
    <w:rsid w:val="0030161B"/>
    <w:rsid w:val="0030184E"/>
    <w:rsid w:val="00301C48"/>
    <w:rsid w:val="003023AF"/>
    <w:rsid w:val="00302DE4"/>
    <w:rsid w:val="0030310E"/>
    <w:rsid w:val="003031EC"/>
    <w:rsid w:val="003032A3"/>
    <w:rsid w:val="00303430"/>
    <w:rsid w:val="00303A91"/>
    <w:rsid w:val="0030478B"/>
    <w:rsid w:val="00305568"/>
    <w:rsid w:val="0030583B"/>
    <w:rsid w:val="00305BA8"/>
    <w:rsid w:val="00305DC4"/>
    <w:rsid w:val="00306164"/>
    <w:rsid w:val="00306802"/>
    <w:rsid w:val="00306C6C"/>
    <w:rsid w:val="0030782E"/>
    <w:rsid w:val="00310721"/>
    <w:rsid w:val="00310AE9"/>
    <w:rsid w:val="00310EF8"/>
    <w:rsid w:val="0031130A"/>
    <w:rsid w:val="00312689"/>
    <w:rsid w:val="00313124"/>
    <w:rsid w:val="00313793"/>
    <w:rsid w:val="003146DD"/>
    <w:rsid w:val="003146F3"/>
    <w:rsid w:val="00314E34"/>
    <w:rsid w:val="00315465"/>
    <w:rsid w:val="00315481"/>
    <w:rsid w:val="003155C7"/>
    <w:rsid w:val="00315E4B"/>
    <w:rsid w:val="003162EE"/>
    <w:rsid w:val="003166D2"/>
    <w:rsid w:val="0031674B"/>
    <w:rsid w:val="00316D30"/>
    <w:rsid w:val="00316D41"/>
    <w:rsid w:val="00316F65"/>
    <w:rsid w:val="00317771"/>
    <w:rsid w:val="00317F1B"/>
    <w:rsid w:val="0032035C"/>
    <w:rsid w:val="0032234E"/>
    <w:rsid w:val="00322717"/>
    <w:rsid w:val="003228F0"/>
    <w:rsid w:val="00322E84"/>
    <w:rsid w:val="00323156"/>
    <w:rsid w:val="003238A6"/>
    <w:rsid w:val="00323C54"/>
    <w:rsid w:val="00324009"/>
    <w:rsid w:val="00324FB1"/>
    <w:rsid w:val="00325254"/>
    <w:rsid w:val="00325470"/>
    <w:rsid w:val="003255DB"/>
    <w:rsid w:val="003261A2"/>
    <w:rsid w:val="00326F5A"/>
    <w:rsid w:val="003271E6"/>
    <w:rsid w:val="0033067A"/>
    <w:rsid w:val="003307EF"/>
    <w:rsid w:val="0033156A"/>
    <w:rsid w:val="0033158B"/>
    <w:rsid w:val="00331FCE"/>
    <w:rsid w:val="00332628"/>
    <w:rsid w:val="00333992"/>
    <w:rsid w:val="00333C0D"/>
    <w:rsid w:val="00334DD4"/>
    <w:rsid w:val="00335F80"/>
    <w:rsid w:val="00336AAC"/>
    <w:rsid w:val="00340321"/>
    <w:rsid w:val="00340390"/>
    <w:rsid w:val="003406C3"/>
    <w:rsid w:val="003413A1"/>
    <w:rsid w:val="003418D8"/>
    <w:rsid w:val="00341CA9"/>
    <w:rsid w:val="00341D04"/>
    <w:rsid w:val="0034294D"/>
    <w:rsid w:val="00342B71"/>
    <w:rsid w:val="00344917"/>
    <w:rsid w:val="00345348"/>
    <w:rsid w:val="0034632C"/>
    <w:rsid w:val="0034642D"/>
    <w:rsid w:val="003464BC"/>
    <w:rsid w:val="003479D9"/>
    <w:rsid w:val="00351844"/>
    <w:rsid w:val="00351EB4"/>
    <w:rsid w:val="00353546"/>
    <w:rsid w:val="00353F12"/>
    <w:rsid w:val="00353FBA"/>
    <w:rsid w:val="00355257"/>
    <w:rsid w:val="0035542B"/>
    <w:rsid w:val="00355EC8"/>
    <w:rsid w:val="00355FE7"/>
    <w:rsid w:val="003566D8"/>
    <w:rsid w:val="003567E6"/>
    <w:rsid w:val="00356A08"/>
    <w:rsid w:val="00356ED3"/>
    <w:rsid w:val="00356F1E"/>
    <w:rsid w:val="0035754E"/>
    <w:rsid w:val="0035784A"/>
    <w:rsid w:val="00357C28"/>
    <w:rsid w:val="00357C9F"/>
    <w:rsid w:val="00357D53"/>
    <w:rsid w:val="00357E48"/>
    <w:rsid w:val="00360648"/>
    <w:rsid w:val="00360945"/>
    <w:rsid w:val="00360BEB"/>
    <w:rsid w:val="00360CC8"/>
    <w:rsid w:val="00361C4E"/>
    <w:rsid w:val="0036276B"/>
    <w:rsid w:val="00364B11"/>
    <w:rsid w:val="00364D05"/>
    <w:rsid w:val="00364F82"/>
    <w:rsid w:val="00365868"/>
    <w:rsid w:val="00365A76"/>
    <w:rsid w:val="00365D53"/>
    <w:rsid w:val="003660AD"/>
    <w:rsid w:val="003663CC"/>
    <w:rsid w:val="00370039"/>
    <w:rsid w:val="00370370"/>
    <w:rsid w:val="0037040B"/>
    <w:rsid w:val="00371AA6"/>
    <w:rsid w:val="00371BE2"/>
    <w:rsid w:val="00372097"/>
    <w:rsid w:val="00372CFF"/>
    <w:rsid w:val="00373FF2"/>
    <w:rsid w:val="003741D2"/>
    <w:rsid w:val="0037479E"/>
    <w:rsid w:val="00375901"/>
    <w:rsid w:val="00375939"/>
    <w:rsid w:val="00375975"/>
    <w:rsid w:val="00376048"/>
    <w:rsid w:val="003760DD"/>
    <w:rsid w:val="003761D5"/>
    <w:rsid w:val="00377684"/>
    <w:rsid w:val="00377A3D"/>
    <w:rsid w:val="00380766"/>
    <w:rsid w:val="003810DC"/>
    <w:rsid w:val="00381207"/>
    <w:rsid w:val="0038176E"/>
    <w:rsid w:val="00381A73"/>
    <w:rsid w:val="00381DA9"/>
    <w:rsid w:val="00381F1B"/>
    <w:rsid w:val="00382A6C"/>
    <w:rsid w:val="0038306B"/>
    <w:rsid w:val="00383389"/>
    <w:rsid w:val="00383DC0"/>
    <w:rsid w:val="003840EA"/>
    <w:rsid w:val="00384163"/>
    <w:rsid w:val="003841ED"/>
    <w:rsid w:val="003852E4"/>
    <w:rsid w:val="0038550C"/>
    <w:rsid w:val="0038578B"/>
    <w:rsid w:val="00386071"/>
    <w:rsid w:val="0038666E"/>
    <w:rsid w:val="003869A9"/>
    <w:rsid w:val="00386EC6"/>
    <w:rsid w:val="003871C8"/>
    <w:rsid w:val="00387590"/>
    <w:rsid w:val="00391021"/>
    <w:rsid w:val="00391292"/>
    <w:rsid w:val="00391A6B"/>
    <w:rsid w:val="0039214C"/>
    <w:rsid w:val="00392C1B"/>
    <w:rsid w:val="00394538"/>
    <w:rsid w:val="00394559"/>
    <w:rsid w:val="00394F15"/>
    <w:rsid w:val="00395CFD"/>
    <w:rsid w:val="00396EF4"/>
    <w:rsid w:val="003972EF"/>
    <w:rsid w:val="003977CA"/>
    <w:rsid w:val="003A0D9A"/>
    <w:rsid w:val="003A0E15"/>
    <w:rsid w:val="003A127A"/>
    <w:rsid w:val="003A1CC0"/>
    <w:rsid w:val="003A3185"/>
    <w:rsid w:val="003A339E"/>
    <w:rsid w:val="003A49EA"/>
    <w:rsid w:val="003A4AB8"/>
    <w:rsid w:val="003A4EBA"/>
    <w:rsid w:val="003A56A4"/>
    <w:rsid w:val="003A5CF1"/>
    <w:rsid w:val="003A6E81"/>
    <w:rsid w:val="003A76A6"/>
    <w:rsid w:val="003B0238"/>
    <w:rsid w:val="003B0666"/>
    <w:rsid w:val="003B09A6"/>
    <w:rsid w:val="003B0E30"/>
    <w:rsid w:val="003B1173"/>
    <w:rsid w:val="003B1C5B"/>
    <w:rsid w:val="003B258F"/>
    <w:rsid w:val="003B366F"/>
    <w:rsid w:val="003B56F8"/>
    <w:rsid w:val="003B6097"/>
    <w:rsid w:val="003B6147"/>
    <w:rsid w:val="003B642F"/>
    <w:rsid w:val="003B6A92"/>
    <w:rsid w:val="003B6B23"/>
    <w:rsid w:val="003B73CE"/>
    <w:rsid w:val="003B766D"/>
    <w:rsid w:val="003C0EA3"/>
    <w:rsid w:val="003C1192"/>
    <w:rsid w:val="003C1286"/>
    <w:rsid w:val="003C145A"/>
    <w:rsid w:val="003C1B51"/>
    <w:rsid w:val="003C2190"/>
    <w:rsid w:val="003C25E0"/>
    <w:rsid w:val="003C26D8"/>
    <w:rsid w:val="003C2AED"/>
    <w:rsid w:val="003C2D62"/>
    <w:rsid w:val="003C2D9B"/>
    <w:rsid w:val="003C46D1"/>
    <w:rsid w:val="003C4752"/>
    <w:rsid w:val="003C4C14"/>
    <w:rsid w:val="003C4C54"/>
    <w:rsid w:val="003C4D3A"/>
    <w:rsid w:val="003C4E2F"/>
    <w:rsid w:val="003C504C"/>
    <w:rsid w:val="003C51F3"/>
    <w:rsid w:val="003C59F6"/>
    <w:rsid w:val="003C5C0B"/>
    <w:rsid w:val="003C616F"/>
    <w:rsid w:val="003C62E7"/>
    <w:rsid w:val="003C63C4"/>
    <w:rsid w:val="003C7426"/>
    <w:rsid w:val="003C755A"/>
    <w:rsid w:val="003D0584"/>
    <w:rsid w:val="003D113D"/>
    <w:rsid w:val="003D177E"/>
    <w:rsid w:val="003D19EE"/>
    <w:rsid w:val="003D1E4D"/>
    <w:rsid w:val="003D20B3"/>
    <w:rsid w:val="003D2F36"/>
    <w:rsid w:val="003D31AA"/>
    <w:rsid w:val="003D375E"/>
    <w:rsid w:val="003D3CD6"/>
    <w:rsid w:val="003D5961"/>
    <w:rsid w:val="003D5F73"/>
    <w:rsid w:val="003D6153"/>
    <w:rsid w:val="003D64D4"/>
    <w:rsid w:val="003D67D6"/>
    <w:rsid w:val="003D799D"/>
    <w:rsid w:val="003D7F56"/>
    <w:rsid w:val="003E0061"/>
    <w:rsid w:val="003E0417"/>
    <w:rsid w:val="003E05F3"/>
    <w:rsid w:val="003E07E3"/>
    <w:rsid w:val="003E1011"/>
    <w:rsid w:val="003E1553"/>
    <w:rsid w:val="003E3632"/>
    <w:rsid w:val="003E5114"/>
    <w:rsid w:val="003E5694"/>
    <w:rsid w:val="003E615B"/>
    <w:rsid w:val="003E670D"/>
    <w:rsid w:val="003E677A"/>
    <w:rsid w:val="003E6A94"/>
    <w:rsid w:val="003E7307"/>
    <w:rsid w:val="003E7413"/>
    <w:rsid w:val="003E7FBF"/>
    <w:rsid w:val="003F03AD"/>
    <w:rsid w:val="003F0B71"/>
    <w:rsid w:val="003F1736"/>
    <w:rsid w:val="003F17B4"/>
    <w:rsid w:val="003F1CD3"/>
    <w:rsid w:val="003F221B"/>
    <w:rsid w:val="003F3762"/>
    <w:rsid w:val="003F5432"/>
    <w:rsid w:val="003F555C"/>
    <w:rsid w:val="003F587A"/>
    <w:rsid w:val="003F614F"/>
    <w:rsid w:val="003F6763"/>
    <w:rsid w:val="003F6BD7"/>
    <w:rsid w:val="003F70A2"/>
    <w:rsid w:val="003F741C"/>
    <w:rsid w:val="003F7D5E"/>
    <w:rsid w:val="004010EA"/>
    <w:rsid w:val="00401892"/>
    <w:rsid w:val="00402511"/>
    <w:rsid w:val="004042EB"/>
    <w:rsid w:val="004046BA"/>
    <w:rsid w:val="004053EA"/>
    <w:rsid w:val="00405832"/>
    <w:rsid w:val="00405C3A"/>
    <w:rsid w:val="00405EF5"/>
    <w:rsid w:val="00405F6F"/>
    <w:rsid w:val="00406D06"/>
    <w:rsid w:val="00407159"/>
    <w:rsid w:val="0040793C"/>
    <w:rsid w:val="00410B69"/>
    <w:rsid w:val="00411179"/>
    <w:rsid w:val="00411397"/>
    <w:rsid w:val="004115B5"/>
    <w:rsid w:val="00412398"/>
    <w:rsid w:val="004125E6"/>
    <w:rsid w:val="004132E9"/>
    <w:rsid w:val="004137CD"/>
    <w:rsid w:val="00413A7C"/>
    <w:rsid w:val="00413FD9"/>
    <w:rsid w:val="00414BA2"/>
    <w:rsid w:val="004152B9"/>
    <w:rsid w:val="00415586"/>
    <w:rsid w:val="00415B67"/>
    <w:rsid w:val="00416711"/>
    <w:rsid w:val="00416BF6"/>
    <w:rsid w:val="0041722C"/>
    <w:rsid w:val="00417813"/>
    <w:rsid w:val="004179E9"/>
    <w:rsid w:val="004200C6"/>
    <w:rsid w:val="00420829"/>
    <w:rsid w:val="00420F1E"/>
    <w:rsid w:val="00421435"/>
    <w:rsid w:val="00421719"/>
    <w:rsid w:val="0042206D"/>
    <w:rsid w:val="00422240"/>
    <w:rsid w:val="00422246"/>
    <w:rsid w:val="004224B4"/>
    <w:rsid w:val="00422A24"/>
    <w:rsid w:val="00422E0A"/>
    <w:rsid w:val="00423803"/>
    <w:rsid w:val="0042386D"/>
    <w:rsid w:val="00423945"/>
    <w:rsid w:val="00424035"/>
    <w:rsid w:val="004258EA"/>
    <w:rsid w:val="00425D91"/>
    <w:rsid w:val="00425E2A"/>
    <w:rsid w:val="00426AA3"/>
    <w:rsid w:val="0042713B"/>
    <w:rsid w:val="004273D7"/>
    <w:rsid w:val="00427C07"/>
    <w:rsid w:val="00430B03"/>
    <w:rsid w:val="0043103A"/>
    <w:rsid w:val="00431B94"/>
    <w:rsid w:val="00431C55"/>
    <w:rsid w:val="00431E76"/>
    <w:rsid w:val="00432021"/>
    <w:rsid w:val="0043209C"/>
    <w:rsid w:val="00432F1F"/>
    <w:rsid w:val="004331DC"/>
    <w:rsid w:val="00433425"/>
    <w:rsid w:val="00433F38"/>
    <w:rsid w:val="0043535E"/>
    <w:rsid w:val="0043556D"/>
    <w:rsid w:val="004355FB"/>
    <w:rsid w:val="0043578F"/>
    <w:rsid w:val="00436782"/>
    <w:rsid w:val="00436992"/>
    <w:rsid w:val="00436A44"/>
    <w:rsid w:val="00437AD0"/>
    <w:rsid w:val="0044070C"/>
    <w:rsid w:val="0044081A"/>
    <w:rsid w:val="00441991"/>
    <w:rsid w:val="00441A8B"/>
    <w:rsid w:val="0044248E"/>
    <w:rsid w:val="00443B5A"/>
    <w:rsid w:val="00443E25"/>
    <w:rsid w:val="00443EC9"/>
    <w:rsid w:val="00444011"/>
    <w:rsid w:val="004441FA"/>
    <w:rsid w:val="00445720"/>
    <w:rsid w:val="0044575A"/>
    <w:rsid w:val="00445BAB"/>
    <w:rsid w:val="00445F3D"/>
    <w:rsid w:val="004461BC"/>
    <w:rsid w:val="0044620C"/>
    <w:rsid w:val="004463DD"/>
    <w:rsid w:val="00446A65"/>
    <w:rsid w:val="00446BAA"/>
    <w:rsid w:val="00446EB8"/>
    <w:rsid w:val="00447069"/>
    <w:rsid w:val="00447836"/>
    <w:rsid w:val="00447C4B"/>
    <w:rsid w:val="00447E5D"/>
    <w:rsid w:val="00450008"/>
    <w:rsid w:val="004504AF"/>
    <w:rsid w:val="004506B2"/>
    <w:rsid w:val="00450B5E"/>
    <w:rsid w:val="004527CE"/>
    <w:rsid w:val="00452AF7"/>
    <w:rsid w:val="00452C09"/>
    <w:rsid w:val="00452D72"/>
    <w:rsid w:val="0045305D"/>
    <w:rsid w:val="004536AE"/>
    <w:rsid w:val="00454472"/>
    <w:rsid w:val="00454509"/>
    <w:rsid w:val="00455B3C"/>
    <w:rsid w:val="00457F43"/>
    <w:rsid w:val="004602C2"/>
    <w:rsid w:val="00460FD0"/>
    <w:rsid w:val="00462400"/>
    <w:rsid w:val="0046250E"/>
    <w:rsid w:val="00462D43"/>
    <w:rsid w:val="00463D8A"/>
    <w:rsid w:val="004648F6"/>
    <w:rsid w:val="00464930"/>
    <w:rsid w:val="00464B5E"/>
    <w:rsid w:val="00465CF7"/>
    <w:rsid w:val="00466F7E"/>
    <w:rsid w:val="0046777D"/>
    <w:rsid w:val="00467839"/>
    <w:rsid w:val="00470CD0"/>
    <w:rsid w:val="00471DC1"/>
    <w:rsid w:val="00472201"/>
    <w:rsid w:val="00472396"/>
    <w:rsid w:val="0047283B"/>
    <w:rsid w:val="004731BA"/>
    <w:rsid w:val="00473280"/>
    <w:rsid w:val="00474169"/>
    <w:rsid w:val="00474440"/>
    <w:rsid w:val="00474E76"/>
    <w:rsid w:val="004754B5"/>
    <w:rsid w:val="00475E0D"/>
    <w:rsid w:val="004764E0"/>
    <w:rsid w:val="004775EA"/>
    <w:rsid w:val="00477B9A"/>
    <w:rsid w:val="00480174"/>
    <w:rsid w:val="00480EBD"/>
    <w:rsid w:val="00481BFD"/>
    <w:rsid w:val="00481DA6"/>
    <w:rsid w:val="0048229E"/>
    <w:rsid w:val="00482FC6"/>
    <w:rsid w:val="004835E5"/>
    <w:rsid w:val="00483A56"/>
    <w:rsid w:val="00483FC7"/>
    <w:rsid w:val="004847AE"/>
    <w:rsid w:val="00484933"/>
    <w:rsid w:val="004849DD"/>
    <w:rsid w:val="00484FCA"/>
    <w:rsid w:val="00485195"/>
    <w:rsid w:val="00485FA3"/>
    <w:rsid w:val="0048657B"/>
    <w:rsid w:val="00486DFB"/>
    <w:rsid w:val="0048751F"/>
    <w:rsid w:val="0048759C"/>
    <w:rsid w:val="0048765C"/>
    <w:rsid w:val="00487839"/>
    <w:rsid w:val="004919EA"/>
    <w:rsid w:val="004934ED"/>
    <w:rsid w:val="00493584"/>
    <w:rsid w:val="004938E3"/>
    <w:rsid w:val="00495284"/>
    <w:rsid w:val="00495395"/>
    <w:rsid w:val="00495648"/>
    <w:rsid w:val="004963C7"/>
    <w:rsid w:val="004A015B"/>
    <w:rsid w:val="004A099A"/>
    <w:rsid w:val="004A0A47"/>
    <w:rsid w:val="004A0EF1"/>
    <w:rsid w:val="004A1EC3"/>
    <w:rsid w:val="004A2694"/>
    <w:rsid w:val="004A2CAC"/>
    <w:rsid w:val="004A3293"/>
    <w:rsid w:val="004A370A"/>
    <w:rsid w:val="004A4329"/>
    <w:rsid w:val="004A5567"/>
    <w:rsid w:val="004A5846"/>
    <w:rsid w:val="004A5C02"/>
    <w:rsid w:val="004A5E27"/>
    <w:rsid w:val="004A6DBF"/>
    <w:rsid w:val="004A773A"/>
    <w:rsid w:val="004B02AA"/>
    <w:rsid w:val="004B09DE"/>
    <w:rsid w:val="004B19B3"/>
    <w:rsid w:val="004B1D44"/>
    <w:rsid w:val="004B1E55"/>
    <w:rsid w:val="004B1F17"/>
    <w:rsid w:val="004B2925"/>
    <w:rsid w:val="004B2B54"/>
    <w:rsid w:val="004B2E2A"/>
    <w:rsid w:val="004B3F97"/>
    <w:rsid w:val="004B416E"/>
    <w:rsid w:val="004B545C"/>
    <w:rsid w:val="004B5AD4"/>
    <w:rsid w:val="004B5B2A"/>
    <w:rsid w:val="004B5BAB"/>
    <w:rsid w:val="004B5D0B"/>
    <w:rsid w:val="004B62B2"/>
    <w:rsid w:val="004C078A"/>
    <w:rsid w:val="004C0BA1"/>
    <w:rsid w:val="004C0BBC"/>
    <w:rsid w:val="004C10E3"/>
    <w:rsid w:val="004C14E0"/>
    <w:rsid w:val="004C2E5B"/>
    <w:rsid w:val="004C3230"/>
    <w:rsid w:val="004C3DC3"/>
    <w:rsid w:val="004C46EA"/>
    <w:rsid w:val="004C4771"/>
    <w:rsid w:val="004C4B0F"/>
    <w:rsid w:val="004C541D"/>
    <w:rsid w:val="004C6246"/>
    <w:rsid w:val="004C65BD"/>
    <w:rsid w:val="004C6B24"/>
    <w:rsid w:val="004C6C1B"/>
    <w:rsid w:val="004C6F6D"/>
    <w:rsid w:val="004C7845"/>
    <w:rsid w:val="004D032A"/>
    <w:rsid w:val="004D0710"/>
    <w:rsid w:val="004D1105"/>
    <w:rsid w:val="004D14FF"/>
    <w:rsid w:val="004D211A"/>
    <w:rsid w:val="004D306D"/>
    <w:rsid w:val="004D317D"/>
    <w:rsid w:val="004D3328"/>
    <w:rsid w:val="004D3757"/>
    <w:rsid w:val="004D3DDA"/>
    <w:rsid w:val="004D418F"/>
    <w:rsid w:val="004D458D"/>
    <w:rsid w:val="004D45CF"/>
    <w:rsid w:val="004D502C"/>
    <w:rsid w:val="004D59F1"/>
    <w:rsid w:val="004D6302"/>
    <w:rsid w:val="004D6D31"/>
    <w:rsid w:val="004D6F67"/>
    <w:rsid w:val="004D7042"/>
    <w:rsid w:val="004D70A3"/>
    <w:rsid w:val="004D765D"/>
    <w:rsid w:val="004D77F2"/>
    <w:rsid w:val="004D781E"/>
    <w:rsid w:val="004E14F4"/>
    <w:rsid w:val="004E1CE2"/>
    <w:rsid w:val="004E1DEB"/>
    <w:rsid w:val="004E2128"/>
    <w:rsid w:val="004E2883"/>
    <w:rsid w:val="004E2B72"/>
    <w:rsid w:val="004E3203"/>
    <w:rsid w:val="004E3E3D"/>
    <w:rsid w:val="004E3F03"/>
    <w:rsid w:val="004E40B7"/>
    <w:rsid w:val="004E43D0"/>
    <w:rsid w:val="004E4C3C"/>
    <w:rsid w:val="004E4E72"/>
    <w:rsid w:val="004E52F0"/>
    <w:rsid w:val="004E57C1"/>
    <w:rsid w:val="004E5F4C"/>
    <w:rsid w:val="004E606F"/>
    <w:rsid w:val="004E6C65"/>
    <w:rsid w:val="004E72FD"/>
    <w:rsid w:val="004E7C3B"/>
    <w:rsid w:val="004E7EFC"/>
    <w:rsid w:val="004F001A"/>
    <w:rsid w:val="004F12D9"/>
    <w:rsid w:val="004F205D"/>
    <w:rsid w:val="004F2234"/>
    <w:rsid w:val="004F24C0"/>
    <w:rsid w:val="004F2523"/>
    <w:rsid w:val="004F25D9"/>
    <w:rsid w:val="004F286C"/>
    <w:rsid w:val="004F2C5C"/>
    <w:rsid w:val="004F3D4C"/>
    <w:rsid w:val="004F3D99"/>
    <w:rsid w:val="004F53BB"/>
    <w:rsid w:val="004F59FF"/>
    <w:rsid w:val="004F5B0A"/>
    <w:rsid w:val="004F6376"/>
    <w:rsid w:val="004F657C"/>
    <w:rsid w:val="004F6662"/>
    <w:rsid w:val="004F767D"/>
    <w:rsid w:val="004F785B"/>
    <w:rsid w:val="004F7B11"/>
    <w:rsid w:val="00501089"/>
    <w:rsid w:val="00501BCB"/>
    <w:rsid w:val="00501CDF"/>
    <w:rsid w:val="00501F1D"/>
    <w:rsid w:val="00501F52"/>
    <w:rsid w:val="005021C3"/>
    <w:rsid w:val="0050296C"/>
    <w:rsid w:val="00504CEC"/>
    <w:rsid w:val="00504E79"/>
    <w:rsid w:val="00504F07"/>
    <w:rsid w:val="00505C1D"/>
    <w:rsid w:val="0050671C"/>
    <w:rsid w:val="00506736"/>
    <w:rsid w:val="0050687E"/>
    <w:rsid w:val="00506B08"/>
    <w:rsid w:val="00506E9D"/>
    <w:rsid w:val="005070F9"/>
    <w:rsid w:val="00507449"/>
    <w:rsid w:val="005100DE"/>
    <w:rsid w:val="0051051E"/>
    <w:rsid w:val="005125B1"/>
    <w:rsid w:val="005128BA"/>
    <w:rsid w:val="00513A57"/>
    <w:rsid w:val="00513C3C"/>
    <w:rsid w:val="00513C47"/>
    <w:rsid w:val="005144E7"/>
    <w:rsid w:val="00514C02"/>
    <w:rsid w:val="00515A52"/>
    <w:rsid w:val="00515A8D"/>
    <w:rsid w:val="00515B27"/>
    <w:rsid w:val="00516211"/>
    <w:rsid w:val="00517262"/>
    <w:rsid w:val="00517D93"/>
    <w:rsid w:val="00521585"/>
    <w:rsid w:val="00522053"/>
    <w:rsid w:val="005222E1"/>
    <w:rsid w:val="00522467"/>
    <w:rsid w:val="0052246B"/>
    <w:rsid w:val="00522BBA"/>
    <w:rsid w:val="00522C24"/>
    <w:rsid w:val="00522C78"/>
    <w:rsid w:val="00522EAD"/>
    <w:rsid w:val="00524045"/>
    <w:rsid w:val="00524655"/>
    <w:rsid w:val="005249B0"/>
    <w:rsid w:val="00524DDA"/>
    <w:rsid w:val="00524E7C"/>
    <w:rsid w:val="00524F53"/>
    <w:rsid w:val="00525AE7"/>
    <w:rsid w:val="00525F1A"/>
    <w:rsid w:val="0052622D"/>
    <w:rsid w:val="005264CF"/>
    <w:rsid w:val="0052667D"/>
    <w:rsid w:val="00526716"/>
    <w:rsid w:val="00526C4F"/>
    <w:rsid w:val="00526F7F"/>
    <w:rsid w:val="00527467"/>
    <w:rsid w:val="005276E8"/>
    <w:rsid w:val="00527CC5"/>
    <w:rsid w:val="00527E00"/>
    <w:rsid w:val="00530159"/>
    <w:rsid w:val="00530DCB"/>
    <w:rsid w:val="00530E24"/>
    <w:rsid w:val="00530F4C"/>
    <w:rsid w:val="005319BA"/>
    <w:rsid w:val="005323AD"/>
    <w:rsid w:val="00532571"/>
    <w:rsid w:val="0053272F"/>
    <w:rsid w:val="00532823"/>
    <w:rsid w:val="00533D66"/>
    <w:rsid w:val="00534378"/>
    <w:rsid w:val="0053527D"/>
    <w:rsid w:val="00535FF0"/>
    <w:rsid w:val="00536762"/>
    <w:rsid w:val="00536A19"/>
    <w:rsid w:val="00537487"/>
    <w:rsid w:val="00537640"/>
    <w:rsid w:val="00537B8E"/>
    <w:rsid w:val="005402E1"/>
    <w:rsid w:val="0054038C"/>
    <w:rsid w:val="00541308"/>
    <w:rsid w:val="00541F5B"/>
    <w:rsid w:val="0054266E"/>
    <w:rsid w:val="0054283F"/>
    <w:rsid w:val="00544A60"/>
    <w:rsid w:val="00544F2C"/>
    <w:rsid w:val="00546FF8"/>
    <w:rsid w:val="0054795F"/>
    <w:rsid w:val="00547A52"/>
    <w:rsid w:val="00547B7D"/>
    <w:rsid w:val="00547D63"/>
    <w:rsid w:val="00547FE6"/>
    <w:rsid w:val="00550234"/>
    <w:rsid w:val="0055057E"/>
    <w:rsid w:val="00550731"/>
    <w:rsid w:val="005518F4"/>
    <w:rsid w:val="0055215C"/>
    <w:rsid w:val="0055232B"/>
    <w:rsid w:val="005523E8"/>
    <w:rsid w:val="00553394"/>
    <w:rsid w:val="005536FC"/>
    <w:rsid w:val="00553E67"/>
    <w:rsid w:val="00554486"/>
    <w:rsid w:val="0055584D"/>
    <w:rsid w:val="00555E39"/>
    <w:rsid w:val="005569E1"/>
    <w:rsid w:val="00556C6C"/>
    <w:rsid w:val="00556C85"/>
    <w:rsid w:val="00556CE0"/>
    <w:rsid w:val="005570A6"/>
    <w:rsid w:val="00557481"/>
    <w:rsid w:val="005574B3"/>
    <w:rsid w:val="00557E36"/>
    <w:rsid w:val="00557F19"/>
    <w:rsid w:val="0056051C"/>
    <w:rsid w:val="0056103C"/>
    <w:rsid w:val="00561E8E"/>
    <w:rsid w:val="00563696"/>
    <w:rsid w:val="005646DC"/>
    <w:rsid w:val="0056546A"/>
    <w:rsid w:val="00566370"/>
    <w:rsid w:val="005663F2"/>
    <w:rsid w:val="00566EE6"/>
    <w:rsid w:val="00566FD3"/>
    <w:rsid w:val="005700AE"/>
    <w:rsid w:val="00570735"/>
    <w:rsid w:val="005720DC"/>
    <w:rsid w:val="00572F3B"/>
    <w:rsid w:val="0057335B"/>
    <w:rsid w:val="0057343C"/>
    <w:rsid w:val="005736B6"/>
    <w:rsid w:val="00573B5D"/>
    <w:rsid w:val="005741C5"/>
    <w:rsid w:val="005744BF"/>
    <w:rsid w:val="00574AE1"/>
    <w:rsid w:val="00575140"/>
    <w:rsid w:val="00575151"/>
    <w:rsid w:val="00575903"/>
    <w:rsid w:val="00576A9A"/>
    <w:rsid w:val="00576BD9"/>
    <w:rsid w:val="005772D7"/>
    <w:rsid w:val="00577687"/>
    <w:rsid w:val="00577EF7"/>
    <w:rsid w:val="005802C7"/>
    <w:rsid w:val="00580397"/>
    <w:rsid w:val="00580703"/>
    <w:rsid w:val="00580776"/>
    <w:rsid w:val="00580D3C"/>
    <w:rsid w:val="00581786"/>
    <w:rsid w:val="00581B25"/>
    <w:rsid w:val="00581C5F"/>
    <w:rsid w:val="00582098"/>
    <w:rsid w:val="0058214D"/>
    <w:rsid w:val="005827DD"/>
    <w:rsid w:val="00583B7E"/>
    <w:rsid w:val="00583D9B"/>
    <w:rsid w:val="00583DF3"/>
    <w:rsid w:val="00584A59"/>
    <w:rsid w:val="0058659B"/>
    <w:rsid w:val="0058696C"/>
    <w:rsid w:val="005869AF"/>
    <w:rsid w:val="00586D2D"/>
    <w:rsid w:val="00586EF3"/>
    <w:rsid w:val="00587595"/>
    <w:rsid w:val="0058781A"/>
    <w:rsid w:val="00587B1C"/>
    <w:rsid w:val="00590341"/>
    <w:rsid w:val="0059086E"/>
    <w:rsid w:val="00590879"/>
    <w:rsid w:val="00591A55"/>
    <w:rsid w:val="00591E11"/>
    <w:rsid w:val="005923BC"/>
    <w:rsid w:val="005926F4"/>
    <w:rsid w:val="0059287A"/>
    <w:rsid w:val="00592A6C"/>
    <w:rsid w:val="00593C09"/>
    <w:rsid w:val="00594F90"/>
    <w:rsid w:val="005952DE"/>
    <w:rsid w:val="005958C3"/>
    <w:rsid w:val="00595DBC"/>
    <w:rsid w:val="005969AA"/>
    <w:rsid w:val="00596EAF"/>
    <w:rsid w:val="0059742F"/>
    <w:rsid w:val="005A0B04"/>
    <w:rsid w:val="005A0CA4"/>
    <w:rsid w:val="005A11D4"/>
    <w:rsid w:val="005A1B01"/>
    <w:rsid w:val="005A1CBE"/>
    <w:rsid w:val="005A1CFD"/>
    <w:rsid w:val="005A1D56"/>
    <w:rsid w:val="005A217E"/>
    <w:rsid w:val="005A21B0"/>
    <w:rsid w:val="005A294B"/>
    <w:rsid w:val="005A2FFD"/>
    <w:rsid w:val="005A35DE"/>
    <w:rsid w:val="005A3A17"/>
    <w:rsid w:val="005A3A89"/>
    <w:rsid w:val="005A40CA"/>
    <w:rsid w:val="005A4AC2"/>
    <w:rsid w:val="005A4F97"/>
    <w:rsid w:val="005A5A6F"/>
    <w:rsid w:val="005A5A87"/>
    <w:rsid w:val="005A6B26"/>
    <w:rsid w:val="005A6EFA"/>
    <w:rsid w:val="005A79C9"/>
    <w:rsid w:val="005A7D85"/>
    <w:rsid w:val="005B0204"/>
    <w:rsid w:val="005B0289"/>
    <w:rsid w:val="005B0DCD"/>
    <w:rsid w:val="005B0ECE"/>
    <w:rsid w:val="005B1165"/>
    <w:rsid w:val="005B1469"/>
    <w:rsid w:val="005B1CA0"/>
    <w:rsid w:val="005B2485"/>
    <w:rsid w:val="005B276F"/>
    <w:rsid w:val="005B298D"/>
    <w:rsid w:val="005B34F7"/>
    <w:rsid w:val="005B3815"/>
    <w:rsid w:val="005B4DD0"/>
    <w:rsid w:val="005B4FE2"/>
    <w:rsid w:val="005B51F2"/>
    <w:rsid w:val="005B57E9"/>
    <w:rsid w:val="005B592C"/>
    <w:rsid w:val="005B5C6F"/>
    <w:rsid w:val="005B63F9"/>
    <w:rsid w:val="005B7354"/>
    <w:rsid w:val="005B781E"/>
    <w:rsid w:val="005C02E8"/>
    <w:rsid w:val="005C0594"/>
    <w:rsid w:val="005C099A"/>
    <w:rsid w:val="005C1F85"/>
    <w:rsid w:val="005C25A5"/>
    <w:rsid w:val="005C2D74"/>
    <w:rsid w:val="005C36AF"/>
    <w:rsid w:val="005C370E"/>
    <w:rsid w:val="005C4069"/>
    <w:rsid w:val="005C4334"/>
    <w:rsid w:val="005C4DE0"/>
    <w:rsid w:val="005C4F45"/>
    <w:rsid w:val="005C58F3"/>
    <w:rsid w:val="005C5932"/>
    <w:rsid w:val="005C60A3"/>
    <w:rsid w:val="005C62FD"/>
    <w:rsid w:val="005C69F7"/>
    <w:rsid w:val="005C6F6E"/>
    <w:rsid w:val="005C7B2B"/>
    <w:rsid w:val="005D051E"/>
    <w:rsid w:val="005D14D0"/>
    <w:rsid w:val="005D216C"/>
    <w:rsid w:val="005D222D"/>
    <w:rsid w:val="005D23E2"/>
    <w:rsid w:val="005D2CD2"/>
    <w:rsid w:val="005D324C"/>
    <w:rsid w:val="005D35DB"/>
    <w:rsid w:val="005D573A"/>
    <w:rsid w:val="005D5CBE"/>
    <w:rsid w:val="005D6028"/>
    <w:rsid w:val="005D6BC4"/>
    <w:rsid w:val="005D778D"/>
    <w:rsid w:val="005D7BF0"/>
    <w:rsid w:val="005E11CF"/>
    <w:rsid w:val="005E12BA"/>
    <w:rsid w:val="005E141D"/>
    <w:rsid w:val="005E172A"/>
    <w:rsid w:val="005E17C9"/>
    <w:rsid w:val="005E21CB"/>
    <w:rsid w:val="005E2752"/>
    <w:rsid w:val="005E2B55"/>
    <w:rsid w:val="005E3452"/>
    <w:rsid w:val="005E3F72"/>
    <w:rsid w:val="005E4765"/>
    <w:rsid w:val="005E4A34"/>
    <w:rsid w:val="005E5E87"/>
    <w:rsid w:val="005E6048"/>
    <w:rsid w:val="005E6439"/>
    <w:rsid w:val="005E68CD"/>
    <w:rsid w:val="005E6DF0"/>
    <w:rsid w:val="005E6E22"/>
    <w:rsid w:val="005E713B"/>
    <w:rsid w:val="005E717C"/>
    <w:rsid w:val="005E7599"/>
    <w:rsid w:val="005E7D8D"/>
    <w:rsid w:val="005F02A7"/>
    <w:rsid w:val="005F1540"/>
    <w:rsid w:val="005F1DF0"/>
    <w:rsid w:val="005F290E"/>
    <w:rsid w:val="005F3774"/>
    <w:rsid w:val="005F3ED5"/>
    <w:rsid w:val="005F4218"/>
    <w:rsid w:val="005F4401"/>
    <w:rsid w:val="005F446F"/>
    <w:rsid w:val="005F5145"/>
    <w:rsid w:val="005F55F1"/>
    <w:rsid w:val="005F5D45"/>
    <w:rsid w:val="005F6048"/>
    <w:rsid w:val="005F66A7"/>
    <w:rsid w:val="005F6AFE"/>
    <w:rsid w:val="005F6CFA"/>
    <w:rsid w:val="005F7ECC"/>
    <w:rsid w:val="00600217"/>
    <w:rsid w:val="00603181"/>
    <w:rsid w:val="006041E5"/>
    <w:rsid w:val="0060550A"/>
    <w:rsid w:val="00605C99"/>
    <w:rsid w:val="006064A3"/>
    <w:rsid w:val="0060766E"/>
    <w:rsid w:val="00611056"/>
    <w:rsid w:val="00611D13"/>
    <w:rsid w:val="00613217"/>
    <w:rsid w:val="00613496"/>
    <w:rsid w:val="006134DE"/>
    <w:rsid w:val="006135EC"/>
    <w:rsid w:val="00613C26"/>
    <w:rsid w:val="00613EB6"/>
    <w:rsid w:val="00614AA9"/>
    <w:rsid w:val="00614CB8"/>
    <w:rsid w:val="0061579D"/>
    <w:rsid w:val="006157B2"/>
    <w:rsid w:val="00615A1C"/>
    <w:rsid w:val="00615A7F"/>
    <w:rsid w:val="00616981"/>
    <w:rsid w:val="0061776E"/>
    <w:rsid w:val="00617A9A"/>
    <w:rsid w:val="00617D74"/>
    <w:rsid w:val="006203D2"/>
    <w:rsid w:val="006207ED"/>
    <w:rsid w:val="00620E68"/>
    <w:rsid w:val="006210F1"/>
    <w:rsid w:val="00621CA7"/>
    <w:rsid w:val="0062258C"/>
    <w:rsid w:val="00622A3D"/>
    <w:rsid w:val="00622F73"/>
    <w:rsid w:val="00623364"/>
    <w:rsid w:val="00623DF9"/>
    <w:rsid w:val="0062404A"/>
    <w:rsid w:val="006244CD"/>
    <w:rsid w:val="0062450F"/>
    <w:rsid w:val="00624654"/>
    <w:rsid w:val="00624756"/>
    <w:rsid w:val="006249C7"/>
    <w:rsid w:val="00624F6C"/>
    <w:rsid w:val="00625343"/>
    <w:rsid w:val="00626F25"/>
    <w:rsid w:val="006276DA"/>
    <w:rsid w:val="0062798F"/>
    <w:rsid w:val="00630174"/>
    <w:rsid w:val="006309DD"/>
    <w:rsid w:val="00630A9B"/>
    <w:rsid w:val="0063165F"/>
    <w:rsid w:val="006316E6"/>
    <w:rsid w:val="006318A2"/>
    <w:rsid w:val="0063206E"/>
    <w:rsid w:val="0063215E"/>
    <w:rsid w:val="00632C73"/>
    <w:rsid w:val="00632F5A"/>
    <w:rsid w:val="00633B23"/>
    <w:rsid w:val="006340A1"/>
    <w:rsid w:val="00634438"/>
    <w:rsid w:val="006348AF"/>
    <w:rsid w:val="00634DA1"/>
    <w:rsid w:val="00634E5F"/>
    <w:rsid w:val="006358C7"/>
    <w:rsid w:val="0063607D"/>
    <w:rsid w:val="006360A8"/>
    <w:rsid w:val="00636283"/>
    <w:rsid w:val="0063666A"/>
    <w:rsid w:val="006368ED"/>
    <w:rsid w:val="00636EF9"/>
    <w:rsid w:val="00637255"/>
    <w:rsid w:val="006372F5"/>
    <w:rsid w:val="00637743"/>
    <w:rsid w:val="0064037F"/>
    <w:rsid w:val="00641166"/>
    <w:rsid w:val="00641551"/>
    <w:rsid w:val="0064257C"/>
    <w:rsid w:val="00642D58"/>
    <w:rsid w:val="00642EDA"/>
    <w:rsid w:val="00643D57"/>
    <w:rsid w:val="00644AD1"/>
    <w:rsid w:val="00644B4D"/>
    <w:rsid w:val="00644BBE"/>
    <w:rsid w:val="0064504C"/>
    <w:rsid w:val="00645099"/>
    <w:rsid w:val="00645812"/>
    <w:rsid w:val="0064598E"/>
    <w:rsid w:val="00645A79"/>
    <w:rsid w:val="00646BBB"/>
    <w:rsid w:val="00650567"/>
    <w:rsid w:val="006507DD"/>
    <w:rsid w:val="006510B5"/>
    <w:rsid w:val="00652A47"/>
    <w:rsid w:val="00652DC8"/>
    <w:rsid w:val="00653088"/>
    <w:rsid w:val="00653228"/>
    <w:rsid w:val="006532DC"/>
    <w:rsid w:val="00653B8C"/>
    <w:rsid w:val="006541CE"/>
    <w:rsid w:val="0065594C"/>
    <w:rsid w:val="00655955"/>
    <w:rsid w:val="006563D5"/>
    <w:rsid w:val="00656BDE"/>
    <w:rsid w:val="00656E0C"/>
    <w:rsid w:val="00657668"/>
    <w:rsid w:val="0065772B"/>
    <w:rsid w:val="00657D8B"/>
    <w:rsid w:val="00657FC6"/>
    <w:rsid w:val="00660A45"/>
    <w:rsid w:val="0066150A"/>
    <w:rsid w:val="00661BA7"/>
    <w:rsid w:val="00662047"/>
    <w:rsid w:val="00662526"/>
    <w:rsid w:val="00662CCD"/>
    <w:rsid w:val="00662E3A"/>
    <w:rsid w:val="00663168"/>
    <w:rsid w:val="00663F65"/>
    <w:rsid w:val="00664129"/>
    <w:rsid w:val="00664433"/>
    <w:rsid w:val="00664896"/>
    <w:rsid w:val="006650BE"/>
    <w:rsid w:val="00665146"/>
    <w:rsid w:val="0066539D"/>
    <w:rsid w:val="0066584F"/>
    <w:rsid w:val="00665D4D"/>
    <w:rsid w:val="00665EF4"/>
    <w:rsid w:val="0066614D"/>
    <w:rsid w:val="00670130"/>
    <w:rsid w:val="00670422"/>
    <w:rsid w:val="00670599"/>
    <w:rsid w:val="006707E7"/>
    <w:rsid w:val="00670B51"/>
    <w:rsid w:val="00671600"/>
    <w:rsid w:val="006719C6"/>
    <w:rsid w:val="00671F8F"/>
    <w:rsid w:val="00672110"/>
    <w:rsid w:val="006729D1"/>
    <w:rsid w:val="00672B8E"/>
    <w:rsid w:val="00673110"/>
    <w:rsid w:val="00673113"/>
    <w:rsid w:val="00673477"/>
    <w:rsid w:val="006739CF"/>
    <w:rsid w:val="006739F6"/>
    <w:rsid w:val="00673F17"/>
    <w:rsid w:val="00674D45"/>
    <w:rsid w:val="00675483"/>
    <w:rsid w:val="00675912"/>
    <w:rsid w:val="00675A5D"/>
    <w:rsid w:val="006760F8"/>
    <w:rsid w:val="0067685B"/>
    <w:rsid w:val="006776C1"/>
    <w:rsid w:val="00677D6C"/>
    <w:rsid w:val="00680D1F"/>
    <w:rsid w:val="00682D30"/>
    <w:rsid w:val="0068311F"/>
    <w:rsid w:val="0068364B"/>
    <w:rsid w:val="006840EF"/>
    <w:rsid w:val="006849E0"/>
    <w:rsid w:val="00684A96"/>
    <w:rsid w:val="00684EF6"/>
    <w:rsid w:val="006851C0"/>
    <w:rsid w:val="0068535A"/>
    <w:rsid w:val="00685A61"/>
    <w:rsid w:val="00685E12"/>
    <w:rsid w:val="00685F6A"/>
    <w:rsid w:val="00686636"/>
    <w:rsid w:val="00686F12"/>
    <w:rsid w:val="00687570"/>
    <w:rsid w:val="006875F9"/>
    <w:rsid w:val="00687EA3"/>
    <w:rsid w:val="0069023A"/>
    <w:rsid w:val="00691278"/>
    <w:rsid w:val="00691B99"/>
    <w:rsid w:val="00692AD7"/>
    <w:rsid w:val="006936D5"/>
    <w:rsid w:val="0069385E"/>
    <w:rsid w:val="00693DBA"/>
    <w:rsid w:val="00694095"/>
    <w:rsid w:val="006945EA"/>
    <w:rsid w:val="00694B08"/>
    <w:rsid w:val="00695413"/>
    <w:rsid w:val="00696049"/>
    <w:rsid w:val="006963A2"/>
    <w:rsid w:val="00696433"/>
    <w:rsid w:val="00697461"/>
    <w:rsid w:val="00697A5B"/>
    <w:rsid w:val="006A089E"/>
    <w:rsid w:val="006A0E7D"/>
    <w:rsid w:val="006A1D35"/>
    <w:rsid w:val="006A1F1A"/>
    <w:rsid w:val="006A2303"/>
    <w:rsid w:val="006A2317"/>
    <w:rsid w:val="006A289F"/>
    <w:rsid w:val="006A37EB"/>
    <w:rsid w:val="006A428C"/>
    <w:rsid w:val="006A4356"/>
    <w:rsid w:val="006A4878"/>
    <w:rsid w:val="006A5276"/>
    <w:rsid w:val="006A5886"/>
    <w:rsid w:val="006A5BE2"/>
    <w:rsid w:val="006A65CF"/>
    <w:rsid w:val="006A6B50"/>
    <w:rsid w:val="006A7246"/>
    <w:rsid w:val="006A76DC"/>
    <w:rsid w:val="006B05E5"/>
    <w:rsid w:val="006B0839"/>
    <w:rsid w:val="006B0952"/>
    <w:rsid w:val="006B0BC2"/>
    <w:rsid w:val="006B0E22"/>
    <w:rsid w:val="006B139F"/>
    <w:rsid w:val="006B1AC0"/>
    <w:rsid w:val="006B1AF9"/>
    <w:rsid w:val="006B2642"/>
    <w:rsid w:val="006B2BBC"/>
    <w:rsid w:val="006B3825"/>
    <w:rsid w:val="006B3B5A"/>
    <w:rsid w:val="006B41BA"/>
    <w:rsid w:val="006B5349"/>
    <w:rsid w:val="006B64A6"/>
    <w:rsid w:val="006B6509"/>
    <w:rsid w:val="006B68AC"/>
    <w:rsid w:val="006B7283"/>
    <w:rsid w:val="006B72FD"/>
    <w:rsid w:val="006B732B"/>
    <w:rsid w:val="006B77AC"/>
    <w:rsid w:val="006C0537"/>
    <w:rsid w:val="006C0EFC"/>
    <w:rsid w:val="006C11D6"/>
    <w:rsid w:val="006C1D7D"/>
    <w:rsid w:val="006C2BA2"/>
    <w:rsid w:val="006C34D4"/>
    <w:rsid w:val="006C3520"/>
    <w:rsid w:val="006C3E10"/>
    <w:rsid w:val="006C4493"/>
    <w:rsid w:val="006C54E1"/>
    <w:rsid w:val="006C5BB9"/>
    <w:rsid w:val="006C6A87"/>
    <w:rsid w:val="006C73B0"/>
    <w:rsid w:val="006C794E"/>
    <w:rsid w:val="006C7B0A"/>
    <w:rsid w:val="006C7DF8"/>
    <w:rsid w:val="006D0473"/>
    <w:rsid w:val="006D0B17"/>
    <w:rsid w:val="006D109A"/>
    <w:rsid w:val="006D156B"/>
    <w:rsid w:val="006D1670"/>
    <w:rsid w:val="006D1A90"/>
    <w:rsid w:val="006D234F"/>
    <w:rsid w:val="006D2DEF"/>
    <w:rsid w:val="006D3250"/>
    <w:rsid w:val="006D34D9"/>
    <w:rsid w:val="006D34EB"/>
    <w:rsid w:val="006D43F3"/>
    <w:rsid w:val="006D484B"/>
    <w:rsid w:val="006D499C"/>
    <w:rsid w:val="006D53B6"/>
    <w:rsid w:val="006D62A4"/>
    <w:rsid w:val="006D6B6F"/>
    <w:rsid w:val="006D6CB3"/>
    <w:rsid w:val="006D75BF"/>
    <w:rsid w:val="006D7653"/>
    <w:rsid w:val="006D7E6E"/>
    <w:rsid w:val="006E12EA"/>
    <w:rsid w:val="006E1914"/>
    <w:rsid w:val="006E1D03"/>
    <w:rsid w:val="006E2761"/>
    <w:rsid w:val="006E2B42"/>
    <w:rsid w:val="006E3402"/>
    <w:rsid w:val="006E356B"/>
    <w:rsid w:val="006E38F2"/>
    <w:rsid w:val="006E3AE8"/>
    <w:rsid w:val="006E3FFD"/>
    <w:rsid w:val="006E7348"/>
    <w:rsid w:val="006F040E"/>
    <w:rsid w:val="006F1165"/>
    <w:rsid w:val="006F16E8"/>
    <w:rsid w:val="006F2036"/>
    <w:rsid w:val="006F298B"/>
    <w:rsid w:val="006F3586"/>
    <w:rsid w:val="006F3BD4"/>
    <w:rsid w:val="006F4A68"/>
    <w:rsid w:val="006F4B16"/>
    <w:rsid w:val="006F4B2F"/>
    <w:rsid w:val="006F4B91"/>
    <w:rsid w:val="006F4FBD"/>
    <w:rsid w:val="006F4FEA"/>
    <w:rsid w:val="006F5327"/>
    <w:rsid w:val="006F5FE7"/>
    <w:rsid w:val="006F68F4"/>
    <w:rsid w:val="006F6CC8"/>
    <w:rsid w:val="006F6E3B"/>
    <w:rsid w:val="006F7DBA"/>
    <w:rsid w:val="007006A7"/>
    <w:rsid w:val="00703E94"/>
    <w:rsid w:val="00704852"/>
    <w:rsid w:val="00704C66"/>
    <w:rsid w:val="00705BB6"/>
    <w:rsid w:val="00705CD9"/>
    <w:rsid w:val="00705DC9"/>
    <w:rsid w:val="0070683A"/>
    <w:rsid w:val="00706A23"/>
    <w:rsid w:val="00707996"/>
    <w:rsid w:val="00707BCB"/>
    <w:rsid w:val="00710A0B"/>
    <w:rsid w:val="00710B5C"/>
    <w:rsid w:val="00710EFD"/>
    <w:rsid w:val="0071143B"/>
    <w:rsid w:val="00711909"/>
    <w:rsid w:val="00711A65"/>
    <w:rsid w:val="00711FEB"/>
    <w:rsid w:val="00712768"/>
    <w:rsid w:val="00712805"/>
    <w:rsid w:val="00712CFC"/>
    <w:rsid w:val="007135D3"/>
    <w:rsid w:val="007137D4"/>
    <w:rsid w:val="00713E58"/>
    <w:rsid w:val="0071431B"/>
    <w:rsid w:val="00715595"/>
    <w:rsid w:val="00715BC0"/>
    <w:rsid w:val="00715F35"/>
    <w:rsid w:val="007164F9"/>
    <w:rsid w:val="007167BA"/>
    <w:rsid w:val="00717435"/>
    <w:rsid w:val="00717844"/>
    <w:rsid w:val="00717947"/>
    <w:rsid w:val="007208FF"/>
    <w:rsid w:val="00720E1A"/>
    <w:rsid w:val="007214F8"/>
    <w:rsid w:val="00721D5E"/>
    <w:rsid w:val="0072250C"/>
    <w:rsid w:val="0072251E"/>
    <w:rsid w:val="00722700"/>
    <w:rsid w:val="00722AD1"/>
    <w:rsid w:val="007236FA"/>
    <w:rsid w:val="00723F7F"/>
    <w:rsid w:val="00723FC2"/>
    <w:rsid w:val="00724E8E"/>
    <w:rsid w:val="00724F2A"/>
    <w:rsid w:val="007254D1"/>
    <w:rsid w:val="00725F1D"/>
    <w:rsid w:val="007307B2"/>
    <w:rsid w:val="007313C4"/>
    <w:rsid w:val="00731582"/>
    <w:rsid w:val="007316A2"/>
    <w:rsid w:val="007318B7"/>
    <w:rsid w:val="00731D9B"/>
    <w:rsid w:val="007321E0"/>
    <w:rsid w:val="00733640"/>
    <w:rsid w:val="0073479F"/>
    <w:rsid w:val="00734B58"/>
    <w:rsid w:val="00734CAA"/>
    <w:rsid w:val="007351CF"/>
    <w:rsid w:val="0073662D"/>
    <w:rsid w:val="00736F54"/>
    <w:rsid w:val="00737DC2"/>
    <w:rsid w:val="0074115B"/>
    <w:rsid w:val="00741932"/>
    <w:rsid w:val="007422DF"/>
    <w:rsid w:val="00742485"/>
    <w:rsid w:val="007428D8"/>
    <w:rsid w:val="00743B68"/>
    <w:rsid w:val="00744912"/>
    <w:rsid w:val="00744E3A"/>
    <w:rsid w:val="00744F5D"/>
    <w:rsid w:val="00744FD8"/>
    <w:rsid w:val="00745CAF"/>
    <w:rsid w:val="00746150"/>
    <w:rsid w:val="0074651A"/>
    <w:rsid w:val="00746818"/>
    <w:rsid w:val="00746F36"/>
    <w:rsid w:val="007478D1"/>
    <w:rsid w:val="007479B0"/>
    <w:rsid w:val="00750138"/>
    <w:rsid w:val="0075055D"/>
    <w:rsid w:val="0075067D"/>
    <w:rsid w:val="0075115A"/>
    <w:rsid w:val="00751FE7"/>
    <w:rsid w:val="00752303"/>
    <w:rsid w:val="00753104"/>
    <w:rsid w:val="00753474"/>
    <w:rsid w:val="00753E5D"/>
    <w:rsid w:val="00754D81"/>
    <w:rsid w:val="007553F6"/>
    <w:rsid w:val="00755FE1"/>
    <w:rsid w:val="007574FD"/>
    <w:rsid w:val="00757CD4"/>
    <w:rsid w:val="00757DE6"/>
    <w:rsid w:val="00757EE4"/>
    <w:rsid w:val="00757F29"/>
    <w:rsid w:val="007601AA"/>
    <w:rsid w:val="0076076C"/>
    <w:rsid w:val="00760B05"/>
    <w:rsid w:val="00760E05"/>
    <w:rsid w:val="00761E84"/>
    <w:rsid w:val="0076204F"/>
    <w:rsid w:val="0076246F"/>
    <w:rsid w:val="007624BC"/>
    <w:rsid w:val="0076298D"/>
    <w:rsid w:val="00762A5B"/>
    <w:rsid w:val="00762DDA"/>
    <w:rsid w:val="00762E0B"/>
    <w:rsid w:val="007632DD"/>
    <w:rsid w:val="0076334B"/>
    <w:rsid w:val="00763516"/>
    <w:rsid w:val="007636C1"/>
    <w:rsid w:val="007639EC"/>
    <w:rsid w:val="00763E83"/>
    <w:rsid w:val="007649B6"/>
    <w:rsid w:val="00764D27"/>
    <w:rsid w:val="00765370"/>
    <w:rsid w:val="00765F64"/>
    <w:rsid w:val="007661D3"/>
    <w:rsid w:val="00766843"/>
    <w:rsid w:val="00766854"/>
    <w:rsid w:val="00767208"/>
    <w:rsid w:val="007677FD"/>
    <w:rsid w:val="00767E79"/>
    <w:rsid w:val="007711C6"/>
    <w:rsid w:val="00771D1C"/>
    <w:rsid w:val="00773AEE"/>
    <w:rsid w:val="00773CA4"/>
    <w:rsid w:val="00773E6F"/>
    <w:rsid w:val="00773FE7"/>
    <w:rsid w:val="00774622"/>
    <w:rsid w:val="0077471D"/>
    <w:rsid w:val="00774AA1"/>
    <w:rsid w:val="00774EB5"/>
    <w:rsid w:val="007752E3"/>
    <w:rsid w:val="007761BE"/>
    <w:rsid w:val="00776396"/>
    <w:rsid w:val="00777034"/>
    <w:rsid w:val="0077733C"/>
    <w:rsid w:val="00777831"/>
    <w:rsid w:val="00777CC9"/>
    <w:rsid w:val="00780341"/>
    <w:rsid w:val="00781FFE"/>
    <w:rsid w:val="0078266F"/>
    <w:rsid w:val="007826B9"/>
    <w:rsid w:val="007829B5"/>
    <w:rsid w:val="00782B7E"/>
    <w:rsid w:val="0078322B"/>
    <w:rsid w:val="007847DC"/>
    <w:rsid w:val="0078497F"/>
    <w:rsid w:val="007854DF"/>
    <w:rsid w:val="00785613"/>
    <w:rsid w:val="00785873"/>
    <w:rsid w:val="00785D2B"/>
    <w:rsid w:val="0078635E"/>
    <w:rsid w:val="0078699F"/>
    <w:rsid w:val="00787425"/>
    <w:rsid w:val="007903AB"/>
    <w:rsid w:val="0079076B"/>
    <w:rsid w:val="007909F4"/>
    <w:rsid w:val="00790FA7"/>
    <w:rsid w:val="00791016"/>
    <w:rsid w:val="007914C5"/>
    <w:rsid w:val="00791B02"/>
    <w:rsid w:val="00792E4C"/>
    <w:rsid w:val="00792F64"/>
    <w:rsid w:val="00793A0A"/>
    <w:rsid w:val="00793A95"/>
    <w:rsid w:val="00793C02"/>
    <w:rsid w:val="00794247"/>
    <w:rsid w:val="007942F1"/>
    <w:rsid w:val="00795300"/>
    <w:rsid w:val="0079557E"/>
    <w:rsid w:val="00795735"/>
    <w:rsid w:val="007957CF"/>
    <w:rsid w:val="007958C5"/>
    <w:rsid w:val="00795BD1"/>
    <w:rsid w:val="00796A19"/>
    <w:rsid w:val="00796B21"/>
    <w:rsid w:val="007973B7"/>
    <w:rsid w:val="007974D2"/>
    <w:rsid w:val="007A022B"/>
    <w:rsid w:val="007A131E"/>
    <w:rsid w:val="007A2131"/>
    <w:rsid w:val="007A236A"/>
    <w:rsid w:val="007A4215"/>
    <w:rsid w:val="007A421D"/>
    <w:rsid w:val="007A4409"/>
    <w:rsid w:val="007A4812"/>
    <w:rsid w:val="007A51E4"/>
    <w:rsid w:val="007A52CD"/>
    <w:rsid w:val="007A559B"/>
    <w:rsid w:val="007A72DC"/>
    <w:rsid w:val="007A7563"/>
    <w:rsid w:val="007A7BE6"/>
    <w:rsid w:val="007B0808"/>
    <w:rsid w:val="007B18A9"/>
    <w:rsid w:val="007B1E6C"/>
    <w:rsid w:val="007B224B"/>
    <w:rsid w:val="007B24DA"/>
    <w:rsid w:val="007B290C"/>
    <w:rsid w:val="007B2E56"/>
    <w:rsid w:val="007B37B9"/>
    <w:rsid w:val="007B3D10"/>
    <w:rsid w:val="007B3ECC"/>
    <w:rsid w:val="007B4951"/>
    <w:rsid w:val="007B4D98"/>
    <w:rsid w:val="007B4ECF"/>
    <w:rsid w:val="007B519E"/>
    <w:rsid w:val="007B7180"/>
    <w:rsid w:val="007B7EA2"/>
    <w:rsid w:val="007C0E27"/>
    <w:rsid w:val="007C1175"/>
    <w:rsid w:val="007C1890"/>
    <w:rsid w:val="007C29B3"/>
    <w:rsid w:val="007C2CD2"/>
    <w:rsid w:val="007C2E5D"/>
    <w:rsid w:val="007C2F59"/>
    <w:rsid w:val="007C32CA"/>
    <w:rsid w:val="007C3AD6"/>
    <w:rsid w:val="007C4511"/>
    <w:rsid w:val="007C52AB"/>
    <w:rsid w:val="007C6FD7"/>
    <w:rsid w:val="007D0171"/>
    <w:rsid w:val="007D09C1"/>
    <w:rsid w:val="007D0A10"/>
    <w:rsid w:val="007D195A"/>
    <w:rsid w:val="007D275D"/>
    <w:rsid w:val="007D28FE"/>
    <w:rsid w:val="007D2AAD"/>
    <w:rsid w:val="007D2C1E"/>
    <w:rsid w:val="007D3A06"/>
    <w:rsid w:val="007D3DFB"/>
    <w:rsid w:val="007D3EA8"/>
    <w:rsid w:val="007D4442"/>
    <w:rsid w:val="007D4D8F"/>
    <w:rsid w:val="007D4EAE"/>
    <w:rsid w:val="007D56B4"/>
    <w:rsid w:val="007D6D13"/>
    <w:rsid w:val="007D71F8"/>
    <w:rsid w:val="007E00BC"/>
    <w:rsid w:val="007E0264"/>
    <w:rsid w:val="007E10AA"/>
    <w:rsid w:val="007E1A50"/>
    <w:rsid w:val="007E282C"/>
    <w:rsid w:val="007E3B4F"/>
    <w:rsid w:val="007E4721"/>
    <w:rsid w:val="007E496E"/>
    <w:rsid w:val="007E51ED"/>
    <w:rsid w:val="007E5312"/>
    <w:rsid w:val="007E59B9"/>
    <w:rsid w:val="007E59E1"/>
    <w:rsid w:val="007E6624"/>
    <w:rsid w:val="007E67D0"/>
    <w:rsid w:val="007E68AF"/>
    <w:rsid w:val="007E696F"/>
    <w:rsid w:val="007F10D1"/>
    <w:rsid w:val="007F1549"/>
    <w:rsid w:val="007F1640"/>
    <w:rsid w:val="007F1EB0"/>
    <w:rsid w:val="007F2205"/>
    <w:rsid w:val="007F2763"/>
    <w:rsid w:val="007F2993"/>
    <w:rsid w:val="007F36C3"/>
    <w:rsid w:val="007F3E7E"/>
    <w:rsid w:val="007F4235"/>
    <w:rsid w:val="007F42C5"/>
    <w:rsid w:val="007F475D"/>
    <w:rsid w:val="007F4795"/>
    <w:rsid w:val="007F47FF"/>
    <w:rsid w:val="007F5530"/>
    <w:rsid w:val="007F5536"/>
    <w:rsid w:val="007F5C4E"/>
    <w:rsid w:val="007F5E2E"/>
    <w:rsid w:val="00800FA9"/>
    <w:rsid w:val="00801768"/>
    <w:rsid w:val="00801962"/>
    <w:rsid w:val="00802353"/>
    <w:rsid w:val="00802583"/>
    <w:rsid w:val="008025F1"/>
    <w:rsid w:val="00802EC0"/>
    <w:rsid w:val="00802FC0"/>
    <w:rsid w:val="00804493"/>
    <w:rsid w:val="00804613"/>
    <w:rsid w:val="0080467E"/>
    <w:rsid w:val="00804E53"/>
    <w:rsid w:val="00805009"/>
    <w:rsid w:val="008053DD"/>
    <w:rsid w:val="00805EFB"/>
    <w:rsid w:val="00806886"/>
    <w:rsid w:val="00806919"/>
    <w:rsid w:val="00806A42"/>
    <w:rsid w:val="00807478"/>
    <w:rsid w:val="00807E92"/>
    <w:rsid w:val="00807EB5"/>
    <w:rsid w:val="00807F76"/>
    <w:rsid w:val="0081027C"/>
    <w:rsid w:val="008125AC"/>
    <w:rsid w:val="00813135"/>
    <w:rsid w:val="00813495"/>
    <w:rsid w:val="00814534"/>
    <w:rsid w:val="0081571E"/>
    <w:rsid w:val="00816891"/>
    <w:rsid w:val="00816C0C"/>
    <w:rsid w:val="00816F27"/>
    <w:rsid w:val="008171D4"/>
    <w:rsid w:val="008173F7"/>
    <w:rsid w:val="00817806"/>
    <w:rsid w:val="00817A70"/>
    <w:rsid w:val="008203EE"/>
    <w:rsid w:val="008204C9"/>
    <w:rsid w:val="008205CD"/>
    <w:rsid w:val="00820722"/>
    <w:rsid w:val="00820B6F"/>
    <w:rsid w:val="00822863"/>
    <w:rsid w:val="00822FBA"/>
    <w:rsid w:val="008233E7"/>
    <w:rsid w:val="00823BE2"/>
    <w:rsid w:val="00823D1B"/>
    <w:rsid w:val="00824628"/>
    <w:rsid w:val="008249E1"/>
    <w:rsid w:val="00824C44"/>
    <w:rsid w:val="00824DF1"/>
    <w:rsid w:val="00824E84"/>
    <w:rsid w:val="0082519A"/>
    <w:rsid w:val="0082579F"/>
    <w:rsid w:val="0082587E"/>
    <w:rsid w:val="00825A93"/>
    <w:rsid w:val="00826073"/>
    <w:rsid w:val="008260C0"/>
    <w:rsid w:val="00826120"/>
    <w:rsid w:val="00826C8D"/>
    <w:rsid w:val="008272D2"/>
    <w:rsid w:val="008275D2"/>
    <w:rsid w:val="00827EC8"/>
    <w:rsid w:val="00830020"/>
    <w:rsid w:val="00830268"/>
    <w:rsid w:val="0083028E"/>
    <w:rsid w:val="008308DE"/>
    <w:rsid w:val="008309D7"/>
    <w:rsid w:val="00830A1B"/>
    <w:rsid w:val="00830A83"/>
    <w:rsid w:val="00831904"/>
    <w:rsid w:val="00831EF5"/>
    <w:rsid w:val="0083298D"/>
    <w:rsid w:val="00832B47"/>
    <w:rsid w:val="00832CC7"/>
    <w:rsid w:val="00833377"/>
    <w:rsid w:val="00833A29"/>
    <w:rsid w:val="0083426C"/>
    <w:rsid w:val="0083487A"/>
    <w:rsid w:val="00834E8C"/>
    <w:rsid w:val="00834FBA"/>
    <w:rsid w:val="00835AC2"/>
    <w:rsid w:val="00835C2B"/>
    <w:rsid w:val="00835D53"/>
    <w:rsid w:val="00835DCB"/>
    <w:rsid w:val="00835E71"/>
    <w:rsid w:val="0083679A"/>
    <w:rsid w:val="008367DC"/>
    <w:rsid w:val="00836981"/>
    <w:rsid w:val="00836A6D"/>
    <w:rsid w:val="00836C06"/>
    <w:rsid w:val="008376E8"/>
    <w:rsid w:val="008402A9"/>
    <w:rsid w:val="00840D38"/>
    <w:rsid w:val="00841951"/>
    <w:rsid w:val="00841D17"/>
    <w:rsid w:val="008421E1"/>
    <w:rsid w:val="0084276C"/>
    <w:rsid w:val="008429AD"/>
    <w:rsid w:val="00842A3C"/>
    <w:rsid w:val="00842B52"/>
    <w:rsid w:val="0084380D"/>
    <w:rsid w:val="008439D6"/>
    <w:rsid w:val="00843A26"/>
    <w:rsid w:val="00843D78"/>
    <w:rsid w:val="008440B5"/>
    <w:rsid w:val="008440EC"/>
    <w:rsid w:val="00844D5C"/>
    <w:rsid w:val="0084599B"/>
    <w:rsid w:val="00845EBB"/>
    <w:rsid w:val="00846807"/>
    <w:rsid w:val="00846D44"/>
    <w:rsid w:val="00847182"/>
    <w:rsid w:val="008472D1"/>
    <w:rsid w:val="00847562"/>
    <w:rsid w:val="00847966"/>
    <w:rsid w:val="008503A0"/>
    <w:rsid w:val="00850758"/>
    <w:rsid w:val="00852009"/>
    <w:rsid w:val="00853A3A"/>
    <w:rsid w:val="00853C36"/>
    <w:rsid w:val="00853C61"/>
    <w:rsid w:val="00853D06"/>
    <w:rsid w:val="00853EC6"/>
    <w:rsid w:val="00854939"/>
    <w:rsid w:val="00854A4C"/>
    <w:rsid w:val="008550C8"/>
    <w:rsid w:val="00855646"/>
    <w:rsid w:val="0085590B"/>
    <w:rsid w:val="00855B4D"/>
    <w:rsid w:val="008565FA"/>
    <w:rsid w:val="00856729"/>
    <w:rsid w:val="0085677D"/>
    <w:rsid w:val="0085791E"/>
    <w:rsid w:val="00857CD6"/>
    <w:rsid w:val="008600A1"/>
    <w:rsid w:val="00860B42"/>
    <w:rsid w:val="00860FBD"/>
    <w:rsid w:val="00862429"/>
    <w:rsid w:val="008627EA"/>
    <w:rsid w:val="00864066"/>
    <w:rsid w:val="00864481"/>
    <w:rsid w:val="008647EE"/>
    <w:rsid w:val="00864F0D"/>
    <w:rsid w:val="008659DD"/>
    <w:rsid w:val="00865BAF"/>
    <w:rsid w:val="008663D7"/>
    <w:rsid w:val="00866C37"/>
    <w:rsid w:val="00866F8E"/>
    <w:rsid w:val="00867361"/>
    <w:rsid w:val="00867F57"/>
    <w:rsid w:val="0087018E"/>
    <w:rsid w:val="0087136F"/>
    <w:rsid w:val="00871A92"/>
    <w:rsid w:val="008723D7"/>
    <w:rsid w:val="008727F9"/>
    <w:rsid w:val="00873CE4"/>
    <w:rsid w:val="00873FDC"/>
    <w:rsid w:val="00874009"/>
    <w:rsid w:val="00875C58"/>
    <w:rsid w:val="008762A1"/>
    <w:rsid w:val="00876AED"/>
    <w:rsid w:val="00877ABD"/>
    <w:rsid w:val="00880D1B"/>
    <w:rsid w:val="00880EBE"/>
    <w:rsid w:val="00881079"/>
    <w:rsid w:val="00881CF0"/>
    <w:rsid w:val="008829CA"/>
    <w:rsid w:val="00883075"/>
    <w:rsid w:val="008830CE"/>
    <w:rsid w:val="0088310B"/>
    <w:rsid w:val="00883396"/>
    <w:rsid w:val="008833FF"/>
    <w:rsid w:val="008837BD"/>
    <w:rsid w:val="0088443D"/>
    <w:rsid w:val="00884D72"/>
    <w:rsid w:val="0088655F"/>
    <w:rsid w:val="00886F58"/>
    <w:rsid w:val="0088751D"/>
    <w:rsid w:val="00890107"/>
    <w:rsid w:val="00890A48"/>
    <w:rsid w:val="00890CCA"/>
    <w:rsid w:val="00890D3D"/>
    <w:rsid w:val="008924F8"/>
    <w:rsid w:val="0089262F"/>
    <w:rsid w:val="00892A82"/>
    <w:rsid w:val="00892B36"/>
    <w:rsid w:val="00892E17"/>
    <w:rsid w:val="008937CE"/>
    <w:rsid w:val="008939B8"/>
    <w:rsid w:val="008940CB"/>
    <w:rsid w:val="00894423"/>
    <w:rsid w:val="00895386"/>
    <w:rsid w:val="00895782"/>
    <w:rsid w:val="00895BFD"/>
    <w:rsid w:val="008969A7"/>
    <w:rsid w:val="008971C9"/>
    <w:rsid w:val="0089733F"/>
    <w:rsid w:val="00897942"/>
    <w:rsid w:val="008A0721"/>
    <w:rsid w:val="008A1B24"/>
    <w:rsid w:val="008A1E0E"/>
    <w:rsid w:val="008A1E7A"/>
    <w:rsid w:val="008A218F"/>
    <w:rsid w:val="008A2CC7"/>
    <w:rsid w:val="008A33A3"/>
    <w:rsid w:val="008A414F"/>
    <w:rsid w:val="008A4E78"/>
    <w:rsid w:val="008A54AF"/>
    <w:rsid w:val="008A6150"/>
    <w:rsid w:val="008A64F1"/>
    <w:rsid w:val="008A65F5"/>
    <w:rsid w:val="008A6CAB"/>
    <w:rsid w:val="008A6DA8"/>
    <w:rsid w:val="008A7B1A"/>
    <w:rsid w:val="008A7DBC"/>
    <w:rsid w:val="008A7DE1"/>
    <w:rsid w:val="008A7FA1"/>
    <w:rsid w:val="008B02D7"/>
    <w:rsid w:val="008B0452"/>
    <w:rsid w:val="008B109C"/>
    <w:rsid w:val="008B1DA4"/>
    <w:rsid w:val="008B2939"/>
    <w:rsid w:val="008B2C54"/>
    <w:rsid w:val="008B2CEE"/>
    <w:rsid w:val="008B3138"/>
    <w:rsid w:val="008B353D"/>
    <w:rsid w:val="008B3892"/>
    <w:rsid w:val="008B38B6"/>
    <w:rsid w:val="008B4797"/>
    <w:rsid w:val="008B47B2"/>
    <w:rsid w:val="008B49D2"/>
    <w:rsid w:val="008B547E"/>
    <w:rsid w:val="008B56AB"/>
    <w:rsid w:val="008B5B25"/>
    <w:rsid w:val="008B5C86"/>
    <w:rsid w:val="008B5C8D"/>
    <w:rsid w:val="008B64B5"/>
    <w:rsid w:val="008B6634"/>
    <w:rsid w:val="008B695B"/>
    <w:rsid w:val="008B6AB0"/>
    <w:rsid w:val="008B6F1B"/>
    <w:rsid w:val="008B704E"/>
    <w:rsid w:val="008B7507"/>
    <w:rsid w:val="008C02D4"/>
    <w:rsid w:val="008C0625"/>
    <w:rsid w:val="008C12E4"/>
    <w:rsid w:val="008C15DE"/>
    <w:rsid w:val="008C1A71"/>
    <w:rsid w:val="008C1E8A"/>
    <w:rsid w:val="008C2075"/>
    <w:rsid w:val="008C2673"/>
    <w:rsid w:val="008C4298"/>
    <w:rsid w:val="008C4E19"/>
    <w:rsid w:val="008C4F28"/>
    <w:rsid w:val="008C5C4B"/>
    <w:rsid w:val="008C5F24"/>
    <w:rsid w:val="008C67DF"/>
    <w:rsid w:val="008C67F9"/>
    <w:rsid w:val="008C7F7C"/>
    <w:rsid w:val="008D013D"/>
    <w:rsid w:val="008D056E"/>
    <w:rsid w:val="008D05FB"/>
    <w:rsid w:val="008D0AE3"/>
    <w:rsid w:val="008D13F8"/>
    <w:rsid w:val="008D1637"/>
    <w:rsid w:val="008D1899"/>
    <w:rsid w:val="008D1951"/>
    <w:rsid w:val="008D1A70"/>
    <w:rsid w:val="008D1B75"/>
    <w:rsid w:val="008D20FA"/>
    <w:rsid w:val="008D2B86"/>
    <w:rsid w:val="008D2DA4"/>
    <w:rsid w:val="008D42F2"/>
    <w:rsid w:val="008D4907"/>
    <w:rsid w:val="008D5568"/>
    <w:rsid w:val="008D59F5"/>
    <w:rsid w:val="008D5D10"/>
    <w:rsid w:val="008D63DD"/>
    <w:rsid w:val="008D64B6"/>
    <w:rsid w:val="008D651B"/>
    <w:rsid w:val="008D67C1"/>
    <w:rsid w:val="008D71FF"/>
    <w:rsid w:val="008D724D"/>
    <w:rsid w:val="008E0A2D"/>
    <w:rsid w:val="008E0CF6"/>
    <w:rsid w:val="008E146B"/>
    <w:rsid w:val="008E1606"/>
    <w:rsid w:val="008E1651"/>
    <w:rsid w:val="008E2AFD"/>
    <w:rsid w:val="008E3D61"/>
    <w:rsid w:val="008E3F23"/>
    <w:rsid w:val="008E4323"/>
    <w:rsid w:val="008E4893"/>
    <w:rsid w:val="008E515F"/>
    <w:rsid w:val="008E5661"/>
    <w:rsid w:val="008E5817"/>
    <w:rsid w:val="008E5B7D"/>
    <w:rsid w:val="008E600E"/>
    <w:rsid w:val="008E66BB"/>
    <w:rsid w:val="008E799B"/>
    <w:rsid w:val="008E7B6F"/>
    <w:rsid w:val="008F00E1"/>
    <w:rsid w:val="008F0996"/>
    <w:rsid w:val="008F1987"/>
    <w:rsid w:val="008F2408"/>
    <w:rsid w:val="008F26AD"/>
    <w:rsid w:val="008F31FA"/>
    <w:rsid w:val="008F32A7"/>
    <w:rsid w:val="008F3C45"/>
    <w:rsid w:val="008F4D67"/>
    <w:rsid w:val="008F4E2A"/>
    <w:rsid w:val="008F52D9"/>
    <w:rsid w:val="008F553E"/>
    <w:rsid w:val="008F6810"/>
    <w:rsid w:val="008F70FE"/>
    <w:rsid w:val="008F7484"/>
    <w:rsid w:val="0090055C"/>
    <w:rsid w:val="00900BBE"/>
    <w:rsid w:val="00901635"/>
    <w:rsid w:val="00901839"/>
    <w:rsid w:val="00902107"/>
    <w:rsid w:val="00902431"/>
    <w:rsid w:val="00902A6E"/>
    <w:rsid w:val="00902FBA"/>
    <w:rsid w:val="00904033"/>
    <w:rsid w:val="00904781"/>
    <w:rsid w:val="00904D1E"/>
    <w:rsid w:val="00905047"/>
    <w:rsid w:val="00905D27"/>
    <w:rsid w:val="009102A5"/>
    <w:rsid w:val="009120E4"/>
    <w:rsid w:val="00912396"/>
    <w:rsid w:val="00912507"/>
    <w:rsid w:val="00912742"/>
    <w:rsid w:val="00912904"/>
    <w:rsid w:val="00912FE0"/>
    <w:rsid w:val="009139FF"/>
    <w:rsid w:val="00914566"/>
    <w:rsid w:val="00914C07"/>
    <w:rsid w:val="00914D15"/>
    <w:rsid w:val="00915F98"/>
    <w:rsid w:val="00916131"/>
    <w:rsid w:val="00916FD4"/>
    <w:rsid w:val="00917616"/>
    <w:rsid w:val="00917795"/>
    <w:rsid w:val="00917B4A"/>
    <w:rsid w:val="009209DA"/>
    <w:rsid w:val="00920D07"/>
    <w:rsid w:val="00920D37"/>
    <w:rsid w:val="00921D42"/>
    <w:rsid w:val="00921E23"/>
    <w:rsid w:val="00921F96"/>
    <w:rsid w:val="00922677"/>
    <w:rsid w:val="00922EA5"/>
    <w:rsid w:val="00923129"/>
    <w:rsid w:val="00923D1C"/>
    <w:rsid w:val="009243DD"/>
    <w:rsid w:val="0092544A"/>
    <w:rsid w:val="009272CA"/>
    <w:rsid w:val="009273B0"/>
    <w:rsid w:val="0093000F"/>
    <w:rsid w:val="009308D7"/>
    <w:rsid w:val="00930B7A"/>
    <w:rsid w:val="009321A0"/>
    <w:rsid w:val="00932227"/>
    <w:rsid w:val="00932630"/>
    <w:rsid w:val="00932A8D"/>
    <w:rsid w:val="00932AA4"/>
    <w:rsid w:val="00932DEA"/>
    <w:rsid w:val="00933107"/>
    <w:rsid w:val="00933226"/>
    <w:rsid w:val="0093358C"/>
    <w:rsid w:val="00934030"/>
    <w:rsid w:val="009349FD"/>
    <w:rsid w:val="00935938"/>
    <w:rsid w:val="00935E06"/>
    <w:rsid w:val="00936FEE"/>
    <w:rsid w:val="0093702A"/>
    <w:rsid w:val="00940610"/>
    <w:rsid w:val="00940BFB"/>
    <w:rsid w:val="00941100"/>
    <w:rsid w:val="00941168"/>
    <w:rsid w:val="009411AB"/>
    <w:rsid w:val="00942038"/>
    <w:rsid w:val="00942395"/>
    <w:rsid w:val="009426E9"/>
    <w:rsid w:val="0094279E"/>
    <w:rsid w:val="00943204"/>
    <w:rsid w:val="00943F2A"/>
    <w:rsid w:val="009443B2"/>
    <w:rsid w:val="0094455B"/>
    <w:rsid w:val="009446E2"/>
    <w:rsid w:val="00944A7D"/>
    <w:rsid w:val="0094527B"/>
    <w:rsid w:val="00945513"/>
    <w:rsid w:val="00945661"/>
    <w:rsid w:val="00945FED"/>
    <w:rsid w:val="0094689C"/>
    <w:rsid w:val="0094752C"/>
    <w:rsid w:val="00947962"/>
    <w:rsid w:val="00950977"/>
    <w:rsid w:val="00950DEB"/>
    <w:rsid w:val="00950FCA"/>
    <w:rsid w:val="0095111C"/>
    <w:rsid w:val="009512E5"/>
    <w:rsid w:val="0095137F"/>
    <w:rsid w:val="0095144A"/>
    <w:rsid w:val="00951A5C"/>
    <w:rsid w:val="00951B77"/>
    <w:rsid w:val="00953947"/>
    <w:rsid w:val="00954789"/>
    <w:rsid w:val="009549E0"/>
    <w:rsid w:val="00954CE8"/>
    <w:rsid w:val="00956042"/>
    <w:rsid w:val="00956B0F"/>
    <w:rsid w:val="00957510"/>
    <w:rsid w:val="00957997"/>
    <w:rsid w:val="00960279"/>
    <w:rsid w:val="00960B10"/>
    <w:rsid w:val="009617D2"/>
    <w:rsid w:val="00961B24"/>
    <w:rsid w:val="00961BF4"/>
    <w:rsid w:val="009622BF"/>
    <w:rsid w:val="009622DB"/>
    <w:rsid w:val="00962416"/>
    <w:rsid w:val="00962723"/>
    <w:rsid w:val="00962A6B"/>
    <w:rsid w:val="00962C7C"/>
    <w:rsid w:val="00963224"/>
    <w:rsid w:val="00963A56"/>
    <w:rsid w:val="00964365"/>
    <w:rsid w:val="0096470D"/>
    <w:rsid w:val="00964917"/>
    <w:rsid w:val="00964ACC"/>
    <w:rsid w:val="00964B53"/>
    <w:rsid w:val="0096749A"/>
    <w:rsid w:val="0096772F"/>
    <w:rsid w:val="0097036F"/>
    <w:rsid w:val="009710A6"/>
    <w:rsid w:val="009715EF"/>
    <w:rsid w:val="009715F2"/>
    <w:rsid w:val="00971730"/>
    <w:rsid w:val="009722CB"/>
    <w:rsid w:val="0097232D"/>
    <w:rsid w:val="009725B4"/>
    <w:rsid w:val="0097291F"/>
    <w:rsid w:val="00972F39"/>
    <w:rsid w:val="009735E8"/>
    <w:rsid w:val="00973BAC"/>
    <w:rsid w:val="00973C06"/>
    <w:rsid w:val="00974724"/>
    <w:rsid w:val="00975325"/>
    <w:rsid w:val="00975329"/>
    <w:rsid w:val="00975774"/>
    <w:rsid w:val="0097577D"/>
    <w:rsid w:val="009760AE"/>
    <w:rsid w:val="0097625B"/>
    <w:rsid w:val="009763E0"/>
    <w:rsid w:val="009764B0"/>
    <w:rsid w:val="00977434"/>
    <w:rsid w:val="00977B1F"/>
    <w:rsid w:val="00977F17"/>
    <w:rsid w:val="00980031"/>
    <w:rsid w:val="00980E09"/>
    <w:rsid w:val="009811E1"/>
    <w:rsid w:val="00981443"/>
    <w:rsid w:val="009817BE"/>
    <w:rsid w:val="00982338"/>
    <w:rsid w:val="0098330B"/>
    <w:rsid w:val="00983485"/>
    <w:rsid w:val="009835FC"/>
    <w:rsid w:val="00983A90"/>
    <w:rsid w:val="009841E3"/>
    <w:rsid w:val="00984E0E"/>
    <w:rsid w:val="009851C2"/>
    <w:rsid w:val="00985D84"/>
    <w:rsid w:val="00986039"/>
    <w:rsid w:val="00987693"/>
    <w:rsid w:val="00987758"/>
    <w:rsid w:val="00987D94"/>
    <w:rsid w:val="009900F7"/>
    <w:rsid w:val="0099049E"/>
    <w:rsid w:val="00990D72"/>
    <w:rsid w:val="009917AB"/>
    <w:rsid w:val="00992095"/>
    <w:rsid w:val="0099448C"/>
    <w:rsid w:val="009944ED"/>
    <w:rsid w:val="009948B7"/>
    <w:rsid w:val="00995CC8"/>
    <w:rsid w:val="00995FBB"/>
    <w:rsid w:val="009964FE"/>
    <w:rsid w:val="00996624"/>
    <w:rsid w:val="00996F96"/>
    <w:rsid w:val="00997BE2"/>
    <w:rsid w:val="00997C49"/>
    <w:rsid w:val="009A0CD1"/>
    <w:rsid w:val="009A10DD"/>
    <w:rsid w:val="009A1172"/>
    <w:rsid w:val="009A1AFD"/>
    <w:rsid w:val="009A1E23"/>
    <w:rsid w:val="009A20DA"/>
    <w:rsid w:val="009A2561"/>
    <w:rsid w:val="009A3B8A"/>
    <w:rsid w:val="009A3D95"/>
    <w:rsid w:val="009A4561"/>
    <w:rsid w:val="009A4823"/>
    <w:rsid w:val="009A49DD"/>
    <w:rsid w:val="009A4DD3"/>
    <w:rsid w:val="009A57E2"/>
    <w:rsid w:val="009A5C75"/>
    <w:rsid w:val="009A5FD4"/>
    <w:rsid w:val="009A6166"/>
    <w:rsid w:val="009A6AAE"/>
    <w:rsid w:val="009A7690"/>
    <w:rsid w:val="009A76B2"/>
    <w:rsid w:val="009B0467"/>
    <w:rsid w:val="009B0BE1"/>
    <w:rsid w:val="009B176A"/>
    <w:rsid w:val="009B1B99"/>
    <w:rsid w:val="009B1C09"/>
    <w:rsid w:val="009B1C2A"/>
    <w:rsid w:val="009B2B6F"/>
    <w:rsid w:val="009B2E0A"/>
    <w:rsid w:val="009B32D3"/>
    <w:rsid w:val="009B3CFB"/>
    <w:rsid w:val="009B5095"/>
    <w:rsid w:val="009B53DE"/>
    <w:rsid w:val="009B5D38"/>
    <w:rsid w:val="009B6220"/>
    <w:rsid w:val="009B6340"/>
    <w:rsid w:val="009B639D"/>
    <w:rsid w:val="009B736F"/>
    <w:rsid w:val="009B7974"/>
    <w:rsid w:val="009B7A5A"/>
    <w:rsid w:val="009B7EF2"/>
    <w:rsid w:val="009C0148"/>
    <w:rsid w:val="009C0A13"/>
    <w:rsid w:val="009C18C9"/>
    <w:rsid w:val="009C249F"/>
    <w:rsid w:val="009C2513"/>
    <w:rsid w:val="009C265C"/>
    <w:rsid w:val="009C2C19"/>
    <w:rsid w:val="009C2C83"/>
    <w:rsid w:val="009C307C"/>
    <w:rsid w:val="009C3310"/>
    <w:rsid w:val="009C361D"/>
    <w:rsid w:val="009C3F68"/>
    <w:rsid w:val="009C4152"/>
    <w:rsid w:val="009C4633"/>
    <w:rsid w:val="009C464B"/>
    <w:rsid w:val="009C4B5B"/>
    <w:rsid w:val="009C4D3F"/>
    <w:rsid w:val="009C4E76"/>
    <w:rsid w:val="009C5E00"/>
    <w:rsid w:val="009C60A8"/>
    <w:rsid w:val="009C65CE"/>
    <w:rsid w:val="009C683C"/>
    <w:rsid w:val="009C68F4"/>
    <w:rsid w:val="009C6B1A"/>
    <w:rsid w:val="009C6F27"/>
    <w:rsid w:val="009C7FEE"/>
    <w:rsid w:val="009D0F04"/>
    <w:rsid w:val="009D265C"/>
    <w:rsid w:val="009D2A92"/>
    <w:rsid w:val="009D36AA"/>
    <w:rsid w:val="009D3D4C"/>
    <w:rsid w:val="009D4764"/>
    <w:rsid w:val="009D4DD3"/>
    <w:rsid w:val="009D5A7F"/>
    <w:rsid w:val="009D5EDB"/>
    <w:rsid w:val="009D6A26"/>
    <w:rsid w:val="009D6BFE"/>
    <w:rsid w:val="009D7051"/>
    <w:rsid w:val="009E1509"/>
    <w:rsid w:val="009E1CCA"/>
    <w:rsid w:val="009E1DE2"/>
    <w:rsid w:val="009E1E36"/>
    <w:rsid w:val="009E30EF"/>
    <w:rsid w:val="009E4301"/>
    <w:rsid w:val="009E5D29"/>
    <w:rsid w:val="009E7090"/>
    <w:rsid w:val="009E726A"/>
    <w:rsid w:val="009F0D46"/>
    <w:rsid w:val="009F1B5A"/>
    <w:rsid w:val="009F24F3"/>
    <w:rsid w:val="009F301B"/>
    <w:rsid w:val="009F3378"/>
    <w:rsid w:val="009F3AB7"/>
    <w:rsid w:val="009F3C37"/>
    <w:rsid w:val="009F3FDC"/>
    <w:rsid w:val="009F417A"/>
    <w:rsid w:val="009F42E7"/>
    <w:rsid w:val="009F4675"/>
    <w:rsid w:val="009F490B"/>
    <w:rsid w:val="009F511F"/>
    <w:rsid w:val="009F5206"/>
    <w:rsid w:val="009F6413"/>
    <w:rsid w:val="009F6649"/>
    <w:rsid w:val="009F66AB"/>
    <w:rsid w:val="009F7234"/>
    <w:rsid w:val="009F7505"/>
    <w:rsid w:val="00A011C7"/>
    <w:rsid w:val="00A01EF0"/>
    <w:rsid w:val="00A02BEF"/>
    <w:rsid w:val="00A03694"/>
    <w:rsid w:val="00A038FA"/>
    <w:rsid w:val="00A03DD4"/>
    <w:rsid w:val="00A05798"/>
    <w:rsid w:val="00A05E93"/>
    <w:rsid w:val="00A06771"/>
    <w:rsid w:val="00A06855"/>
    <w:rsid w:val="00A06BF0"/>
    <w:rsid w:val="00A07AD7"/>
    <w:rsid w:val="00A07E2A"/>
    <w:rsid w:val="00A10526"/>
    <w:rsid w:val="00A11487"/>
    <w:rsid w:val="00A11532"/>
    <w:rsid w:val="00A128D6"/>
    <w:rsid w:val="00A1346B"/>
    <w:rsid w:val="00A14B35"/>
    <w:rsid w:val="00A15BEF"/>
    <w:rsid w:val="00A15EBC"/>
    <w:rsid w:val="00A16330"/>
    <w:rsid w:val="00A164FF"/>
    <w:rsid w:val="00A16551"/>
    <w:rsid w:val="00A1684F"/>
    <w:rsid w:val="00A16973"/>
    <w:rsid w:val="00A17F20"/>
    <w:rsid w:val="00A201C5"/>
    <w:rsid w:val="00A202C4"/>
    <w:rsid w:val="00A20CC8"/>
    <w:rsid w:val="00A210AF"/>
    <w:rsid w:val="00A22188"/>
    <w:rsid w:val="00A222AB"/>
    <w:rsid w:val="00A223B2"/>
    <w:rsid w:val="00A22693"/>
    <w:rsid w:val="00A23977"/>
    <w:rsid w:val="00A24203"/>
    <w:rsid w:val="00A242F8"/>
    <w:rsid w:val="00A24987"/>
    <w:rsid w:val="00A249A5"/>
    <w:rsid w:val="00A24CED"/>
    <w:rsid w:val="00A24EBE"/>
    <w:rsid w:val="00A25093"/>
    <w:rsid w:val="00A25645"/>
    <w:rsid w:val="00A2588D"/>
    <w:rsid w:val="00A25F27"/>
    <w:rsid w:val="00A25F32"/>
    <w:rsid w:val="00A26150"/>
    <w:rsid w:val="00A26804"/>
    <w:rsid w:val="00A26AA6"/>
    <w:rsid w:val="00A2736E"/>
    <w:rsid w:val="00A27EA5"/>
    <w:rsid w:val="00A300EA"/>
    <w:rsid w:val="00A31AAF"/>
    <w:rsid w:val="00A320AF"/>
    <w:rsid w:val="00A325A8"/>
    <w:rsid w:val="00A327BE"/>
    <w:rsid w:val="00A327FE"/>
    <w:rsid w:val="00A32AA8"/>
    <w:rsid w:val="00A3363C"/>
    <w:rsid w:val="00A33685"/>
    <w:rsid w:val="00A33ABE"/>
    <w:rsid w:val="00A33C2F"/>
    <w:rsid w:val="00A3454D"/>
    <w:rsid w:val="00A34875"/>
    <w:rsid w:val="00A34A14"/>
    <w:rsid w:val="00A34FAB"/>
    <w:rsid w:val="00A35394"/>
    <w:rsid w:val="00A3580C"/>
    <w:rsid w:val="00A360A8"/>
    <w:rsid w:val="00A4013F"/>
    <w:rsid w:val="00A40488"/>
    <w:rsid w:val="00A40855"/>
    <w:rsid w:val="00A40BE8"/>
    <w:rsid w:val="00A41A36"/>
    <w:rsid w:val="00A4219F"/>
    <w:rsid w:val="00A42660"/>
    <w:rsid w:val="00A42A63"/>
    <w:rsid w:val="00A42BCE"/>
    <w:rsid w:val="00A437BC"/>
    <w:rsid w:val="00A43B67"/>
    <w:rsid w:val="00A463CD"/>
    <w:rsid w:val="00A4644A"/>
    <w:rsid w:val="00A465DF"/>
    <w:rsid w:val="00A468B8"/>
    <w:rsid w:val="00A470E2"/>
    <w:rsid w:val="00A471B1"/>
    <w:rsid w:val="00A47844"/>
    <w:rsid w:val="00A47CF2"/>
    <w:rsid w:val="00A5109A"/>
    <w:rsid w:val="00A52AA0"/>
    <w:rsid w:val="00A5422E"/>
    <w:rsid w:val="00A544D2"/>
    <w:rsid w:val="00A5519A"/>
    <w:rsid w:val="00A562AD"/>
    <w:rsid w:val="00A563E6"/>
    <w:rsid w:val="00A568D4"/>
    <w:rsid w:val="00A574BE"/>
    <w:rsid w:val="00A5751D"/>
    <w:rsid w:val="00A5787A"/>
    <w:rsid w:val="00A603F8"/>
    <w:rsid w:val="00A60DE3"/>
    <w:rsid w:val="00A61EF2"/>
    <w:rsid w:val="00A62459"/>
    <w:rsid w:val="00A62C4B"/>
    <w:rsid w:val="00A6307D"/>
    <w:rsid w:val="00A63A09"/>
    <w:rsid w:val="00A647C0"/>
    <w:rsid w:val="00A649B3"/>
    <w:rsid w:val="00A6623E"/>
    <w:rsid w:val="00A66338"/>
    <w:rsid w:val="00A6644D"/>
    <w:rsid w:val="00A66A81"/>
    <w:rsid w:val="00A66B4B"/>
    <w:rsid w:val="00A66D14"/>
    <w:rsid w:val="00A672E9"/>
    <w:rsid w:val="00A6790C"/>
    <w:rsid w:val="00A70C11"/>
    <w:rsid w:val="00A70EA4"/>
    <w:rsid w:val="00A70F8D"/>
    <w:rsid w:val="00A70FC7"/>
    <w:rsid w:val="00A71D09"/>
    <w:rsid w:val="00A71D8D"/>
    <w:rsid w:val="00A727C8"/>
    <w:rsid w:val="00A727FF"/>
    <w:rsid w:val="00A72E50"/>
    <w:rsid w:val="00A72F88"/>
    <w:rsid w:val="00A735BD"/>
    <w:rsid w:val="00A7413E"/>
    <w:rsid w:val="00A74A49"/>
    <w:rsid w:val="00A75775"/>
    <w:rsid w:val="00A761E0"/>
    <w:rsid w:val="00A763C1"/>
    <w:rsid w:val="00A763D7"/>
    <w:rsid w:val="00A768BF"/>
    <w:rsid w:val="00A7778E"/>
    <w:rsid w:val="00A77E7C"/>
    <w:rsid w:val="00A8001D"/>
    <w:rsid w:val="00A8049C"/>
    <w:rsid w:val="00A80529"/>
    <w:rsid w:val="00A80CB7"/>
    <w:rsid w:val="00A80EA8"/>
    <w:rsid w:val="00A810D5"/>
    <w:rsid w:val="00A81827"/>
    <w:rsid w:val="00A81D86"/>
    <w:rsid w:val="00A822C5"/>
    <w:rsid w:val="00A82D98"/>
    <w:rsid w:val="00A82E6B"/>
    <w:rsid w:val="00A84734"/>
    <w:rsid w:val="00A858B6"/>
    <w:rsid w:val="00A8597B"/>
    <w:rsid w:val="00A85C3C"/>
    <w:rsid w:val="00A85F34"/>
    <w:rsid w:val="00A861C1"/>
    <w:rsid w:val="00A861C2"/>
    <w:rsid w:val="00A86331"/>
    <w:rsid w:val="00A86651"/>
    <w:rsid w:val="00A869F6"/>
    <w:rsid w:val="00A87594"/>
    <w:rsid w:val="00A87AD2"/>
    <w:rsid w:val="00A90300"/>
    <w:rsid w:val="00A91709"/>
    <w:rsid w:val="00A91AA1"/>
    <w:rsid w:val="00A92F50"/>
    <w:rsid w:val="00A93718"/>
    <w:rsid w:val="00A93D8B"/>
    <w:rsid w:val="00A94E1E"/>
    <w:rsid w:val="00A95A97"/>
    <w:rsid w:val="00A95ABB"/>
    <w:rsid w:val="00A95B6F"/>
    <w:rsid w:val="00A95BB2"/>
    <w:rsid w:val="00A95C9B"/>
    <w:rsid w:val="00A95EDB"/>
    <w:rsid w:val="00A960AB"/>
    <w:rsid w:val="00A96C3E"/>
    <w:rsid w:val="00A973A3"/>
    <w:rsid w:val="00AA0422"/>
    <w:rsid w:val="00AA200E"/>
    <w:rsid w:val="00AA2ED4"/>
    <w:rsid w:val="00AA3341"/>
    <w:rsid w:val="00AA3C25"/>
    <w:rsid w:val="00AA3D87"/>
    <w:rsid w:val="00AA5139"/>
    <w:rsid w:val="00AA5637"/>
    <w:rsid w:val="00AA5C08"/>
    <w:rsid w:val="00AA6045"/>
    <w:rsid w:val="00AA74A0"/>
    <w:rsid w:val="00AA7C98"/>
    <w:rsid w:val="00AB0205"/>
    <w:rsid w:val="00AB080C"/>
    <w:rsid w:val="00AB0850"/>
    <w:rsid w:val="00AB10BD"/>
    <w:rsid w:val="00AB1554"/>
    <w:rsid w:val="00AB18A0"/>
    <w:rsid w:val="00AB1C67"/>
    <w:rsid w:val="00AB279E"/>
    <w:rsid w:val="00AB3B21"/>
    <w:rsid w:val="00AB41E1"/>
    <w:rsid w:val="00AB4317"/>
    <w:rsid w:val="00AB4765"/>
    <w:rsid w:val="00AB4CDB"/>
    <w:rsid w:val="00AB593D"/>
    <w:rsid w:val="00AB6760"/>
    <w:rsid w:val="00AB68C8"/>
    <w:rsid w:val="00AB729C"/>
    <w:rsid w:val="00AB7414"/>
    <w:rsid w:val="00AB7665"/>
    <w:rsid w:val="00AB7B13"/>
    <w:rsid w:val="00AC01D9"/>
    <w:rsid w:val="00AC0A6C"/>
    <w:rsid w:val="00AC10A7"/>
    <w:rsid w:val="00AC1BEC"/>
    <w:rsid w:val="00AC1D43"/>
    <w:rsid w:val="00AC2CBA"/>
    <w:rsid w:val="00AC2F0C"/>
    <w:rsid w:val="00AC329A"/>
    <w:rsid w:val="00AC3471"/>
    <w:rsid w:val="00AC40C0"/>
    <w:rsid w:val="00AC4603"/>
    <w:rsid w:val="00AC536C"/>
    <w:rsid w:val="00AC57B7"/>
    <w:rsid w:val="00AC645C"/>
    <w:rsid w:val="00AC652D"/>
    <w:rsid w:val="00AC73F3"/>
    <w:rsid w:val="00AC74FB"/>
    <w:rsid w:val="00AC782D"/>
    <w:rsid w:val="00AC7FF2"/>
    <w:rsid w:val="00AD02B7"/>
    <w:rsid w:val="00AD0614"/>
    <w:rsid w:val="00AD068A"/>
    <w:rsid w:val="00AD06DE"/>
    <w:rsid w:val="00AD07DB"/>
    <w:rsid w:val="00AD0BA2"/>
    <w:rsid w:val="00AD12AB"/>
    <w:rsid w:val="00AD1812"/>
    <w:rsid w:val="00AD1EB8"/>
    <w:rsid w:val="00AD2BA2"/>
    <w:rsid w:val="00AD3286"/>
    <w:rsid w:val="00AD3DDC"/>
    <w:rsid w:val="00AD45BD"/>
    <w:rsid w:val="00AD4983"/>
    <w:rsid w:val="00AD5082"/>
    <w:rsid w:val="00AD5ED2"/>
    <w:rsid w:val="00AD69BF"/>
    <w:rsid w:val="00AD6D6E"/>
    <w:rsid w:val="00AD757B"/>
    <w:rsid w:val="00AD7582"/>
    <w:rsid w:val="00AD78C3"/>
    <w:rsid w:val="00AD7A52"/>
    <w:rsid w:val="00AD7BC0"/>
    <w:rsid w:val="00AE00CA"/>
    <w:rsid w:val="00AE02D5"/>
    <w:rsid w:val="00AE0307"/>
    <w:rsid w:val="00AE03FE"/>
    <w:rsid w:val="00AE136E"/>
    <w:rsid w:val="00AE1BD6"/>
    <w:rsid w:val="00AE22BD"/>
    <w:rsid w:val="00AE2648"/>
    <w:rsid w:val="00AE2805"/>
    <w:rsid w:val="00AE2BDB"/>
    <w:rsid w:val="00AE39C1"/>
    <w:rsid w:val="00AE3CFF"/>
    <w:rsid w:val="00AE47C3"/>
    <w:rsid w:val="00AE554E"/>
    <w:rsid w:val="00AE6DCA"/>
    <w:rsid w:val="00AE784F"/>
    <w:rsid w:val="00AE7ABE"/>
    <w:rsid w:val="00AE7E2F"/>
    <w:rsid w:val="00AF1A12"/>
    <w:rsid w:val="00AF1D02"/>
    <w:rsid w:val="00AF1F06"/>
    <w:rsid w:val="00AF21DD"/>
    <w:rsid w:val="00AF2464"/>
    <w:rsid w:val="00AF2EC4"/>
    <w:rsid w:val="00AF365B"/>
    <w:rsid w:val="00AF4206"/>
    <w:rsid w:val="00AF4B5C"/>
    <w:rsid w:val="00AF4F47"/>
    <w:rsid w:val="00AF5139"/>
    <w:rsid w:val="00AF5CD0"/>
    <w:rsid w:val="00AF60E1"/>
    <w:rsid w:val="00AF62BF"/>
    <w:rsid w:val="00AF6402"/>
    <w:rsid w:val="00AF661A"/>
    <w:rsid w:val="00AF6A36"/>
    <w:rsid w:val="00AF6F3C"/>
    <w:rsid w:val="00AF71B0"/>
    <w:rsid w:val="00AF788C"/>
    <w:rsid w:val="00AF7BF4"/>
    <w:rsid w:val="00AF7C8A"/>
    <w:rsid w:val="00AF7F76"/>
    <w:rsid w:val="00B00634"/>
    <w:rsid w:val="00B00CAB"/>
    <w:rsid w:val="00B019EE"/>
    <w:rsid w:val="00B01ACF"/>
    <w:rsid w:val="00B01E61"/>
    <w:rsid w:val="00B0298F"/>
    <w:rsid w:val="00B03346"/>
    <w:rsid w:val="00B033BF"/>
    <w:rsid w:val="00B03643"/>
    <w:rsid w:val="00B03E75"/>
    <w:rsid w:val="00B03F61"/>
    <w:rsid w:val="00B047E1"/>
    <w:rsid w:val="00B04CDF"/>
    <w:rsid w:val="00B05525"/>
    <w:rsid w:val="00B055E2"/>
    <w:rsid w:val="00B05902"/>
    <w:rsid w:val="00B05F91"/>
    <w:rsid w:val="00B06075"/>
    <w:rsid w:val="00B064A1"/>
    <w:rsid w:val="00B070E4"/>
    <w:rsid w:val="00B10B59"/>
    <w:rsid w:val="00B119B6"/>
    <w:rsid w:val="00B11A34"/>
    <w:rsid w:val="00B11A45"/>
    <w:rsid w:val="00B11C06"/>
    <w:rsid w:val="00B11CA3"/>
    <w:rsid w:val="00B12BA0"/>
    <w:rsid w:val="00B12D5F"/>
    <w:rsid w:val="00B12DA4"/>
    <w:rsid w:val="00B14539"/>
    <w:rsid w:val="00B15240"/>
    <w:rsid w:val="00B15A39"/>
    <w:rsid w:val="00B15D08"/>
    <w:rsid w:val="00B15E71"/>
    <w:rsid w:val="00B16236"/>
    <w:rsid w:val="00B16D1C"/>
    <w:rsid w:val="00B1706E"/>
    <w:rsid w:val="00B17581"/>
    <w:rsid w:val="00B177D5"/>
    <w:rsid w:val="00B200A3"/>
    <w:rsid w:val="00B202AB"/>
    <w:rsid w:val="00B20D1B"/>
    <w:rsid w:val="00B217C2"/>
    <w:rsid w:val="00B21AA8"/>
    <w:rsid w:val="00B21E92"/>
    <w:rsid w:val="00B2267B"/>
    <w:rsid w:val="00B226C5"/>
    <w:rsid w:val="00B22EB4"/>
    <w:rsid w:val="00B22EB9"/>
    <w:rsid w:val="00B23510"/>
    <w:rsid w:val="00B241ED"/>
    <w:rsid w:val="00B245BB"/>
    <w:rsid w:val="00B245C6"/>
    <w:rsid w:val="00B24BB9"/>
    <w:rsid w:val="00B24EE2"/>
    <w:rsid w:val="00B25EA5"/>
    <w:rsid w:val="00B25EA6"/>
    <w:rsid w:val="00B26705"/>
    <w:rsid w:val="00B269E7"/>
    <w:rsid w:val="00B26F9D"/>
    <w:rsid w:val="00B27878"/>
    <w:rsid w:val="00B27D97"/>
    <w:rsid w:val="00B30DE4"/>
    <w:rsid w:val="00B310E2"/>
    <w:rsid w:val="00B3178D"/>
    <w:rsid w:val="00B31D47"/>
    <w:rsid w:val="00B328F6"/>
    <w:rsid w:val="00B33565"/>
    <w:rsid w:val="00B34737"/>
    <w:rsid w:val="00B34C62"/>
    <w:rsid w:val="00B34D14"/>
    <w:rsid w:val="00B35112"/>
    <w:rsid w:val="00B36150"/>
    <w:rsid w:val="00B366F8"/>
    <w:rsid w:val="00B369A1"/>
    <w:rsid w:val="00B37FDC"/>
    <w:rsid w:val="00B4028B"/>
    <w:rsid w:val="00B40357"/>
    <w:rsid w:val="00B40994"/>
    <w:rsid w:val="00B40E6E"/>
    <w:rsid w:val="00B4109A"/>
    <w:rsid w:val="00B41E62"/>
    <w:rsid w:val="00B4212C"/>
    <w:rsid w:val="00B4266F"/>
    <w:rsid w:val="00B43746"/>
    <w:rsid w:val="00B4394F"/>
    <w:rsid w:val="00B445C5"/>
    <w:rsid w:val="00B4544F"/>
    <w:rsid w:val="00B4563D"/>
    <w:rsid w:val="00B4581F"/>
    <w:rsid w:val="00B466FA"/>
    <w:rsid w:val="00B47B86"/>
    <w:rsid w:val="00B5054B"/>
    <w:rsid w:val="00B50B6E"/>
    <w:rsid w:val="00B51DF8"/>
    <w:rsid w:val="00B52030"/>
    <w:rsid w:val="00B52AC4"/>
    <w:rsid w:val="00B52E1A"/>
    <w:rsid w:val="00B53375"/>
    <w:rsid w:val="00B54112"/>
    <w:rsid w:val="00B5421F"/>
    <w:rsid w:val="00B5511C"/>
    <w:rsid w:val="00B557FC"/>
    <w:rsid w:val="00B558A1"/>
    <w:rsid w:val="00B55E9D"/>
    <w:rsid w:val="00B56C21"/>
    <w:rsid w:val="00B56E74"/>
    <w:rsid w:val="00B574FB"/>
    <w:rsid w:val="00B600D0"/>
    <w:rsid w:val="00B60342"/>
    <w:rsid w:val="00B612DF"/>
    <w:rsid w:val="00B61B5F"/>
    <w:rsid w:val="00B61CC4"/>
    <w:rsid w:val="00B63193"/>
    <w:rsid w:val="00B637E8"/>
    <w:rsid w:val="00B64305"/>
    <w:rsid w:val="00B64E3A"/>
    <w:rsid w:val="00B652F3"/>
    <w:rsid w:val="00B654C3"/>
    <w:rsid w:val="00B65651"/>
    <w:rsid w:val="00B65B2F"/>
    <w:rsid w:val="00B66229"/>
    <w:rsid w:val="00B6692E"/>
    <w:rsid w:val="00B66FEE"/>
    <w:rsid w:val="00B67BCF"/>
    <w:rsid w:val="00B67D05"/>
    <w:rsid w:val="00B70022"/>
    <w:rsid w:val="00B708FA"/>
    <w:rsid w:val="00B70AEF"/>
    <w:rsid w:val="00B71BD9"/>
    <w:rsid w:val="00B720CA"/>
    <w:rsid w:val="00B7234D"/>
    <w:rsid w:val="00B7242B"/>
    <w:rsid w:val="00B72536"/>
    <w:rsid w:val="00B727F9"/>
    <w:rsid w:val="00B72981"/>
    <w:rsid w:val="00B73930"/>
    <w:rsid w:val="00B74684"/>
    <w:rsid w:val="00B747C6"/>
    <w:rsid w:val="00B74879"/>
    <w:rsid w:val="00B748E7"/>
    <w:rsid w:val="00B766EE"/>
    <w:rsid w:val="00B76BB3"/>
    <w:rsid w:val="00B80CB0"/>
    <w:rsid w:val="00B80DD3"/>
    <w:rsid w:val="00B81374"/>
    <w:rsid w:val="00B816C8"/>
    <w:rsid w:val="00B81782"/>
    <w:rsid w:val="00B81BCB"/>
    <w:rsid w:val="00B81CC9"/>
    <w:rsid w:val="00B823E2"/>
    <w:rsid w:val="00B82F04"/>
    <w:rsid w:val="00B8308E"/>
    <w:rsid w:val="00B84E99"/>
    <w:rsid w:val="00B84F40"/>
    <w:rsid w:val="00B85450"/>
    <w:rsid w:val="00B86214"/>
    <w:rsid w:val="00B862EC"/>
    <w:rsid w:val="00B863AA"/>
    <w:rsid w:val="00B86BFB"/>
    <w:rsid w:val="00B874B9"/>
    <w:rsid w:val="00B87746"/>
    <w:rsid w:val="00B8794F"/>
    <w:rsid w:val="00B906AC"/>
    <w:rsid w:val="00B90D28"/>
    <w:rsid w:val="00B914EF"/>
    <w:rsid w:val="00B9220D"/>
    <w:rsid w:val="00B9284F"/>
    <w:rsid w:val="00B92AF8"/>
    <w:rsid w:val="00B93767"/>
    <w:rsid w:val="00B937B1"/>
    <w:rsid w:val="00B93835"/>
    <w:rsid w:val="00B93B43"/>
    <w:rsid w:val="00B94197"/>
    <w:rsid w:val="00B94C8D"/>
    <w:rsid w:val="00B95D61"/>
    <w:rsid w:val="00B9627F"/>
    <w:rsid w:val="00B9693F"/>
    <w:rsid w:val="00B97D05"/>
    <w:rsid w:val="00B97EA8"/>
    <w:rsid w:val="00BA02EA"/>
    <w:rsid w:val="00BA0D27"/>
    <w:rsid w:val="00BA16BF"/>
    <w:rsid w:val="00BA252F"/>
    <w:rsid w:val="00BA26FA"/>
    <w:rsid w:val="00BA3314"/>
    <w:rsid w:val="00BA3893"/>
    <w:rsid w:val="00BA3945"/>
    <w:rsid w:val="00BA5408"/>
    <w:rsid w:val="00BA6B23"/>
    <w:rsid w:val="00BA6F76"/>
    <w:rsid w:val="00BA7BA9"/>
    <w:rsid w:val="00BB01ED"/>
    <w:rsid w:val="00BB0535"/>
    <w:rsid w:val="00BB056B"/>
    <w:rsid w:val="00BB0BE9"/>
    <w:rsid w:val="00BB0EF4"/>
    <w:rsid w:val="00BB12D1"/>
    <w:rsid w:val="00BB1380"/>
    <w:rsid w:val="00BB1577"/>
    <w:rsid w:val="00BB1578"/>
    <w:rsid w:val="00BB17AB"/>
    <w:rsid w:val="00BB1FB7"/>
    <w:rsid w:val="00BB24B3"/>
    <w:rsid w:val="00BB253D"/>
    <w:rsid w:val="00BB3021"/>
    <w:rsid w:val="00BB3276"/>
    <w:rsid w:val="00BB3821"/>
    <w:rsid w:val="00BB3C32"/>
    <w:rsid w:val="00BB3E96"/>
    <w:rsid w:val="00BB431F"/>
    <w:rsid w:val="00BB43E7"/>
    <w:rsid w:val="00BB449A"/>
    <w:rsid w:val="00BB4CE5"/>
    <w:rsid w:val="00BB4EB2"/>
    <w:rsid w:val="00BB525F"/>
    <w:rsid w:val="00BB644F"/>
    <w:rsid w:val="00BB66EA"/>
    <w:rsid w:val="00BB6CA1"/>
    <w:rsid w:val="00BB6E69"/>
    <w:rsid w:val="00BB7B8D"/>
    <w:rsid w:val="00BB7DB2"/>
    <w:rsid w:val="00BC10A6"/>
    <w:rsid w:val="00BC14F0"/>
    <w:rsid w:val="00BC17F0"/>
    <w:rsid w:val="00BC246D"/>
    <w:rsid w:val="00BC276A"/>
    <w:rsid w:val="00BC2B93"/>
    <w:rsid w:val="00BC2C1C"/>
    <w:rsid w:val="00BC33FA"/>
    <w:rsid w:val="00BC3402"/>
    <w:rsid w:val="00BC3925"/>
    <w:rsid w:val="00BC42CF"/>
    <w:rsid w:val="00BC4A24"/>
    <w:rsid w:val="00BC4A7B"/>
    <w:rsid w:val="00BD0043"/>
    <w:rsid w:val="00BD0227"/>
    <w:rsid w:val="00BD0D6E"/>
    <w:rsid w:val="00BD10A7"/>
    <w:rsid w:val="00BD2029"/>
    <w:rsid w:val="00BD226D"/>
    <w:rsid w:val="00BD25C7"/>
    <w:rsid w:val="00BD27FB"/>
    <w:rsid w:val="00BD2EE9"/>
    <w:rsid w:val="00BD3A8D"/>
    <w:rsid w:val="00BD5500"/>
    <w:rsid w:val="00BD55EF"/>
    <w:rsid w:val="00BD5942"/>
    <w:rsid w:val="00BD5CFC"/>
    <w:rsid w:val="00BD670E"/>
    <w:rsid w:val="00BD7144"/>
    <w:rsid w:val="00BD7247"/>
    <w:rsid w:val="00BD791D"/>
    <w:rsid w:val="00BE0B50"/>
    <w:rsid w:val="00BE14E9"/>
    <w:rsid w:val="00BE2360"/>
    <w:rsid w:val="00BE25F2"/>
    <w:rsid w:val="00BE299A"/>
    <w:rsid w:val="00BE29B9"/>
    <w:rsid w:val="00BE2BA2"/>
    <w:rsid w:val="00BE30F7"/>
    <w:rsid w:val="00BE3B71"/>
    <w:rsid w:val="00BE3C1D"/>
    <w:rsid w:val="00BE3CDB"/>
    <w:rsid w:val="00BE43E4"/>
    <w:rsid w:val="00BE48EB"/>
    <w:rsid w:val="00BE5208"/>
    <w:rsid w:val="00BE53D4"/>
    <w:rsid w:val="00BE581A"/>
    <w:rsid w:val="00BE5983"/>
    <w:rsid w:val="00BE5CF1"/>
    <w:rsid w:val="00BE68BF"/>
    <w:rsid w:val="00BE7197"/>
    <w:rsid w:val="00BE7308"/>
    <w:rsid w:val="00BF015B"/>
    <w:rsid w:val="00BF0E6E"/>
    <w:rsid w:val="00BF1248"/>
    <w:rsid w:val="00BF138F"/>
    <w:rsid w:val="00BF20DC"/>
    <w:rsid w:val="00BF3237"/>
    <w:rsid w:val="00BF3A2F"/>
    <w:rsid w:val="00BF64D3"/>
    <w:rsid w:val="00BF6AA1"/>
    <w:rsid w:val="00BF6B15"/>
    <w:rsid w:val="00BF6EF2"/>
    <w:rsid w:val="00BF7230"/>
    <w:rsid w:val="00BF744D"/>
    <w:rsid w:val="00BF780B"/>
    <w:rsid w:val="00BF7F0E"/>
    <w:rsid w:val="00C001E8"/>
    <w:rsid w:val="00C01023"/>
    <w:rsid w:val="00C01241"/>
    <w:rsid w:val="00C01A4C"/>
    <w:rsid w:val="00C0206C"/>
    <w:rsid w:val="00C02157"/>
    <w:rsid w:val="00C02926"/>
    <w:rsid w:val="00C03207"/>
    <w:rsid w:val="00C03E67"/>
    <w:rsid w:val="00C03E92"/>
    <w:rsid w:val="00C04DD3"/>
    <w:rsid w:val="00C05095"/>
    <w:rsid w:val="00C058F2"/>
    <w:rsid w:val="00C05AB3"/>
    <w:rsid w:val="00C05E56"/>
    <w:rsid w:val="00C0688F"/>
    <w:rsid w:val="00C0744E"/>
    <w:rsid w:val="00C07993"/>
    <w:rsid w:val="00C102CB"/>
    <w:rsid w:val="00C10EFD"/>
    <w:rsid w:val="00C115CD"/>
    <w:rsid w:val="00C121F0"/>
    <w:rsid w:val="00C12706"/>
    <w:rsid w:val="00C12D86"/>
    <w:rsid w:val="00C13851"/>
    <w:rsid w:val="00C13EC0"/>
    <w:rsid w:val="00C14987"/>
    <w:rsid w:val="00C14BDD"/>
    <w:rsid w:val="00C15401"/>
    <w:rsid w:val="00C155BF"/>
    <w:rsid w:val="00C15E09"/>
    <w:rsid w:val="00C169EC"/>
    <w:rsid w:val="00C1733A"/>
    <w:rsid w:val="00C20275"/>
    <w:rsid w:val="00C2032F"/>
    <w:rsid w:val="00C208A0"/>
    <w:rsid w:val="00C219CC"/>
    <w:rsid w:val="00C21FDA"/>
    <w:rsid w:val="00C2246B"/>
    <w:rsid w:val="00C22DA9"/>
    <w:rsid w:val="00C23111"/>
    <w:rsid w:val="00C2424C"/>
    <w:rsid w:val="00C2451B"/>
    <w:rsid w:val="00C2493F"/>
    <w:rsid w:val="00C24B7B"/>
    <w:rsid w:val="00C25360"/>
    <w:rsid w:val="00C2575B"/>
    <w:rsid w:val="00C259FA"/>
    <w:rsid w:val="00C26370"/>
    <w:rsid w:val="00C26E09"/>
    <w:rsid w:val="00C26E7B"/>
    <w:rsid w:val="00C26F85"/>
    <w:rsid w:val="00C303BD"/>
    <w:rsid w:val="00C31892"/>
    <w:rsid w:val="00C3213C"/>
    <w:rsid w:val="00C322A5"/>
    <w:rsid w:val="00C324DA"/>
    <w:rsid w:val="00C32519"/>
    <w:rsid w:val="00C3347A"/>
    <w:rsid w:val="00C347B2"/>
    <w:rsid w:val="00C348A3"/>
    <w:rsid w:val="00C34CE4"/>
    <w:rsid w:val="00C34DAE"/>
    <w:rsid w:val="00C3508F"/>
    <w:rsid w:val="00C35385"/>
    <w:rsid w:val="00C35511"/>
    <w:rsid w:val="00C35797"/>
    <w:rsid w:val="00C35CA6"/>
    <w:rsid w:val="00C367B2"/>
    <w:rsid w:val="00C3688B"/>
    <w:rsid w:val="00C368FC"/>
    <w:rsid w:val="00C36A1F"/>
    <w:rsid w:val="00C37470"/>
    <w:rsid w:val="00C404DF"/>
    <w:rsid w:val="00C40B81"/>
    <w:rsid w:val="00C40EAA"/>
    <w:rsid w:val="00C41E4A"/>
    <w:rsid w:val="00C4295D"/>
    <w:rsid w:val="00C432FB"/>
    <w:rsid w:val="00C433B3"/>
    <w:rsid w:val="00C4398B"/>
    <w:rsid w:val="00C43B02"/>
    <w:rsid w:val="00C43CC4"/>
    <w:rsid w:val="00C441F1"/>
    <w:rsid w:val="00C4420E"/>
    <w:rsid w:val="00C445D8"/>
    <w:rsid w:val="00C44882"/>
    <w:rsid w:val="00C45028"/>
    <w:rsid w:val="00C4593B"/>
    <w:rsid w:val="00C45CCA"/>
    <w:rsid w:val="00C464A4"/>
    <w:rsid w:val="00C46C75"/>
    <w:rsid w:val="00C46DB7"/>
    <w:rsid w:val="00C47372"/>
    <w:rsid w:val="00C475B0"/>
    <w:rsid w:val="00C47BB5"/>
    <w:rsid w:val="00C50663"/>
    <w:rsid w:val="00C50AEE"/>
    <w:rsid w:val="00C50DC9"/>
    <w:rsid w:val="00C50ED1"/>
    <w:rsid w:val="00C5102C"/>
    <w:rsid w:val="00C5166E"/>
    <w:rsid w:val="00C52199"/>
    <w:rsid w:val="00C52E3F"/>
    <w:rsid w:val="00C52E98"/>
    <w:rsid w:val="00C53808"/>
    <w:rsid w:val="00C53BD3"/>
    <w:rsid w:val="00C54414"/>
    <w:rsid w:val="00C54AEF"/>
    <w:rsid w:val="00C54B23"/>
    <w:rsid w:val="00C54D63"/>
    <w:rsid w:val="00C54F0F"/>
    <w:rsid w:val="00C55031"/>
    <w:rsid w:val="00C55750"/>
    <w:rsid w:val="00C564FF"/>
    <w:rsid w:val="00C56DAE"/>
    <w:rsid w:val="00C571FD"/>
    <w:rsid w:val="00C60248"/>
    <w:rsid w:val="00C606AD"/>
    <w:rsid w:val="00C61D7F"/>
    <w:rsid w:val="00C62232"/>
    <w:rsid w:val="00C63B88"/>
    <w:rsid w:val="00C63BA4"/>
    <w:rsid w:val="00C63DF2"/>
    <w:rsid w:val="00C640D2"/>
    <w:rsid w:val="00C64EA1"/>
    <w:rsid w:val="00C6532D"/>
    <w:rsid w:val="00C654DE"/>
    <w:rsid w:val="00C65EF6"/>
    <w:rsid w:val="00C66F9A"/>
    <w:rsid w:val="00C7125F"/>
    <w:rsid w:val="00C721F7"/>
    <w:rsid w:val="00C72516"/>
    <w:rsid w:val="00C726B2"/>
    <w:rsid w:val="00C73322"/>
    <w:rsid w:val="00C7385B"/>
    <w:rsid w:val="00C73ABC"/>
    <w:rsid w:val="00C73E1C"/>
    <w:rsid w:val="00C74A98"/>
    <w:rsid w:val="00C750FB"/>
    <w:rsid w:val="00C75E8E"/>
    <w:rsid w:val="00C75EBC"/>
    <w:rsid w:val="00C762A1"/>
    <w:rsid w:val="00C763CF"/>
    <w:rsid w:val="00C763E7"/>
    <w:rsid w:val="00C77F0F"/>
    <w:rsid w:val="00C77FF4"/>
    <w:rsid w:val="00C80179"/>
    <w:rsid w:val="00C80E21"/>
    <w:rsid w:val="00C81693"/>
    <w:rsid w:val="00C81C6F"/>
    <w:rsid w:val="00C828CF"/>
    <w:rsid w:val="00C8293C"/>
    <w:rsid w:val="00C82BDD"/>
    <w:rsid w:val="00C830BB"/>
    <w:rsid w:val="00C83A07"/>
    <w:rsid w:val="00C83F61"/>
    <w:rsid w:val="00C8417D"/>
    <w:rsid w:val="00C84E43"/>
    <w:rsid w:val="00C852DC"/>
    <w:rsid w:val="00C85518"/>
    <w:rsid w:val="00C85ED0"/>
    <w:rsid w:val="00C86250"/>
    <w:rsid w:val="00C868C4"/>
    <w:rsid w:val="00C86A9E"/>
    <w:rsid w:val="00C87298"/>
    <w:rsid w:val="00C873F7"/>
    <w:rsid w:val="00C878E3"/>
    <w:rsid w:val="00C87B10"/>
    <w:rsid w:val="00C87E3C"/>
    <w:rsid w:val="00C9001A"/>
    <w:rsid w:val="00C903E8"/>
    <w:rsid w:val="00C9075E"/>
    <w:rsid w:val="00C90E6F"/>
    <w:rsid w:val="00C90E7B"/>
    <w:rsid w:val="00C91242"/>
    <w:rsid w:val="00C91698"/>
    <w:rsid w:val="00C92439"/>
    <w:rsid w:val="00C92472"/>
    <w:rsid w:val="00C925FF"/>
    <w:rsid w:val="00C92859"/>
    <w:rsid w:val="00C92FC8"/>
    <w:rsid w:val="00C93469"/>
    <w:rsid w:val="00C939B5"/>
    <w:rsid w:val="00C93DD6"/>
    <w:rsid w:val="00C94AB8"/>
    <w:rsid w:val="00C94D97"/>
    <w:rsid w:val="00C95A40"/>
    <w:rsid w:val="00C95E2B"/>
    <w:rsid w:val="00C96161"/>
    <w:rsid w:val="00C96690"/>
    <w:rsid w:val="00C972C4"/>
    <w:rsid w:val="00C97599"/>
    <w:rsid w:val="00C97D89"/>
    <w:rsid w:val="00CA02D1"/>
    <w:rsid w:val="00CA0DC8"/>
    <w:rsid w:val="00CA1A62"/>
    <w:rsid w:val="00CA3C50"/>
    <w:rsid w:val="00CA4055"/>
    <w:rsid w:val="00CA405C"/>
    <w:rsid w:val="00CA412E"/>
    <w:rsid w:val="00CA54A4"/>
    <w:rsid w:val="00CA55F9"/>
    <w:rsid w:val="00CA589D"/>
    <w:rsid w:val="00CA59F2"/>
    <w:rsid w:val="00CA68E3"/>
    <w:rsid w:val="00CA6B32"/>
    <w:rsid w:val="00CA7317"/>
    <w:rsid w:val="00CA76F6"/>
    <w:rsid w:val="00CA7935"/>
    <w:rsid w:val="00CB0A95"/>
    <w:rsid w:val="00CB3296"/>
    <w:rsid w:val="00CB38FA"/>
    <w:rsid w:val="00CB3E04"/>
    <w:rsid w:val="00CB4015"/>
    <w:rsid w:val="00CB4663"/>
    <w:rsid w:val="00CB4BF5"/>
    <w:rsid w:val="00CB5C77"/>
    <w:rsid w:val="00CB6350"/>
    <w:rsid w:val="00CB7179"/>
    <w:rsid w:val="00CB74F1"/>
    <w:rsid w:val="00CB7538"/>
    <w:rsid w:val="00CB7692"/>
    <w:rsid w:val="00CC03A2"/>
    <w:rsid w:val="00CC03C7"/>
    <w:rsid w:val="00CC0820"/>
    <w:rsid w:val="00CC1F9F"/>
    <w:rsid w:val="00CC2C3F"/>
    <w:rsid w:val="00CC43EE"/>
    <w:rsid w:val="00CC44D7"/>
    <w:rsid w:val="00CC4AEB"/>
    <w:rsid w:val="00CC4E90"/>
    <w:rsid w:val="00CC5987"/>
    <w:rsid w:val="00CC5E30"/>
    <w:rsid w:val="00CC619C"/>
    <w:rsid w:val="00CC64AA"/>
    <w:rsid w:val="00CC6610"/>
    <w:rsid w:val="00CC68CA"/>
    <w:rsid w:val="00CC6A9B"/>
    <w:rsid w:val="00CC6BC2"/>
    <w:rsid w:val="00CC6CC3"/>
    <w:rsid w:val="00CC6CFB"/>
    <w:rsid w:val="00CC7A19"/>
    <w:rsid w:val="00CC7A45"/>
    <w:rsid w:val="00CD14EF"/>
    <w:rsid w:val="00CD1505"/>
    <w:rsid w:val="00CD1546"/>
    <w:rsid w:val="00CD167E"/>
    <w:rsid w:val="00CD167F"/>
    <w:rsid w:val="00CD1B16"/>
    <w:rsid w:val="00CD1B51"/>
    <w:rsid w:val="00CD34E1"/>
    <w:rsid w:val="00CD357D"/>
    <w:rsid w:val="00CD39F6"/>
    <w:rsid w:val="00CD3EE4"/>
    <w:rsid w:val="00CD4B25"/>
    <w:rsid w:val="00CD52B9"/>
    <w:rsid w:val="00CD54F6"/>
    <w:rsid w:val="00CD5508"/>
    <w:rsid w:val="00CD5628"/>
    <w:rsid w:val="00CD5CD6"/>
    <w:rsid w:val="00CD629A"/>
    <w:rsid w:val="00CD69B8"/>
    <w:rsid w:val="00CD6A2D"/>
    <w:rsid w:val="00CD70CF"/>
    <w:rsid w:val="00CD77CA"/>
    <w:rsid w:val="00CD7E55"/>
    <w:rsid w:val="00CE0178"/>
    <w:rsid w:val="00CE054F"/>
    <w:rsid w:val="00CE10C1"/>
    <w:rsid w:val="00CE1992"/>
    <w:rsid w:val="00CE2122"/>
    <w:rsid w:val="00CE27AC"/>
    <w:rsid w:val="00CE2E96"/>
    <w:rsid w:val="00CE2F8E"/>
    <w:rsid w:val="00CE3274"/>
    <w:rsid w:val="00CE34E3"/>
    <w:rsid w:val="00CE3E70"/>
    <w:rsid w:val="00CE41A8"/>
    <w:rsid w:val="00CE4515"/>
    <w:rsid w:val="00CE501A"/>
    <w:rsid w:val="00CE58A2"/>
    <w:rsid w:val="00CE5CB5"/>
    <w:rsid w:val="00CE6574"/>
    <w:rsid w:val="00CE7A3E"/>
    <w:rsid w:val="00CF060D"/>
    <w:rsid w:val="00CF1527"/>
    <w:rsid w:val="00CF1661"/>
    <w:rsid w:val="00CF21B2"/>
    <w:rsid w:val="00CF253B"/>
    <w:rsid w:val="00CF2751"/>
    <w:rsid w:val="00CF2D51"/>
    <w:rsid w:val="00CF3739"/>
    <w:rsid w:val="00CF3A44"/>
    <w:rsid w:val="00CF3FFE"/>
    <w:rsid w:val="00CF4B75"/>
    <w:rsid w:val="00CF4BF8"/>
    <w:rsid w:val="00CF5AD7"/>
    <w:rsid w:val="00CF5B8C"/>
    <w:rsid w:val="00CF5DA1"/>
    <w:rsid w:val="00CF5ECD"/>
    <w:rsid w:val="00CF60C0"/>
    <w:rsid w:val="00CF6E8B"/>
    <w:rsid w:val="00CF7225"/>
    <w:rsid w:val="00CF746D"/>
    <w:rsid w:val="00CF77A4"/>
    <w:rsid w:val="00CF79E5"/>
    <w:rsid w:val="00D00786"/>
    <w:rsid w:val="00D00886"/>
    <w:rsid w:val="00D00F42"/>
    <w:rsid w:val="00D01104"/>
    <w:rsid w:val="00D01121"/>
    <w:rsid w:val="00D0172B"/>
    <w:rsid w:val="00D01751"/>
    <w:rsid w:val="00D01CB2"/>
    <w:rsid w:val="00D02549"/>
    <w:rsid w:val="00D025B1"/>
    <w:rsid w:val="00D02C05"/>
    <w:rsid w:val="00D03A65"/>
    <w:rsid w:val="00D03C4D"/>
    <w:rsid w:val="00D04682"/>
    <w:rsid w:val="00D04A66"/>
    <w:rsid w:val="00D054BD"/>
    <w:rsid w:val="00D0550D"/>
    <w:rsid w:val="00D0579E"/>
    <w:rsid w:val="00D0605B"/>
    <w:rsid w:val="00D07771"/>
    <w:rsid w:val="00D07BA7"/>
    <w:rsid w:val="00D07E5A"/>
    <w:rsid w:val="00D10171"/>
    <w:rsid w:val="00D10D9E"/>
    <w:rsid w:val="00D115B8"/>
    <w:rsid w:val="00D1179C"/>
    <w:rsid w:val="00D13213"/>
    <w:rsid w:val="00D13E07"/>
    <w:rsid w:val="00D13EB1"/>
    <w:rsid w:val="00D14181"/>
    <w:rsid w:val="00D1465C"/>
    <w:rsid w:val="00D149E3"/>
    <w:rsid w:val="00D14D82"/>
    <w:rsid w:val="00D1513C"/>
    <w:rsid w:val="00D1549C"/>
    <w:rsid w:val="00D15DAC"/>
    <w:rsid w:val="00D168CA"/>
    <w:rsid w:val="00D16ADF"/>
    <w:rsid w:val="00D17C08"/>
    <w:rsid w:val="00D20103"/>
    <w:rsid w:val="00D203C0"/>
    <w:rsid w:val="00D20A2B"/>
    <w:rsid w:val="00D20BED"/>
    <w:rsid w:val="00D20C65"/>
    <w:rsid w:val="00D20E22"/>
    <w:rsid w:val="00D20ED1"/>
    <w:rsid w:val="00D2109C"/>
    <w:rsid w:val="00D21596"/>
    <w:rsid w:val="00D21E23"/>
    <w:rsid w:val="00D2215A"/>
    <w:rsid w:val="00D2258B"/>
    <w:rsid w:val="00D22603"/>
    <w:rsid w:val="00D22671"/>
    <w:rsid w:val="00D229DC"/>
    <w:rsid w:val="00D2333E"/>
    <w:rsid w:val="00D2335F"/>
    <w:rsid w:val="00D234D9"/>
    <w:rsid w:val="00D23724"/>
    <w:rsid w:val="00D24786"/>
    <w:rsid w:val="00D248C3"/>
    <w:rsid w:val="00D24EDD"/>
    <w:rsid w:val="00D26A4D"/>
    <w:rsid w:val="00D27D2A"/>
    <w:rsid w:val="00D27E92"/>
    <w:rsid w:val="00D30176"/>
    <w:rsid w:val="00D30F21"/>
    <w:rsid w:val="00D31676"/>
    <w:rsid w:val="00D324D5"/>
    <w:rsid w:val="00D325BC"/>
    <w:rsid w:val="00D32840"/>
    <w:rsid w:val="00D32F81"/>
    <w:rsid w:val="00D338BF"/>
    <w:rsid w:val="00D33AAD"/>
    <w:rsid w:val="00D33D77"/>
    <w:rsid w:val="00D356D2"/>
    <w:rsid w:val="00D359E8"/>
    <w:rsid w:val="00D35A5F"/>
    <w:rsid w:val="00D37199"/>
    <w:rsid w:val="00D3719D"/>
    <w:rsid w:val="00D40A67"/>
    <w:rsid w:val="00D4124A"/>
    <w:rsid w:val="00D417A6"/>
    <w:rsid w:val="00D41A0C"/>
    <w:rsid w:val="00D41D0E"/>
    <w:rsid w:val="00D41DE9"/>
    <w:rsid w:val="00D41FEC"/>
    <w:rsid w:val="00D42E88"/>
    <w:rsid w:val="00D42E8B"/>
    <w:rsid w:val="00D431C5"/>
    <w:rsid w:val="00D43DC8"/>
    <w:rsid w:val="00D44E24"/>
    <w:rsid w:val="00D450AA"/>
    <w:rsid w:val="00D45AB2"/>
    <w:rsid w:val="00D509F0"/>
    <w:rsid w:val="00D51AAC"/>
    <w:rsid w:val="00D51FD5"/>
    <w:rsid w:val="00D522B4"/>
    <w:rsid w:val="00D5305E"/>
    <w:rsid w:val="00D53E3D"/>
    <w:rsid w:val="00D542B2"/>
    <w:rsid w:val="00D5447B"/>
    <w:rsid w:val="00D550EC"/>
    <w:rsid w:val="00D55654"/>
    <w:rsid w:val="00D55A48"/>
    <w:rsid w:val="00D55C10"/>
    <w:rsid w:val="00D55D04"/>
    <w:rsid w:val="00D55D74"/>
    <w:rsid w:val="00D562A7"/>
    <w:rsid w:val="00D57773"/>
    <w:rsid w:val="00D609C0"/>
    <w:rsid w:val="00D60DB0"/>
    <w:rsid w:val="00D62002"/>
    <w:rsid w:val="00D62162"/>
    <w:rsid w:val="00D62175"/>
    <w:rsid w:val="00D625C4"/>
    <w:rsid w:val="00D62A8A"/>
    <w:rsid w:val="00D63072"/>
    <w:rsid w:val="00D630EB"/>
    <w:rsid w:val="00D639D6"/>
    <w:rsid w:val="00D64155"/>
    <w:rsid w:val="00D64732"/>
    <w:rsid w:val="00D64EE9"/>
    <w:rsid w:val="00D64F14"/>
    <w:rsid w:val="00D6560D"/>
    <w:rsid w:val="00D661DA"/>
    <w:rsid w:val="00D66511"/>
    <w:rsid w:val="00D672DF"/>
    <w:rsid w:val="00D67DE6"/>
    <w:rsid w:val="00D67F88"/>
    <w:rsid w:val="00D70E87"/>
    <w:rsid w:val="00D7164F"/>
    <w:rsid w:val="00D717CF"/>
    <w:rsid w:val="00D71CF9"/>
    <w:rsid w:val="00D71D49"/>
    <w:rsid w:val="00D71F5C"/>
    <w:rsid w:val="00D725C3"/>
    <w:rsid w:val="00D7281E"/>
    <w:rsid w:val="00D7301E"/>
    <w:rsid w:val="00D7315C"/>
    <w:rsid w:val="00D7354B"/>
    <w:rsid w:val="00D73DCD"/>
    <w:rsid w:val="00D73FAF"/>
    <w:rsid w:val="00D73FBA"/>
    <w:rsid w:val="00D74731"/>
    <w:rsid w:val="00D7530D"/>
    <w:rsid w:val="00D767F4"/>
    <w:rsid w:val="00D76CF0"/>
    <w:rsid w:val="00D76DF0"/>
    <w:rsid w:val="00D772E2"/>
    <w:rsid w:val="00D77361"/>
    <w:rsid w:val="00D7755F"/>
    <w:rsid w:val="00D77A32"/>
    <w:rsid w:val="00D803A3"/>
    <w:rsid w:val="00D806E8"/>
    <w:rsid w:val="00D80C31"/>
    <w:rsid w:val="00D80D51"/>
    <w:rsid w:val="00D810D6"/>
    <w:rsid w:val="00D81B54"/>
    <w:rsid w:val="00D81F8B"/>
    <w:rsid w:val="00D81FCD"/>
    <w:rsid w:val="00D825D4"/>
    <w:rsid w:val="00D82662"/>
    <w:rsid w:val="00D8279F"/>
    <w:rsid w:val="00D8480D"/>
    <w:rsid w:val="00D86082"/>
    <w:rsid w:val="00D867A8"/>
    <w:rsid w:val="00D86B8E"/>
    <w:rsid w:val="00D86CEC"/>
    <w:rsid w:val="00D8745A"/>
    <w:rsid w:val="00D87FA8"/>
    <w:rsid w:val="00D908A3"/>
    <w:rsid w:val="00D91201"/>
    <w:rsid w:val="00D91CE0"/>
    <w:rsid w:val="00D92D28"/>
    <w:rsid w:val="00D93817"/>
    <w:rsid w:val="00D94F3C"/>
    <w:rsid w:val="00D954D8"/>
    <w:rsid w:val="00D95500"/>
    <w:rsid w:val="00D957CA"/>
    <w:rsid w:val="00D95F1E"/>
    <w:rsid w:val="00D96391"/>
    <w:rsid w:val="00D96529"/>
    <w:rsid w:val="00D96FBB"/>
    <w:rsid w:val="00D96FFA"/>
    <w:rsid w:val="00DA0761"/>
    <w:rsid w:val="00DA0ADB"/>
    <w:rsid w:val="00DA157F"/>
    <w:rsid w:val="00DA1BE8"/>
    <w:rsid w:val="00DA2B4C"/>
    <w:rsid w:val="00DA2EE6"/>
    <w:rsid w:val="00DA3199"/>
    <w:rsid w:val="00DA3275"/>
    <w:rsid w:val="00DA3F50"/>
    <w:rsid w:val="00DA41B3"/>
    <w:rsid w:val="00DA43B8"/>
    <w:rsid w:val="00DA4D7C"/>
    <w:rsid w:val="00DA5253"/>
    <w:rsid w:val="00DA5341"/>
    <w:rsid w:val="00DA59F6"/>
    <w:rsid w:val="00DA5E32"/>
    <w:rsid w:val="00DA625E"/>
    <w:rsid w:val="00DA6337"/>
    <w:rsid w:val="00DA6CCF"/>
    <w:rsid w:val="00DA6CE6"/>
    <w:rsid w:val="00DA73C6"/>
    <w:rsid w:val="00DB01BB"/>
    <w:rsid w:val="00DB0706"/>
    <w:rsid w:val="00DB0799"/>
    <w:rsid w:val="00DB09BF"/>
    <w:rsid w:val="00DB1A7E"/>
    <w:rsid w:val="00DB1F58"/>
    <w:rsid w:val="00DB2492"/>
    <w:rsid w:val="00DB2844"/>
    <w:rsid w:val="00DB328A"/>
    <w:rsid w:val="00DB3A72"/>
    <w:rsid w:val="00DB4462"/>
    <w:rsid w:val="00DB4816"/>
    <w:rsid w:val="00DB483F"/>
    <w:rsid w:val="00DB48D8"/>
    <w:rsid w:val="00DB4C83"/>
    <w:rsid w:val="00DB4EEF"/>
    <w:rsid w:val="00DB6325"/>
    <w:rsid w:val="00DB63E2"/>
    <w:rsid w:val="00DB647A"/>
    <w:rsid w:val="00DB64C4"/>
    <w:rsid w:val="00DB77D9"/>
    <w:rsid w:val="00DC0449"/>
    <w:rsid w:val="00DC0B03"/>
    <w:rsid w:val="00DC1808"/>
    <w:rsid w:val="00DC278C"/>
    <w:rsid w:val="00DC2C6C"/>
    <w:rsid w:val="00DC359F"/>
    <w:rsid w:val="00DC7731"/>
    <w:rsid w:val="00DD02D1"/>
    <w:rsid w:val="00DD0F50"/>
    <w:rsid w:val="00DD0F9D"/>
    <w:rsid w:val="00DD0FB2"/>
    <w:rsid w:val="00DD10E3"/>
    <w:rsid w:val="00DD1816"/>
    <w:rsid w:val="00DD1A80"/>
    <w:rsid w:val="00DD2290"/>
    <w:rsid w:val="00DD2644"/>
    <w:rsid w:val="00DD3127"/>
    <w:rsid w:val="00DD313F"/>
    <w:rsid w:val="00DD37DC"/>
    <w:rsid w:val="00DD46F7"/>
    <w:rsid w:val="00DD5F84"/>
    <w:rsid w:val="00DD6106"/>
    <w:rsid w:val="00DD70E1"/>
    <w:rsid w:val="00DD7C17"/>
    <w:rsid w:val="00DE04EB"/>
    <w:rsid w:val="00DE0EFC"/>
    <w:rsid w:val="00DE31C9"/>
    <w:rsid w:val="00DE3325"/>
    <w:rsid w:val="00DE3A47"/>
    <w:rsid w:val="00DE40FD"/>
    <w:rsid w:val="00DE456F"/>
    <w:rsid w:val="00DE54DE"/>
    <w:rsid w:val="00DE581E"/>
    <w:rsid w:val="00DE5C17"/>
    <w:rsid w:val="00DE70BA"/>
    <w:rsid w:val="00DE7DE6"/>
    <w:rsid w:val="00DE7DF2"/>
    <w:rsid w:val="00DF0447"/>
    <w:rsid w:val="00DF153B"/>
    <w:rsid w:val="00DF1D67"/>
    <w:rsid w:val="00DF2331"/>
    <w:rsid w:val="00DF29C5"/>
    <w:rsid w:val="00DF3523"/>
    <w:rsid w:val="00DF37F6"/>
    <w:rsid w:val="00DF3ADB"/>
    <w:rsid w:val="00DF3EEB"/>
    <w:rsid w:val="00DF3F3A"/>
    <w:rsid w:val="00DF4F8D"/>
    <w:rsid w:val="00DF508A"/>
    <w:rsid w:val="00DF5E76"/>
    <w:rsid w:val="00DF6E00"/>
    <w:rsid w:val="00DF701A"/>
    <w:rsid w:val="00DF73A6"/>
    <w:rsid w:val="00DF7A1A"/>
    <w:rsid w:val="00E007AC"/>
    <w:rsid w:val="00E00DFC"/>
    <w:rsid w:val="00E01367"/>
    <w:rsid w:val="00E01675"/>
    <w:rsid w:val="00E039D5"/>
    <w:rsid w:val="00E04980"/>
    <w:rsid w:val="00E04AB7"/>
    <w:rsid w:val="00E057FF"/>
    <w:rsid w:val="00E05A6C"/>
    <w:rsid w:val="00E05CD1"/>
    <w:rsid w:val="00E05E5E"/>
    <w:rsid w:val="00E05F37"/>
    <w:rsid w:val="00E0615D"/>
    <w:rsid w:val="00E064E0"/>
    <w:rsid w:val="00E06604"/>
    <w:rsid w:val="00E069D8"/>
    <w:rsid w:val="00E06AA0"/>
    <w:rsid w:val="00E06B21"/>
    <w:rsid w:val="00E06C54"/>
    <w:rsid w:val="00E070BC"/>
    <w:rsid w:val="00E07E74"/>
    <w:rsid w:val="00E107FC"/>
    <w:rsid w:val="00E11DBD"/>
    <w:rsid w:val="00E12A15"/>
    <w:rsid w:val="00E133B0"/>
    <w:rsid w:val="00E141B1"/>
    <w:rsid w:val="00E145D0"/>
    <w:rsid w:val="00E14691"/>
    <w:rsid w:val="00E14E7A"/>
    <w:rsid w:val="00E158C8"/>
    <w:rsid w:val="00E15EE6"/>
    <w:rsid w:val="00E165F5"/>
    <w:rsid w:val="00E166F1"/>
    <w:rsid w:val="00E16F81"/>
    <w:rsid w:val="00E16FA3"/>
    <w:rsid w:val="00E17215"/>
    <w:rsid w:val="00E20A3E"/>
    <w:rsid w:val="00E21CE0"/>
    <w:rsid w:val="00E21D34"/>
    <w:rsid w:val="00E21EBC"/>
    <w:rsid w:val="00E22B71"/>
    <w:rsid w:val="00E2469C"/>
    <w:rsid w:val="00E24803"/>
    <w:rsid w:val="00E2584C"/>
    <w:rsid w:val="00E26C8A"/>
    <w:rsid w:val="00E26F0D"/>
    <w:rsid w:val="00E2711B"/>
    <w:rsid w:val="00E279FF"/>
    <w:rsid w:val="00E308F7"/>
    <w:rsid w:val="00E31224"/>
    <w:rsid w:val="00E31292"/>
    <w:rsid w:val="00E31EA5"/>
    <w:rsid w:val="00E32279"/>
    <w:rsid w:val="00E322C6"/>
    <w:rsid w:val="00E32335"/>
    <w:rsid w:val="00E32A22"/>
    <w:rsid w:val="00E32D44"/>
    <w:rsid w:val="00E33084"/>
    <w:rsid w:val="00E333CE"/>
    <w:rsid w:val="00E33643"/>
    <w:rsid w:val="00E3460E"/>
    <w:rsid w:val="00E36EED"/>
    <w:rsid w:val="00E36F7F"/>
    <w:rsid w:val="00E374EE"/>
    <w:rsid w:val="00E37CFF"/>
    <w:rsid w:val="00E37E42"/>
    <w:rsid w:val="00E37F44"/>
    <w:rsid w:val="00E40002"/>
    <w:rsid w:val="00E40DB2"/>
    <w:rsid w:val="00E40EC6"/>
    <w:rsid w:val="00E40F67"/>
    <w:rsid w:val="00E411BD"/>
    <w:rsid w:val="00E41886"/>
    <w:rsid w:val="00E41FF9"/>
    <w:rsid w:val="00E421DC"/>
    <w:rsid w:val="00E4236F"/>
    <w:rsid w:val="00E42B74"/>
    <w:rsid w:val="00E43C3F"/>
    <w:rsid w:val="00E44387"/>
    <w:rsid w:val="00E44939"/>
    <w:rsid w:val="00E44F1D"/>
    <w:rsid w:val="00E45483"/>
    <w:rsid w:val="00E4585D"/>
    <w:rsid w:val="00E459AE"/>
    <w:rsid w:val="00E45DE0"/>
    <w:rsid w:val="00E45E67"/>
    <w:rsid w:val="00E4713C"/>
    <w:rsid w:val="00E476D1"/>
    <w:rsid w:val="00E47BA0"/>
    <w:rsid w:val="00E47C7D"/>
    <w:rsid w:val="00E47E7F"/>
    <w:rsid w:val="00E50019"/>
    <w:rsid w:val="00E50255"/>
    <w:rsid w:val="00E50564"/>
    <w:rsid w:val="00E508C0"/>
    <w:rsid w:val="00E50C2D"/>
    <w:rsid w:val="00E50C54"/>
    <w:rsid w:val="00E50EC6"/>
    <w:rsid w:val="00E5193C"/>
    <w:rsid w:val="00E51CD9"/>
    <w:rsid w:val="00E51D44"/>
    <w:rsid w:val="00E51EAE"/>
    <w:rsid w:val="00E529BA"/>
    <w:rsid w:val="00E52B59"/>
    <w:rsid w:val="00E53180"/>
    <w:rsid w:val="00E533F8"/>
    <w:rsid w:val="00E53501"/>
    <w:rsid w:val="00E53C85"/>
    <w:rsid w:val="00E53E99"/>
    <w:rsid w:val="00E543A0"/>
    <w:rsid w:val="00E548EA"/>
    <w:rsid w:val="00E54DA8"/>
    <w:rsid w:val="00E54DED"/>
    <w:rsid w:val="00E556EB"/>
    <w:rsid w:val="00E561BE"/>
    <w:rsid w:val="00E56419"/>
    <w:rsid w:val="00E566DD"/>
    <w:rsid w:val="00E56789"/>
    <w:rsid w:val="00E56FA9"/>
    <w:rsid w:val="00E60037"/>
    <w:rsid w:val="00E60367"/>
    <w:rsid w:val="00E611CA"/>
    <w:rsid w:val="00E613E5"/>
    <w:rsid w:val="00E61580"/>
    <w:rsid w:val="00E61923"/>
    <w:rsid w:val="00E61BBF"/>
    <w:rsid w:val="00E62013"/>
    <w:rsid w:val="00E6242E"/>
    <w:rsid w:val="00E629D2"/>
    <w:rsid w:val="00E62CA1"/>
    <w:rsid w:val="00E631FF"/>
    <w:rsid w:val="00E63272"/>
    <w:rsid w:val="00E63D73"/>
    <w:rsid w:val="00E63FBA"/>
    <w:rsid w:val="00E64C2D"/>
    <w:rsid w:val="00E65198"/>
    <w:rsid w:val="00E651CF"/>
    <w:rsid w:val="00E660A3"/>
    <w:rsid w:val="00E660B9"/>
    <w:rsid w:val="00E66396"/>
    <w:rsid w:val="00E6677B"/>
    <w:rsid w:val="00E668CD"/>
    <w:rsid w:val="00E66A9E"/>
    <w:rsid w:val="00E67848"/>
    <w:rsid w:val="00E67A00"/>
    <w:rsid w:val="00E67CA8"/>
    <w:rsid w:val="00E707F0"/>
    <w:rsid w:val="00E70CCB"/>
    <w:rsid w:val="00E70D3E"/>
    <w:rsid w:val="00E70E42"/>
    <w:rsid w:val="00E70E60"/>
    <w:rsid w:val="00E71136"/>
    <w:rsid w:val="00E7123A"/>
    <w:rsid w:val="00E71F82"/>
    <w:rsid w:val="00E72C1A"/>
    <w:rsid w:val="00E731DC"/>
    <w:rsid w:val="00E73216"/>
    <w:rsid w:val="00E735F1"/>
    <w:rsid w:val="00E73A76"/>
    <w:rsid w:val="00E73DA3"/>
    <w:rsid w:val="00E73F2E"/>
    <w:rsid w:val="00E75507"/>
    <w:rsid w:val="00E7574A"/>
    <w:rsid w:val="00E75B40"/>
    <w:rsid w:val="00E763E0"/>
    <w:rsid w:val="00E76D46"/>
    <w:rsid w:val="00E77716"/>
    <w:rsid w:val="00E779B3"/>
    <w:rsid w:val="00E81A2E"/>
    <w:rsid w:val="00E81A8C"/>
    <w:rsid w:val="00E81E9B"/>
    <w:rsid w:val="00E821FD"/>
    <w:rsid w:val="00E827B8"/>
    <w:rsid w:val="00E827C0"/>
    <w:rsid w:val="00E82CEA"/>
    <w:rsid w:val="00E82FF6"/>
    <w:rsid w:val="00E832D6"/>
    <w:rsid w:val="00E83567"/>
    <w:rsid w:val="00E843E0"/>
    <w:rsid w:val="00E84E96"/>
    <w:rsid w:val="00E85180"/>
    <w:rsid w:val="00E86B69"/>
    <w:rsid w:val="00E86E5A"/>
    <w:rsid w:val="00E8705B"/>
    <w:rsid w:val="00E877B1"/>
    <w:rsid w:val="00E87FB6"/>
    <w:rsid w:val="00E90E39"/>
    <w:rsid w:val="00E916E1"/>
    <w:rsid w:val="00E91E58"/>
    <w:rsid w:val="00E91FE8"/>
    <w:rsid w:val="00E92EDD"/>
    <w:rsid w:val="00E930C5"/>
    <w:rsid w:val="00E93289"/>
    <w:rsid w:val="00E935B7"/>
    <w:rsid w:val="00E9397A"/>
    <w:rsid w:val="00E94478"/>
    <w:rsid w:val="00E94915"/>
    <w:rsid w:val="00E956CF"/>
    <w:rsid w:val="00E96A49"/>
    <w:rsid w:val="00E9725B"/>
    <w:rsid w:val="00E973A1"/>
    <w:rsid w:val="00E974FB"/>
    <w:rsid w:val="00E97DBE"/>
    <w:rsid w:val="00EA12A4"/>
    <w:rsid w:val="00EA1D19"/>
    <w:rsid w:val="00EA21D0"/>
    <w:rsid w:val="00EA3749"/>
    <w:rsid w:val="00EA4ADD"/>
    <w:rsid w:val="00EA6C90"/>
    <w:rsid w:val="00EA7412"/>
    <w:rsid w:val="00EA7557"/>
    <w:rsid w:val="00EA75C5"/>
    <w:rsid w:val="00EA773E"/>
    <w:rsid w:val="00EA7D70"/>
    <w:rsid w:val="00EA7FEB"/>
    <w:rsid w:val="00EB1603"/>
    <w:rsid w:val="00EB19B7"/>
    <w:rsid w:val="00EB1EB4"/>
    <w:rsid w:val="00EB2877"/>
    <w:rsid w:val="00EB29EE"/>
    <w:rsid w:val="00EB2ADD"/>
    <w:rsid w:val="00EB30FD"/>
    <w:rsid w:val="00EB3123"/>
    <w:rsid w:val="00EB33B1"/>
    <w:rsid w:val="00EB37DC"/>
    <w:rsid w:val="00EB37EB"/>
    <w:rsid w:val="00EB3A69"/>
    <w:rsid w:val="00EB49ED"/>
    <w:rsid w:val="00EB5D45"/>
    <w:rsid w:val="00EB6044"/>
    <w:rsid w:val="00EB65B1"/>
    <w:rsid w:val="00EB679C"/>
    <w:rsid w:val="00EB700B"/>
    <w:rsid w:val="00EB7652"/>
    <w:rsid w:val="00EB791A"/>
    <w:rsid w:val="00EC0106"/>
    <w:rsid w:val="00EC0768"/>
    <w:rsid w:val="00EC0BD8"/>
    <w:rsid w:val="00EC0E3B"/>
    <w:rsid w:val="00EC0E80"/>
    <w:rsid w:val="00EC11E6"/>
    <w:rsid w:val="00EC2B13"/>
    <w:rsid w:val="00EC37F7"/>
    <w:rsid w:val="00EC3968"/>
    <w:rsid w:val="00EC3F0E"/>
    <w:rsid w:val="00EC4102"/>
    <w:rsid w:val="00EC438D"/>
    <w:rsid w:val="00EC456D"/>
    <w:rsid w:val="00EC4A36"/>
    <w:rsid w:val="00EC586C"/>
    <w:rsid w:val="00EC684C"/>
    <w:rsid w:val="00EC7ECD"/>
    <w:rsid w:val="00ED0F74"/>
    <w:rsid w:val="00ED1557"/>
    <w:rsid w:val="00ED190E"/>
    <w:rsid w:val="00ED1AFE"/>
    <w:rsid w:val="00ED1E5A"/>
    <w:rsid w:val="00ED2B4D"/>
    <w:rsid w:val="00ED2D78"/>
    <w:rsid w:val="00ED2DDA"/>
    <w:rsid w:val="00ED3BC3"/>
    <w:rsid w:val="00ED5493"/>
    <w:rsid w:val="00ED6502"/>
    <w:rsid w:val="00ED6EEE"/>
    <w:rsid w:val="00ED7127"/>
    <w:rsid w:val="00EE040F"/>
    <w:rsid w:val="00EE066B"/>
    <w:rsid w:val="00EE0C32"/>
    <w:rsid w:val="00EE1072"/>
    <w:rsid w:val="00EE181E"/>
    <w:rsid w:val="00EE1FBA"/>
    <w:rsid w:val="00EE20C1"/>
    <w:rsid w:val="00EE3E11"/>
    <w:rsid w:val="00EE4325"/>
    <w:rsid w:val="00EE48EB"/>
    <w:rsid w:val="00EE5122"/>
    <w:rsid w:val="00EE52D1"/>
    <w:rsid w:val="00EE5F93"/>
    <w:rsid w:val="00EE6943"/>
    <w:rsid w:val="00EE71BE"/>
    <w:rsid w:val="00EE730D"/>
    <w:rsid w:val="00EF01B7"/>
    <w:rsid w:val="00EF07AB"/>
    <w:rsid w:val="00EF07F5"/>
    <w:rsid w:val="00EF0BC2"/>
    <w:rsid w:val="00EF0EF7"/>
    <w:rsid w:val="00EF17D7"/>
    <w:rsid w:val="00EF1B7E"/>
    <w:rsid w:val="00EF1C1C"/>
    <w:rsid w:val="00EF243F"/>
    <w:rsid w:val="00EF244E"/>
    <w:rsid w:val="00EF26FC"/>
    <w:rsid w:val="00EF293C"/>
    <w:rsid w:val="00EF2EA9"/>
    <w:rsid w:val="00EF39B8"/>
    <w:rsid w:val="00EF3CA7"/>
    <w:rsid w:val="00EF4279"/>
    <w:rsid w:val="00EF45D9"/>
    <w:rsid w:val="00EF48B9"/>
    <w:rsid w:val="00EF4A8F"/>
    <w:rsid w:val="00EF6C56"/>
    <w:rsid w:val="00EF715E"/>
    <w:rsid w:val="00EF7194"/>
    <w:rsid w:val="00EF7767"/>
    <w:rsid w:val="00EF7A4F"/>
    <w:rsid w:val="00EF7D2E"/>
    <w:rsid w:val="00F00FA9"/>
    <w:rsid w:val="00F01648"/>
    <w:rsid w:val="00F02955"/>
    <w:rsid w:val="00F02CBD"/>
    <w:rsid w:val="00F02EE1"/>
    <w:rsid w:val="00F0352D"/>
    <w:rsid w:val="00F04024"/>
    <w:rsid w:val="00F0416E"/>
    <w:rsid w:val="00F04774"/>
    <w:rsid w:val="00F0580C"/>
    <w:rsid w:val="00F05AC4"/>
    <w:rsid w:val="00F05BC2"/>
    <w:rsid w:val="00F070FC"/>
    <w:rsid w:val="00F0712F"/>
    <w:rsid w:val="00F07156"/>
    <w:rsid w:val="00F07E32"/>
    <w:rsid w:val="00F10008"/>
    <w:rsid w:val="00F10726"/>
    <w:rsid w:val="00F11D52"/>
    <w:rsid w:val="00F11F30"/>
    <w:rsid w:val="00F123E0"/>
    <w:rsid w:val="00F12510"/>
    <w:rsid w:val="00F12C58"/>
    <w:rsid w:val="00F139CF"/>
    <w:rsid w:val="00F13E8C"/>
    <w:rsid w:val="00F13F81"/>
    <w:rsid w:val="00F1490B"/>
    <w:rsid w:val="00F14936"/>
    <w:rsid w:val="00F15608"/>
    <w:rsid w:val="00F15A49"/>
    <w:rsid w:val="00F15C8A"/>
    <w:rsid w:val="00F168F4"/>
    <w:rsid w:val="00F16D51"/>
    <w:rsid w:val="00F17840"/>
    <w:rsid w:val="00F178B5"/>
    <w:rsid w:val="00F17949"/>
    <w:rsid w:val="00F17FE1"/>
    <w:rsid w:val="00F20747"/>
    <w:rsid w:val="00F209E5"/>
    <w:rsid w:val="00F20AD3"/>
    <w:rsid w:val="00F20B64"/>
    <w:rsid w:val="00F2123E"/>
    <w:rsid w:val="00F2151D"/>
    <w:rsid w:val="00F21542"/>
    <w:rsid w:val="00F21FE3"/>
    <w:rsid w:val="00F22C38"/>
    <w:rsid w:val="00F22C3E"/>
    <w:rsid w:val="00F22DA2"/>
    <w:rsid w:val="00F23D8B"/>
    <w:rsid w:val="00F240A4"/>
    <w:rsid w:val="00F24610"/>
    <w:rsid w:val="00F24B66"/>
    <w:rsid w:val="00F27001"/>
    <w:rsid w:val="00F276D2"/>
    <w:rsid w:val="00F278CF"/>
    <w:rsid w:val="00F27957"/>
    <w:rsid w:val="00F305E7"/>
    <w:rsid w:val="00F30900"/>
    <w:rsid w:val="00F3180C"/>
    <w:rsid w:val="00F31851"/>
    <w:rsid w:val="00F318BA"/>
    <w:rsid w:val="00F31B13"/>
    <w:rsid w:val="00F3260C"/>
    <w:rsid w:val="00F32E41"/>
    <w:rsid w:val="00F34133"/>
    <w:rsid w:val="00F34360"/>
    <w:rsid w:val="00F34B41"/>
    <w:rsid w:val="00F3502B"/>
    <w:rsid w:val="00F365DD"/>
    <w:rsid w:val="00F369E1"/>
    <w:rsid w:val="00F36BD9"/>
    <w:rsid w:val="00F36F0D"/>
    <w:rsid w:val="00F37A9E"/>
    <w:rsid w:val="00F37B47"/>
    <w:rsid w:val="00F37DAC"/>
    <w:rsid w:val="00F40BC6"/>
    <w:rsid w:val="00F41598"/>
    <w:rsid w:val="00F41DA8"/>
    <w:rsid w:val="00F420D9"/>
    <w:rsid w:val="00F421AA"/>
    <w:rsid w:val="00F42394"/>
    <w:rsid w:val="00F427B4"/>
    <w:rsid w:val="00F4291D"/>
    <w:rsid w:val="00F42B09"/>
    <w:rsid w:val="00F431F9"/>
    <w:rsid w:val="00F43F44"/>
    <w:rsid w:val="00F45225"/>
    <w:rsid w:val="00F454ED"/>
    <w:rsid w:val="00F46E82"/>
    <w:rsid w:val="00F478EE"/>
    <w:rsid w:val="00F47BF0"/>
    <w:rsid w:val="00F518A5"/>
    <w:rsid w:val="00F51CAC"/>
    <w:rsid w:val="00F51D43"/>
    <w:rsid w:val="00F52392"/>
    <w:rsid w:val="00F528F4"/>
    <w:rsid w:val="00F53509"/>
    <w:rsid w:val="00F5375A"/>
    <w:rsid w:val="00F5379B"/>
    <w:rsid w:val="00F53882"/>
    <w:rsid w:val="00F53D83"/>
    <w:rsid w:val="00F53DAB"/>
    <w:rsid w:val="00F5434F"/>
    <w:rsid w:val="00F5449B"/>
    <w:rsid w:val="00F5460D"/>
    <w:rsid w:val="00F55157"/>
    <w:rsid w:val="00F55FA1"/>
    <w:rsid w:val="00F55FEB"/>
    <w:rsid w:val="00F57D83"/>
    <w:rsid w:val="00F57EEC"/>
    <w:rsid w:val="00F60A6A"/>
    <w:rsid w:val="00F60F98"/>
    <w:rsid w:val="00F6184F"/>
    <w:rsid w:val="00F618D7"/>
    <w:rsid w:val="00F6235A"/>
    <w:rsid w:val="00F6423E"/>
    <w:rsid w:val="00F64326"/>
    <w:rsid w:val="00F644F3"/>
    <w:rsid w:val="00F645AF"/>
    <w:rsid w:val="00F64805"/>
    <w:rsid w:val="00F64ED9"/>
    <w:rsid w:val="00F64F3E"/>
    <w:rsid w:val="00F6516C"/>
    <w:rsid w:val="00F656F0"/>
    <w:rsid w:val="00F663FA"/>
    <w:rsid w:val="00F665EC"/>
    <w:rsid w:val="00F6695C"/>
    <w:rsid w:val="00F66D94"/>
    <w:rsid w:val="00F66F77"/>
    <w:rsid w:val="00F67404"/>
    <w:rsid w:val="00F67560"/>
    <w:rsid w:val="00F704C0"/>
    <w:rsid w:val="00F70896"/>
    <w:rsid w:val="00F71300"/>
    <w:rsid w:val="00F714AD"/>
    <w:rsid w:val="00F7158D"/>
    <w:rsid w:val="00F71732"/>
    <w:rsid w:val="00F71754"/>
    <w:rsid w:val="00F7179C"/>
    <w:rsid w:val="00F718BC"/>
    <w:rsid w:val="00F7248B"/>
    <w:rsid w:val="00F72A59"/>
    <w:rsid w:val="00F72CEC"/>
    <w:rsid w:val="00F740F8"/>
    <w:rsid w:val="00F755A5"/>
    <w:rsid w:val="00F76107"/>
    <w:rsid w:val="00F7618E"/>
    <w:rsid w:val="00F76A1F"/>
    <w:rsid w:val="00F77521"/>
    <w:rsid w:val="00F81E7C"/>
    <w:rsid w:val="00F828A9"/>
    <w:rsid w:val="00F82D7F"/>
    <w:rsid w:val="00F82EE1"/>
    <w:rsid w:val="00F8323F"/>
    <w:rsid w:val="00F83DEB"/>
    <w:rsid w:val="00F83FB1"/>
    <w:rsid w:val="00F840D4"/>
    <w:rsid w:val="00F840FA"/>
    <w:rsid w:val="00F8426F"/>
    <w:rsid w:val="00F8570B"/>
    <w:rsid w:val="00F86062"/>
    <w:rsid w:val="00F8683F"/>
    <w:rsid w:val="00F8686A"/>
    <w:rsid w:val="00F8693C"/>
    <w:rsid w:val="00F86C77"/>
    <w:rsid w:val="00F86FC5"/>
    <w:rsid w:val="00F8703C"/>
    <w:rsid w:val="00F870F9"/>
    <w:rsid w:val="00F87442"/>
    <w:rsid w:val="00F87715"/>
    <w:rsid w:val="00F90798"/>
    <w:rsid w:val="00F912BC"/>
    <w:rsid w:val="00F913F0"/>
    <w:rsid w:val="00F91C28"/>
    <w:rsid w:val="00F926D9"/>
    <w:rsid w:val="00F92A45"/>
    <w:rsid w:val="00F93115"/>
    <w:rsid w:val="00F93585"/>
    <w:rsid w:val="00F940E6"/>
    <w:rsid w:val="00F94453"/>
    <w:rsid w:val="00F94CDA"/>
    <w:rsid w:val="00F94EFD"/>
    <w:rsid w:val="00F95453"/>
    <w:rsid w:val="00F95822"/>
    <w:rsid w:val="00F95D7F"/>
    <w:rsid w:val="00F96317"/>
    <w:rsid w:val="00F96C69"/>
    <w:rsid w:val="00F97719"/>
    <w:rsid w:val="00F97844"/>
    <w:rsid w:val="00FA0135"/>
    <w:rsid w:val="00FA08FB"/>
    <w:rsid w:val="00FA0D44"/>
    <w:rsid w:val="00FA0E86"/>
    <w:rsid w:val="00FA0F92"/>
    <w:rsid w:val="00FA1108"/>
    <w:rsid w:val="00FA421B"/>
    <w:rsid w:val="00FA431F"/>
    <w:rsid w:val="00FA4C06"/>
    <w:rsid w:val="00FA4DD6"/>
    <w:rsid w:val="00FA53FB"/>
    <w:rsid w:val="00FA5FC5"/>
    <w:rsid w:val="00FA6344"/>
    <w:rsid w:val="00FA6D21"/>
    <w:rsid w:val="00FA737D"/>
    <w:rsid w:val="00FA7384"/>
    <w:rsid w:val="00FA761C"/>
    <w:rsid w:val="00FA7C47"/>
    <w:rsid w:val="00FB101C"/>
    <w:rsid w:val="00FB10C5"/>
    <w:rsid w:val="00FB1800"/>
    <w:rsid w:val="00FB2107"/>
    <w:rsid w:val="00FB2ACF"/>
    <w:rsid w:val="00FB31FE"/>
    <w:rsid w:val="00FB3A5E"/>
    <w:rsid w:val="00FB3EBD"/>
    <w:rsid w:val="00FB5073"/>
    <w:rsid w:val="00FB527B"/>
    <w:rsid w:val="00FB52BB"/>
    <w:rsid w:val="00FB55AB"/>
    <w:rsid w:val="00FB5843"/>
    <w:rsid w:val="00FB5B06"/>
    <w:rsid w:val="00FB60DA"/>
    <w:rsid w:val="00FB6E1F"/>
    <w:rsid w:val="00FB73A2"/>
    <w:rsid w:val="00FC27E7"/>
    <w:rsid w:val="00FC31C9"/>
    <w:rsid w:val="00FC371F"/>
    <w:rsid w:val="00FC44FE"/>
    <w:rsid w:val="00FC4C2F"/>
    <w:rsid w:val="00FC4F62"/>
    <w:rsid w:val="00FC50A0"/>
    <w:rsid w:val="00FC55D5"/>
    <w:rsid w:val="00FC56B2"/>
    <w:rsid w:val="00FC5AFE"/>
    <w:rsid w:val="00FC5C70"/>
    <w:rsid w:val="00FC666B"/>
    <w:rsid w:val="00FC672F"/>
    <w:rsid w:val="00FC674E"/>
    <w:rsid w:val="00FC6C4C"/>
    <w:rsid w:val="00FC73FF"/>
    <w:rsid w:val="00FC776C"/>
    <w:rsid w:val="00FC7957"/>
    <w:rsid w:val="00FC7D47"/>
    <w:rsid w:val="00FD008A"/>
    <w:rsid w:val="00FD0BBA"/>
    <w:rsid w:val="00FD122F"/>
    <w:rsid w:val="00FD1ADB"/>
    <w:rsid w:val="00FD1C17"/>
    <w:rsid w:val="00FD1EBA"/>
    <w:rsid w:val="00FD1F67"/>
    <w:rsid w:val="00FD36F6"/>
    <w:rsid w:val="00FD3D3D"/>
    <w:rsid w:val="00FD4199"/>
    <w:rsid w:val="00FD43BD"/>
    <w:rsid w:val="00FD43F6"/>
    <w:rsid w:val="00FD44D1"/>
    <w:rsid w:val="00FD57D3"/>
    <w:rsid w:val="00FD57F1"/>
    <w:rsid w:val="00FD6AC6"/>
    <w:rsid w:val="00FD7489"/>
    <w:rsid w:val="00FD7EA5"/>
    <w:rsid w:val="00FE06D3"/>
    <w:rsid w:val="00FE0F96"/>
    <w:rsid w:val="00FE1109"/>
    <w:rsid w:val="00FE1412"/>
    <w:rsid w:val="00FE143C"/>
    <w:rsid w:val="00FE1CEA"/>
    <w:rsid w:val="00FE1D85"/>
    <w:rsid w:val="00FE2868"/>
    <w:rsid w:val="00FE336E"/>
    <w:rsid w:val="00FE3E63"/>
    <w:rsid w:val="00FE41E7"/>
    <w:rsid w:val="00FE4C82"/>
    <w:rsid w:val="00FE53B4"/>
    <w:rsid w:val="00FE6C04"/>
    <w:rsid w:val="00FE7342"/>
    <w:rsid w:val="00FE77D9"/>
    <w:rsid w:val="00FF1E4F"/>
    <w:rsid w:val="00FF1F6B"/>
    <w:rsid w:val="00FF2723"/>
    <w:rsid w:val="00FF2767"/>
    <w:rsid w:val="00FF2CF7"/>
    <w:rsid w:val="00FF31B4"/>
    <w:rsid w:val="00FF38F3"/>
    <w:rsid w:val="00FF394F"/>
    <w:rsid w:val="00FF46F2"/>
    <w:rsid w:val="00FF47A1"/>
    <w:rsid w:val="00FF5716"/>
    <w:rsid w:val="00FF59EB"/>
    <w:rsid w:val="00FF5E5C"/>
    <w:rsid w:val="00FF635D"/>
    <w:rsid w:val="00FF6987"/>
    <w:rsid w:val="00FF79B9"/>
    <w:rsid w:val="00FF7B16"/>
    <w:rsid w:val="00FF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7D62"/>
    <w:rPr>
      <w:bCs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55215C"/>
    <w:pPr>
      <w:keepNext/>
      <w:jc w:val="center"/>
      <w:outlineLvl w:val="0"/>
    </w:pPr>
    <w:rPr>
      <w:bCs w:val="0"/>
      <w:szCs w:val="20"/>
    </w:rPr>
  </w:style>
  <w:style w:type="paragraph" w:styleId="20">
    <w:name w:val="heading 2"/>
    <w:basedOn w:val="a0"/>
    <w:next w:val="a0"/>
    <w:qFormat/>
    <w:rsid w:val="00D64EE9"/>
    <w:pPr>
      <w:keepNext/>
      <w:outlineLvl w:val="1"/>
    </w:pPr>
    <w:rPr>
      <w:b/>
      <w:bCs w:val="0"/>
      <w:i/>
      <w:noProof/>
      <w:color w:val="008000"/>
      <w:kern w:val="2"/>
      <w:sz w:val="22"/>
      <w:szCs w:val="20"/>
      <w:lang w:val="ru-RU"/>
    </w:rPr>
  </w:style>
  <w:style w:type="paragraph" w:styleId="30">
    <w:name w:val="heading 3"/>
    <w:basedOn w:val="a0"/>
    <w:next w:val="a0"/>
    <w:qFormat/>
    <w:rsid w:val="006207ED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0">
    <w:name w:val="heading 4"/>
    <w:basedOn w:val="a0"/>
    <w:link w:val="41"/>
    <w:uiPriority w:val="9"/>
    <w:qFormat/>
    <w:rsid w:val="00BB449A"/>
    <w:pPr>
      <w:spacing w:before="100" w:beforeAutospacing="1" w:after="100" w:afterAutospacing="1"/>
      <w:outlineLvl w:val="3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Обычный + По ширине Знак"/>
    <w:basedOn w:val="a0"/>
    <w:link w:val="a5"/>
    <w:rsid w:val="008D2B86"/>
    <w:pPr>
      <w:jc w:val="both"/>
    </w:pPr>
  </w:style>
  <w:style w:type="character" w:customStyle="1" w:styleId="a5">
    <w:name w:val="Обычный + По ширине Знак Знак"/>
    <w:link w:val="a4"/>
    <w:rsid w:val="008D2B86"/>
    <w:rPr>
      <w:bCs/>
      <w:sz w:val="24"/>
      <w:szCs w:val="24"/>
      <w:lang w:val="uk-UA" w:eastAsia="ru-RU" w:bidi="ar-SA"/>
    </w:rPr>
  </w:style>
  <w:style w:type="table" w:styleId="a6">
    <w:name w:val="Table Grid"/>
    <w:basedOn w:val="a2"/>
    <w:rsid w:val="008D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0"/>
    <w:next w:val="a0"/>
    <w:autoRedefine/>
    <w:semiHidden/>
    <w:rsid w:val="00C01A4C"/>
    <w:pPr>
      <w:jc w:val="center"/>
    </w:pPr>
    <w:rPr>
      <w:caps/>
      <w:sz w:val="20"/>
    </w:rPr>
  </w:style>
  <w:style w:type="paragraph" w:customStyle="1" w:styleId="13">
    <w:name w:val="Знак Знак Знак Знак Знак Знак Знак Знак Знак Знак Знак Знак1 Знак Знак"/>
    <w:basedOn w:val="a0"/>
    <w:rsid w:val="0055215C"/>
    <w:rPr>
      <w:rFonts w:ascii="Verdana" w:hAnsi="Verdana" w:cs="Verdana"/>
      <w:bCs w:val="0"/>
      <w:sz w:val="20"/>
      <w:szCs w:val="20"/>
      <w:lang w:val="en-US" w:eastAsia="en-US"/>
    </w:rPr>
  </w:style>
  <w:style w:type="paragraph" w:styleId="a7">
    <w:name w:val="Document Map"/>
    <w:basedOn w:val="a0"/>
    <w:semiHidden/>
    <w:rsid w:val="0055215C"/>
    <w:pPr>
      <w:shd w:val="clear" w:color="auto" w:fill="000080"/>
    </w:pPr>
    <w:rPr>
      <w:rFonts w:ascii="Tahoma" w:hAnsi="Tahoma" w:cs="Tahoma"/>
    </w:rPr>
  </w:style>
  <w:style w:type="character" w:styleId="a8">
    <w:name w:val="Hyperlink"/>
    <w:rsid w:val="0055215C"/>
    <w:rPr>
      <w:color w:val="0000FF"/>
      <w:u w:val="single"/>
    </w:rPr>
  </w:style>
  <w:style w:type="paragraph" w:customStyle="1" w:styleId="a9">
    <w:name w:val="Знак Знак Знак Знак Знак Знак Знак Знак Знак Знак Знак Знак"/>
    <w:basedOn w:val="a0"/>
    <w:rsid w:val="0055215C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55215C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0"/>
    <w:rsid w:val="0055215C"/>
    <w:rPr>
      <w:rFonts w:ascii="Verdana" w:hAnsi="Verdana" w:cs="Verdana"/>
      <w:bCs w:val="0"/>
      <w:sz w:val="20"/>
      <w:szCs w:val="20"/>
      <w:lang w:val="en-US" w:eastAsia="en-US"/>
    </w:rPr>
  </w:style>
  <w:style w:type="paragraph" w:styleId="ac">
    <w:name w:val="Subtitle"/>
    <w:basedOn w:val="a0"/>
    <w:qFormat/>
    <w:rsid w:val="0055215C"/>
    <w:pPr>
      <w:overflowPunct w:val="0"/>
      <w:autoSpaceDE w:val="0"/>
      <w:autoSpaceDN w:val="0"/>
      <w:adjustRightInd w:val="0"/>
      <w:jc w:val="center"/>
    </w:pPr>
    <w:rPr>
      <w:bCs w:val="0"/>
      <w:sz w:val="32"/>
      <w:szCs w:val="32"/>
    </w:rPr>
  </w:style>
  <w:style w:type="character" w:styleId="ad">
    <w:name w:val="Emphasis"/>
    <w:uiPriority w:val="20"/>
    <w:qFormat/>
    <w:rsid w:val="0055215C"/>
    <w:rPr>
      <w:b/>
      <w:bCs/>
      <w:i w:val="0"/>
      <w:iCs w:val="0"/>
    </w:rPr>
  </w:style>
  <w:style w:type="paragraph" w:customStyle="1" w:styleId="ae">
    <w:name w:val="Знак Знак Знак Знак Знак Знак Знак Знак Знак Знак Знак Знак Знак Знак Знак Знак Знак Знак"/>
    <w:basedOn w:val="a0"/>
    <w:rsid w:val="0055215C"/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af">
    <w:name w:val="Основний текст з відступом Знак"/>
    <w:link w:val="af0"/>
    <w:locked/>
    <w:rsid w:val="0055215C"/>
    <w:rPr>
      <w:sz w:val="24"/>
      <w:szCs w:val="24"/>
      <w:lang w:val="uk-UA" w:eastAsia="ru-RU" w:bidi="ar-SA"/>
    </w:rPr>
  </w:style>
  <w:style w:type="paragraph" w:styleId="af0">
    <w:name w:val="Body Text Indent"/>
    <w:basedOn w:val="a0"/>
    <w:link w:val="af"/>
    <w:rsid w:val="0055215C"/>
    <w:pPr>
      <w:spacing w:after="120"/>
      <w:ind w:left="283"/>
    </w:pPr>
    <w:rPr>
      <w:bCs w:val="0"/>
    </w:rPr>
  </w:style>
  <w:style w:type="paragraph" w:styleId="21">
    <w:name w:val="Body Text 2"/>
    <w:basedOn w:val="a0"/>
    <w:link w:val="22"/>
    <w:rsid w:val="0055215C"/>
    <w:pPr>
      <w:spacing w:after="120" w:line="480" w:lineRule="auto"/>
    </w:pPr>
    <w:rPr>
      <w:bCs w:val="0"/>
    </w:rPr>
  </w:style>
  <w:style w:type="paragraph" w:customStyle="1" w:styleId="af1">
    <w:name w:val="Знак"/>
    <w:basedOn w:val="a0"/>
    <w:rsid w:val="0055215C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31">
    <w:name w:val="заголовок 3"/>
    <w:basedOn w:val="a0"/>
    <w:next w:val="a0"/>
    <w:rsid w:val="007164F9"/>
    <w:pPr>
      <w:keepNext/>
      <w:keepLines/>
      <w:widowControl w:val="0"/>
      <w:tabs>
        <w:tab w:val="num" w:pos="720"/>
      </w:tabs>
      <w:autoSpaceDE w:val="0"/>
      <w:autoSpaceDN w:val="0"/>
      <w:spacing w:before="240" w:after="60"/>
      <w:ind w:left="680" w:hanging="680"/>
      <w:jc w:val="center"/>
    </w:pPr>
    <w:rPr>
      <w:rFonts w:ascii="UkrainianKudriashov" w:hAnsi="UkrainianKudriashov" w:cs="UkrainianKudriashov"/>
      <w:b/>
      <w:color w:val="0000FF"/>
      <w:lang w:val="en-GB"/>
    </w:rPr>
  </w:style>
  <w:style w:type="paragraph" w:customStyle="1" w:styleId="BodyText21">
    <w:name w:val="Body Text 21"/>
    <w:basedOn w:val="a0"/>
    <w:rsid w:val="00000DF1"/>
    <w:pPr>
      <w:autoSpaceDE w:val="0"/>
      <w:autoSpaceDN w:val="0"/>
      <w:jc w:val="center"/>
    </w:pPr>
    <w:rPr>
      <w:bCs w:val="0"/>
      <w:color w:val="FF0000"/>
      <w:sz w:val="20"/>
      <w:szCs w:val="20"/>
    </w:rPr>
  </w:style>
  <w:style w:type="paragraph" w:styleId="af2">
    <w:name w:val="Body Text"/>
    <w:basedOn w:val="a0"/>
    <w:link w:val="af3"/>
    <w:rsid w:val="00725F1D"/>
    <w:pPr>
      <w:jc w:val="both"/>
    </w:pPr>
    <w:rPr>
      <w:bCs w:val="0"/>
    </w:rPr>
  </w:style>
  <w:style w:type="character" w:customStyle="1" w:styleId="af3">
    <w:name w:val="Основний текст Знак"/>
    <w:link w:val="af2"/>
    <w:locked/>
    <w:rsid w:val="00725F1D"/>
    <w:rPr>
      <w:sz w:val="24"/>
      <w:szCs w:val="24"/>
      <w:lang w:val="uk-UA" w:eastAsia="ru-RU" w:bidi="ar-SA"/>
    </w:rPr>
  </w:style>
  <w:style w:type="paragraph" w:customStyle="1" w:styleId="af4">
    <w:name w:val="Знак Знак"/>
    <w:basedOn w:val="a0"/>
    <w:rsid w:val="00E561BE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32">
    <w:name w:val="Знак3"/>
    <w:basedOn w:val="a0"/>
    <w:rsid w:val="009C265C"/>
    <w:rPr>
      <w:rFonts w:ascii="Verdana" w:hAnsi="Verdana" w:cs="Verdana"/>
      <w:bCs w:val="0"/>
      <w:sz w:val="20"/>
      <w:szCs w:val="20"/>
      <w:lang w:val="en-US" w:eastAsia="en-US"/>
    </w:rPr>
  </w:style>
  <w:style w:type="paragraph" w:styleId="33">
    <w:name w:val="Body Text Indent 3"/>
    <w:basedOn w:val="a0"/>
    <w:rsid w:val="009C265C"/>
    <w:pPr>
      <w:autoSpaceDE w:val="0"/>
      <w:autoSpaceDN w:val="0"/>
      <w:ind w:right="98" w:firstLine="720"/>
      <w:jc w:val="both"/>
    </w:pPr>
    <w:rPr>
      <w:rFonts w:ascii="Arial" w:hAnsi="Arial" w:cs="Arial"/>
      <w:b/>
    </w:rPr>
  </w:style>
  <w:style w:type="paragraph" w:styleId="af5">
    <w:name w:val="caption"/>
    <w:basedOn w:val="a0"/>
    <w:next w:val="a0"/>
    <w:qFormat/>
    <w:rsid w:val="006207ED"/>
    <w:pPr>
      <w:jc w:val="center"/>
    </w:pPr>
    <w:rPr>
      <w:b/>
      <w:sz w:val="28"/>
    </w:rPr>
  </w:style>
  <w:style w:type="paragraph" w:customStyle="1" w:styleId="14">
    <w:name w:val="Знак1"/>
    <w:basedOn w:val="a0"/>
    <w:rsid w:val="006207ED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HeadingBase">
    <w:name w:val="Heading Base"/>
    <w:basedOn w:val="a0"/>
    <w:next w:val="a0"/>
    <w:rsid w:val="00844D5C"/>
    <w:pPr>
      <w:keepNext/>
      <w:keepLines/>
      <w:widowControl w:val="0"/>
      <w:autoSpaceDE w:val="0"/>
      <w:autoSpaceDN w:val="0"/>
      <w:spacing w:before="240" w:after="60"/>
      <w:jc w:val="center"/>
    </w:pPr>
    <w:rPr>
      <w:rFonts w:ascii="Arial" w:hAnsi="Arial" w:cs="Arial"/>
      <w:b/>
      <w:color w:val="FF0000"/>
      <w:sz w:val="20"/>
      <w:szCs w:val="20"/>
      <w:lang w:val="en-GB"/>
    </w:rPr>
  </w:style>
  <w:style w:type="paragraph" w:styleId="a">
    <w:name w:val="List Bullet"/>
    <w:basedOn w:val="a0"/>
    <w:rsid w:val="002F378E"/>
    <w:pPr>
      <w:numPr>
        <w:numId w:val="2"/>
      </w:numPr>
    </w:pPr>
    <w:rPr>
      <w:bCs w:val="0"/>
    </w:rPr>
  </w:style>
  <w:style w:type="character" w:customStyle="1" w:styleId="11">
    <w:name w:val="Заголовок 1 Знак"/>
    <w:link w:val="10"/>
    <w:rsid w:val="002F378E"/>
    <w:rPr>
      <w:sz w:val="24"/>
      <w:lang w:val="uk-UA"/>
    </w:rPr>
  </w:style>
  <w:style w:type="character" w:customStyle="1" w:styleId="41">
    <w:name w:val="Заголовок 4 Знак"/>
    <w:link w:val="40"/>
    <w:uiPriority w:val="9"/>
    <w:rsid w:val="00BB449A"/>
    <w:rPr>
      <w:b/>
      <w:bCs/>
      <w:sz w:val="24"/>
      <w:szCs w:val="24"/>
    </w:rPr>
  </w:style>
  <w:style w:type="paragraph" w:styleId="af6">
    <w:name w:val="header"/>
    <w:basedOn w:val="a0"/>
    <w:link w:val="af7"/>
    <w:uiPriority w:val="99"/>
    <w:rsid w:val="0097625B"/>
    <w:pPr>
      <w:tabs>
        <w:tab w:val="center" w:pos="4819"/>
        <w:tab w:val="right" w:pos="9639"/>
      </w:tabs>
    </w:pPr>
  </w:style>
  <w:style w:type="character" w:customStyle="1" w:styleId="af7">
    <w:name w:val="Верхній колонтитул Знак"/>
    <w:link w:val="af6"/>
    <w:uiPriority w:val="99"/>
    <w:rsid w:val="0097625B"/>
    <w:rPr>
      <w:bCs/>
      <w:sz w:val="24"/>
      <w:szCs w:val="24"/>
      <w:lang w:eastAsia="ru-RU"/>
    </w:rPr>
  </w:style>
  <w:style w:type="paragraph" w:styleId="af8">
    <w:name w:val="footer"/>
    <w:basedOn w:val="a0"/>
    <w:link w:val="af9"/>
    <w:rsid w:val="0097625B"/>
    <w:pPr>
      <w:tabs>
        <w:tab w:val="center" w:pos="4819"/>
        <w:tab w:val="right" w:pos="9639"/>
      </w:tabs>
    </w:pPr>
  </w:style>
  <w:style w:type="character" w:customStyle="1" w:styleId="af9">
    <w:name w:val="Нижній колонтитул Знак"/>
    <w:link w:val="af8"/>
    <w:rsid w:val="0097625B"/>
    <w:rPr>
      <w:bCs/>
      <w:sz w:val="24"/>
      <w:szCs w:val="24"/>
      <w:lang w:eastAsia="ru-RU"/>
    </w:rPr>
  </w:style>
  <w:style w:type="character" w:customStyle="1" w:styleId="22">
    <w:name w:val="Основний текст 2 Знак"/>
    <w:link w:val="21"/>
    <w:rsid w:val="001C20C7"/>
    <w:rPr>
      <w:sz w:val="24"/>
      <w:szCs w:val="24"/>
      <w:lang w:eastAsia="ru-RU"/>
    </w:rPr>
  </w:style>
  <w:style w:type="character" w:customStyle="1" w:styleId="2Tahoma">
    <w:name w:val="Основний текст (2) + Tahoma"/>
    <w:aliases w:val="10,5 pt1,Основний текст (8) + Times New Roman2,101,Основний текст (8) + Times New Roman"/>
    <w:uiPriority w:val="99"/>
    <w:rsid w:val="00F240A4"/>
    <w:rPr>
      <w:rFonts w:ascii="Tahoma" w:hAnsi="Tahoma" w:cs="Tahoma"/>
      <w:sz w:val="21"/>
      <w:szCs w:val="21"/>
      <w:shd w:val="clear" w:color="auto" w:fill="FFFFFF"/>
    </w:rPr>
  </w:style>
  <w:style w:type="paragraph" w:styleId="afa">
    <w:name w:val="Normal (Web)"/>
    <w:basedOn w:val="a0"/>
    <w:uiPriority w:val="99"/>
    <w:unhideWhenUsed/>
    <w:rsid w:val="00A7413E"/>
    <w:pPr>
      <w:spacing w:before="100" w:beforeAutospacing="1" w:after="119"/>
    </w:pPr>
    <w:rPr>
      <w:bCs w:val="0"/>
      <w:lang w:eastAsia="uk-UA"/>
    </w:rPr>
  </w:style>
  <w:style w:type="paragraph" w:styleId="afb">
    <w:name w:val="Balloon Text"/>
    <w:basedOn w:val="a0"/>
    <w:link w:val="afc"/>
    <w:rsid w:val="00103457"/>
    <w:rPr>
      <w:rFonts w:ascii="Tahoma" w:hAnsi="Tahoma"/>
      <w:sz w:val="16"/>
      <w:szCs w:val="16"/>
    </w:rPr>
  </w:style>
  <w:style w:type="character" w:customStyle="1" w:styleId="afc">
    <w:name w:val="Текст у виносці Знак"/>
    <w:link w:val="afb"/>
    <w:rsid w:val="00103457"/>
    <w:rPr>
      <w:rFonts w:ascii="Tahoma" w:hAnsi="Tahoma" w:cs="Tahoma"/>
      <w:bCs/>
      <w:sz w:val="16"/>
      <w:szCs w:val="16"/>
      <w:lang w:eastAsia="ru-RU"/>
    </w:rPr>
  </w:style>
  <w:style w:type="paragraph" w:customStyle="1" w:styleId="afd">
    <w:name w:val="Назва документа"/>
    <w:basedOn w:val="a0"/>
    <w:next w:val="a0"/>
    <w:rsid w:val="00DB01BB"/>
    <w:pPr>
      <w:keepNext/>
      <w:keepLines/>
      <w:suppressAutoHyphens/>
      <w:spacing w:before="240" w:after="240"/>
      <w:jc w:val="center"/>
    </w:pPr>
    <w:rPr>
      <w:rFonts w:ascii="Antiqua" w:hAnsi="Antiqua" w:cs="Antiqua"/>
      <w:b/>
      <w:bCs w:val="0"/>
      <w:sz w:val="26"/>
      <w:szCs w:val="20"/>
      <w:lang w:eastAsia="zh-CN"/>
    </w:rPr>
  </w:style>
  <w:style w:type="paragraph" w:customStyle="1" w:styleId="ShapkaDocumentu">
    <w:name w:val="Shapka Documentu"/>
    <w:basedOn w:val="a0"/>
    <w:rsid w:val="00DB01BB"/>
    <w:pPr>
      <w:keepNext/>
      <w:keepLines/>
      <w:suppressAutoHyphens/>
      <w:spacing w:after="240"/>
      <w:ind w:left="3969"/>
      <w:jc w:val="center"/>
    </w:pPr>
    <w:rPr>
      <w:rFonts w:ascii="Antiqua" w:hAnsi="Antiqua" w:cs="Antiqua"/>
      <w:bCs w:val="0"/>
      <w:sz w:val="26"/>
      <w:szCs w:val="20"/>
      <w:lang w:eastAsia="zh-CN"/>
    </w:rPr>
  </w:style>
  <w:style w:type="numbering" w:customStyle="1" w:styleId="1">
    <w:name w:val="Стиль1"/>
    <w:rsid w:val="00D8745A"/>
    <w:pPr>
      <w:numPr>
        <w:numId w:val="5"/>
      </w:numPr>
    </w:pPr>
  </w:style>
  <w:style w:type="numbering" w:customStyle="1" w:styleId="2">
    <w:name w:val="Стиль2"/>
    <w:rsid w:val="00D8745A"/>
    <w:pPr>
      <w:numPr>
        <w:numId w:val="6"/>
      </w:numPr>
    </w:pPr>
  </w:style>
  <w:style w:type="numbering" w:customStyle="1" w:styleId="3">
    <w:name w:val="Стиль3"/>
    <w:rsid w:val="00D8745A"/>
    <w:pPr>
      <w:numPr>
        <w:numId w:val="7"/>
      </w:numPr>
    </w:pPr>
  </w:style>
  <w:style w:type="numbering" w:customStyle="1" w:styleId="4">
    <w:name w:val="Стиль4"/>
    <w:rsid w:val="00D8745A"/>
    <w:pPr>
      <w:numPr>
        <w:numId w:val="8"/>
      </w:numPr>
    </w:pPr>
  </w:style>
  <w:style w:type="numbering" w:customStyle="1" w:styleId="5">
    <w:name w:val="Стиль5"/>
    <w:rsid w:val="00D8745A"/>
    <w:pPr>
      <w:numPr>
        <w:numId w:val="9"/>
      </w:numPr>
    </w:pPr>
  </w:style>
  <w:style w:type="numbering" w:customStyle="1" w:styleId="6">
    <w:name w:val="Стиль6"/>
    <w:rsid w:val="00D8745A"/>
    <w:pPr>
      <w:numPr>
        <w:numId w:val="10"/>
      </w:numPr>
    </w:pPr>
  </w:style>
  <w:style w:type="numbering" w:customStyle="1" w:styleId="7">
    <w:name w:val="Стиль7"/>
    <w:rsid w:val="00D8745A"/>
    <w:pPr>
      <w:numPr>
        <w:numId w:val="11"/>
      </w:numPr>
    </w:pPr>
  </w:style>
  <w:style w:type="paragraph" w:customStyle="1" w:styleId="15">
    <w:name w:val="Заголовок1"/>
    <w:basedOn w:val="a0"/>
    <w:next w:val="af2"/>
    <w:rsid w:val="00D7164F"/>
    <w:pPr>
      <w:widowControl w:val="0"/>
      <w:shd w:val="clear" w:color="auto" w:fill="FFFFFF"/>
      <w:suppressAutoHyphens/>
      <w:autoSpaceDE w:val="0"/>
      <w:spacing w:before="418"/>
      <w:ind w:left="94"/>
      <w:jc w:val="center"/>
    </w:pPr>
    <w:rPr>
      <w:b/>
      <w:color w:val="000000"/>
      <w:spacing w:val="-5"/>
      <w:sz w:val="20"/>
      <w:szCs w:val="20"/>
      <w:lang w:eastAsia="zh-CN"/>
    </w:rPr>
  </w:style>
  <w:style w:type="character" w:customStyle="1" w:styleId="3596">
    <w:name w:val="3596"/>
    <w:aliases w:val="baiaagaaboqcaaadzwmaaaxvcqaaaaaaaaaaaaaaaaaaaaaaaaaaaaaaaaaaaaaaaaaaaaaaaaaaaaaaaaaaaaaaaaaaaaaaaaaaaaaaaaaaaaaaaaaaaaaaaaaaaaaaaaaaaaaaaaaaaaaaaaaaaaaaaaaaaaaaaaaaaaaaaaaaaaaaaaaaaaaaaaaaaaaaaaaaaaaaaaaaaaaaaaaaaaaaaaaaaaaaaaaaaaaa"/>
    <w:rsid w:val="00ED6502"/>
  </w:style>
  <w:style w:type="paragraph" w:styleId="afe">
    <w:name w:val="List Paragraph"/>
    <w:basedOn w:val="a0"/>
    <w:uiPriority w:val="34"/>
    <w:qFormat/>
    <w:rsid w:val="0001641E"/>
    <w:pPr>
      <w:ind w:left="720"/>
      <w:contextualSpacing/>
    </w:pPr>
  </w:style>
  <w:style w:type="character" w:customStyle="1" w:styleId="212pt">
    <w:name w:val="Основной текст (2) + 12 pt"/>
    <w:rsid w:val="00853E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styleId="aff">
    <w:name w:val="Strong"/>
    <w:uiPriority w:val="22"/>
    <w:qFormat/>
    <w:rsid w:val="00853EC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7D62"/>
    <w:rPr>
      <w:bCs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55215C"/>
    <w:pPr>
      <w:keepNext/>
      <w:jc w:val="center"/>
      <w:outlineLvl w:val="0"/>
    </w:pPr>
    <w:rPr>
      <w:bCs w:val="0"/>
      <w:szCs w:val="20"/>
    </w:rPr>
  </w:style>
  <w:style w:type="paragraph" w:styleId="20">
    <w:name w:val="heading 2"/>
    <w:basedOn w:val="a0"/>
    <w:next w:val="a0"/>
    <w:qFormat/>
    <w:rsid w:val="00D64EE9"/>
    <w:pPr>
      <w:keepNext/>
      <w:outlineLvl w:val="1"/>
    </w:pPr>
    <w:rPr>
      <w:b/>
      <w:bCs w:val="0"/>
      <w:i/>
      <w:noProof/>
      <w:color w:val="008000"/>
      <w:kern w:val="2"/>
      <w:sz w:val="22"/>
      <w:szCs w:val="20"/>
      <w:lang w:val="ru-RU"/>
    </w:rPr>
  </w:style>
  <w:style w:type="paragraph" w:styleId="30">
    <w:name w:val="heading 3"/>
    <w:basedOn w:val="a0"/>
    <w:next w:val="a0"/>
    <w:qFormat/>
    <w:rsid w:val="006207ED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0">
    <w:name w:val="heading 4"/>
    <w:basedOn w:val="a0"/>
    <w:link w:val="41"/>
    <w:uiPriority w:val="9"/>
    <w:qFormat/>
    <w:rsid w:val="00BB449A"/>
    <w:pPr>
      <w:spacing w:before="100" w:beforeAutospacing="1" w:after="100" w:afterAutospacing="1"/>
      <w:outlineLvl w:val="3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Обычный + По ширине Знак"/>
    <w:basedOn w:val="a0"/>
    <w:link w:val="a5"/>
    <w:rsid w:val="008D2B86"/>
    <w:pPr>
      <w:jc w:val="both"/>
    </w:pPr>
  </w:style>
  <w:style w:type="character" w:customStyle="1" w:styleId="a5">
    <w:name w:val="Обычный + По ширине Знак Знак"/>
    <w:link w:val="a4"/>
    <w:rsid w:val="008D2B86"/>
    <w:rPr>
      <w:bCs/>
      <w:sz w:val="24"/>
      <w:szCs w:val="24"/>
      <w:lang w:val="uk-UA" w:eastAsia="ru-RU" w:bidi="ar-SA"/>
    </w:rPr>
  </w:style>
  <w:style w:type="table" w:styleId="a6">
    <w:name w:val="Table Grid"/>
    <w:basedOn w:val="a2"/>
    <w:rsid w:val="008D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0"/>
    <w:next w:val="a0"/>
    <w:autoRedefine/>
    <w:semiHidden/>
    <w:rsid w:val="00C01A4C"/>
    <w:pPr>
      <w:jc w:val="center"/>
    </w:pPr>
    <w:rPr>
      <w:caps/>
      <w:sz w:val="20"/>
    </w:rPr>
  </w:style>
  <w:style w:type="paragraph" w:customStyle="1" w:styleId="13">
    <w:name w:val="Знак Знак Знак Знак Знак Знак Знак Знак Знак Знак Знак Знак1 Знак Знак"/>
    <w:basedOn w:val="a0"/>
    <w:rsid w:val="0055215C"/>
    <w:rPr>
      <w:rFonts w:ascii="Verdana" w:hAnsi="Verdana" w:cs="Verdana"/>
      <w:bCs w:val="0"/>
      <w:sz w:val="20"/>
      <w:szCs w:val="20"/>
      <w:lang w:val="en-US" w:eastAsia="en-US"/>
    </w:rPr>
  </w:style>
  <w:style w:type="paragraph" w:styleId="a7">
    <w:name w:val="Document Map"/>
    <w:basedOn w:val="a0"/>
    <w:semiHidden/>
    <w:rsid w:val="0055215C"/>
    <w:pPr>
      <w:shd w:val="clear" w:color="auto" w:fill="000080"/>
    </w:pPr>
    <w:rPr>
      <w:rFonts w:ascii="Tahoma" w:hAnsi="Tahoma" w:cs="Tahoma"/>
    </w:rPr>
  </w:style>
  <w:style w:type="character" w:styleId="a8">
    <w:name w:val="Hyperlink"/>
    <w:rsid w:val="0055215C"/>
    <w:rPr>
      <w:color w:val="0000FF"/>
      <w:u w:val="single"/>
    </w:rPr>
  </w:style>
  <w:style w:type="paragraph" w:customStyle="1" w:styleId="a9">
    <w:name w:val="Знак Знак Знак Знак Знак Знак Знак Знак Знак Знак Знак Знак"/>
    <w:basedOn w:val="a0"/>
    <w:rsid w:val="0055215C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55215C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0"/>
    <w:rsid w:val="0055215C"/>
    <w:rPr>
      <w:rFonts w:ascii="Verdana" w:hAnsi="Verdana" w:cs="Verdana"/>
      <w:bCs w:val="0"/>
      <w:sz w:val="20"/>
      <w:szCs w:val="20"/>
      <w:lang w:val="en-US" w:eastAsia="en-US"/>
    </w:rPr>
  </w:style>
  <w:style w:type="paragraph" w:styleId="ac">
    <w:name w:val="Subtitle"/>
    <w:basedOn w:val="a0"/>
    <w:qFormat/>
    <w:rsid w:val="0055215C"/>
    <w:pPr>
      <w:overflowPunct w:val="0"/>
      <w:autoSpaceDE w:val="0"/>
      <w:autoSpaceDN w:val="0"/>
      <w:adjustRightInd w:val="0"/>
      <w:jc w:val="center"/>
    </w:pPr>
    <w:rPr>
      <w:bCs w:val="0"/>
      <w:sz w:val="32"/>
      <w:szCs w:val="32"/>
    </w:rPr>
  </w:style>
  <w:style w:type="character" w:styleId="ad">
    <w:name w:val="Emphasis"/>
    <w:uiPriority w:val="20"/>
    <w:qFormat/>
    <w:rsid w:val="0055215C"/>
    <w:rPr>
      <w:b/>
      <w:bCs/>
      <w:i w:val="0"/>
      <w:iCs w:val="0"/>
    </w:rPr>
  </w:style>
  <w:style w:type="paragraph" w:customStyle="1" w:styleId="ae">
    <w:name w:val="Знак Знак Знак Знак Знак Знак Знак Знак Знак Знак Знак Знак Знак Знак Знак Знак Знак Знак"/>
    <w:basedOn w:val="a0"/>
    <w:rsid w:val="0055215C"/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af">
    <w:name w:val="Основний текст з відступом Знак"/>
    <w:link w:val="af0"/>
    <w:locked/>
    <w:rsid w:val="0055215C"/>
    <w:rPr>
      <w:sz w:val="24"/>
      <w:szCs w:val="24"/>
      <w:lang w:val="uk-UA" w:eastAsia="ru-RU" w:bidi="ar-SA"/>
    </w:rPr>
  </w:style>
  <w:style w:type="paragraph" w:styleId="af0">
    <w:name w:val="Body Text Indent"/>
    <w:basedOn w:val="a0"/>
    <w:link w:val="af"/>
    <w:rsid w:val="0055215C"/>
    <w:pPr>
      <w:spacing w:after="120"/>
      <w:ind w:left="283"/>
    </w:pPr>
    <w:rPr>
      <w:bCs w:val="0"/>
    </w:rPr>
  </w:style>
  <w:style w:type="paragraph" w:styleId="21">
    <w:name w:val="Body Text 2"/>
    <w:basedOn w:val="a0"/>
    <w:link w:val="22"/>
    <w:rsid w:val="0055215C"/>
    <w:pPr>
      <w:spacing w:after="120" w:line="480" w:lineRule="auto"/>
    </w:pPr>
    <w:rPr>
      <w:bCs w:val="0"/>
    </w:rPr>
  </w:style>
  <w:style w:type="paragraph" w:customStyle="1" w:styleId="af1">
    <w:name w:val="Знак"/>
    <w:basedOn w:val="a0"/>
    <w:rsid w:val="0055215C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31">
    <w:name w:val="заголовок 3"/>
    <w:basedOn w:val="a0"/>
    <w:next w:val="a0"/>
    <w:rsid w:val="007164F9"/>
    <w:pPr>
      <w:keepNext/>
      <w:keepLines/>
      <w:widowControl w:val="0"/>
      <w:tabs>
        <w:tab w:val="num" w:pos="720"/>
      </w:tabs>
      <w:autoSpaceDE w:val="0"/>
      <w:autoSpaceDN w:val="0"/>
      <w:spacing w:before="240" w:after="60"/>
      <w:ind w:left="680" w:hanging="680"/>
      <w:jc w:val="center"/>
    </w:pPr>
    <w:rPr>
      <w:rFonts w:ascii="UkrainianKudriashov" w:hAnsi="UkrainianKudriashov" w:cs="UkrainianKudriashov"/>
      <w:b/>
      <w:color w:val="0000FF"/>
      <w:lang w:val="en-GB"/>
    </w:rPr>
  </w:style>
  <w:style w:type="paragraph" w:customStyle="1" w:styleId="BodyText21">
    <w:name w:val="Body Text 21"/>
    <w:basedOn w:val="a0"/>
    <w:rsid w:val="00000DF1"/>
    <w:pPr>
      <w:autoSpaceDE w:val="0"/>
      <w:autoSpaceDN w:val="0"/>
      <w:jc w:val="center"/>
    </w:pPr>
    <w:rPr>
      <w:bCs w:val="0"/>
      <w:color w:val="FF0000"/>
      <w:sz w:val="20"/>
      <w:szCs w:val="20"/>
    </w:rPr>
  </w:style>
  <w:style w:type="paragraph" w:styleId="af2">
    <w:name w:val="Body Text"/>
    <w:basedOn w:val="a0"/>
    <w:link w:val="af3"/>
    <w:rsid w:val="00725F1D"/>
    <w:pPr>
      <w:jc w:val="both"/>
    </w:pPr>
    <w:rPr>
      <w:bCs w:val="0"/>
    </w:rPr>
  </w:style>
  <w:style w:type="character" w:customStyle="1" w:styleId="af3">
    <w:name w:val="Основний текст Знак"/>
    <w:link w:val="af2"/>
    <w:locked/>
    <w:rsid w:val="00725F1D"/>
    <w:rPr>
      <w:sz w:val="24"/>
      <w:szCs w:val="24"/>
      <w:lang w:val="uk-UA" w:eastAsia="ru-RU" w:bidi="ar-SA"/>
    </w:rPr>
  </w:style>
  <w:style w:type="paragraph" w:customStyle="1" w:styleId="af4">
    <w:name w:val="Знак Знак"/>
    <w:basedOn w:val="a0"/>
    <w:rsid w:val="00E561BE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32">
    <w:name w:val="Знак3"/>
    <w:basedOn w:val="a0"/>
    <w:rsid w:val="009C265C"/>
    <w:rPr>
      <w:rFonts w:ascii="Verdana" w:hAnsi="Verdana" w:cs="Verdana"/>
      <w:bCs w:val="0"/>
      <w:sz w:val="20"/>
      <w:szCs w:val="20"/>
      <w:lang w:val="en-US" w:eastAsia="en-US"/>
    </w:rPr>
  </w:style>
  <w:style w:type="paragraph" w:styleId="33">
    <w:name w:val="Body Text Indent 3"/>
    <w:basedOn w:val="a0"/>
    <w:rsid w:val="009C265C"/>
    <w:pPr>
      <w:autoSpaceDE w:val="0"/>
      <w:autoSpaceDN w:val="0"/>
      <w:ind w:right="98" w:firstLine="720"/>
      <w:jc w:val="both"/>
    </w:pPr>
    <w:rPr>
      <w:rFonts w:ascii="Arial" w:hAnsi="Arial" w:cs="Arial"/>
      <w:b/>
    </w:rPr>
  </w:style>
  <w:style w:type="paragraph" w:styleId="af5">
    <w:name w:val="caption"/>
    <w:basedOn w:val="a0"/>
    <w:next w:val="a0"/>
    <w:qFormat/>
    <w:rsid w:val="006207ED"/>
    <w:pPr>
      <w:jc w:val="center"/>
    </w:pPr>
    <w:rPr>
      <w:b/>
      <w:sz w:val="28"/>
    </w:rPr>
  </w:style>
  <w:style w:type="paragraph" w:customStyle="1" w:styleId="14">
    <w:name w:val="Знак1"/>
    <w:basedOn w:val="a0"/>
    <w:rsid w:val="006207ED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HeadingBase">
    <w:name w:val="Heading Base"/>
    <w:basedOn w:val="a0"/>
    <w:next w:val="a0"/>
    <w:rsid w:val="00844D5C"/>
    <w:pPr>
      <w:keepNext/>
      <w:keepLines/>
      <w:widowControl w:val="0"/>
      <w:autoSpaceDE w:val="0"/>
      <w:autoSpaceDN w:val="0"/>
      <w:spacing w:before="240" w:after="60"/>
      <w:jc w:val="center"/>
    </w:pPr>
    <w:rPr>
      <w:rFonts w:ascii="Arial" w:hAnsi="Arial" w:cs="Arial"/>
      <w:b/>
      <w:color w:val="FF0000"/>
      <w:sz w:val="20"/>
      <w:szCs w:val="20"/>
      <w:lang w:val="en-GB"/>
    </w:rPr>
  </w:style>
  <w:style w:type="paragraph" w:styleId="a">
    <w:name w:val="List Bullet"/>
    <w:basedOn w:val="a0"/>
    <w:rsid w:val="002F378E"/>
    <w:pPr>
      <w:numPr>
        <w:numId w:val="2"/>
      </w:numPr>
    </w:pPr>
    <w:rPr>
      <w:bCs w:val="0"/>
    </w:rPr>
  </w:style>
  <w:style w:type="character" w:customStyle="1" w:styleId="11">
    <w:name w:val="Заголовок 1 Знак"/>
    <w:link w:val="10"/>
    <w:rsid w:val="002F378E"/>
    <w:rPr>
      <w:sz w:val="24"/>
      <w:lang w:val="uk-UA"/>
    </w:rPr>
  </w:style>
  <w:style w:type="character" w:customStyle="1" w:styleId="41">
    <w:name w:val="Заголовок 4 Знак"/>
    <w:link w:val="40"/>
    <w:uiPriority w:val="9"/>
    <w:rsid w:val="00BB449A"/>
    <w:rPr>
      <w:b/>
      <w:bCs/>
      <w:sz w:val="24"/>
      <w:szCs w:val="24"/>
    </w:rPr>
  </w:style>
  <w:style w:type="paragraph" w:styleId="af6">
    <w:name w:val="header"/>
    <w:basedOn w:val="a0"/>
    <w:link w:val="af7"/>
    <w:uiPriority w:val="99"/>
    <w:rsid w:val="0097625B"/>
    <w:pPr>
      <w:tabs>
        <w:tab w:val="center" w:pos="4819"/>
        <w:tab w:val="right" w:pos="9639"/>
      </w:tabs>
    </w:pPr>
  </w:style>
  <w:style w:type="character" w:customStyle="1" w:styleId="af7">
    <w:name w:val="Верхній колонтитул Знак"/>
    <w:link w:val="af6"/>
    <w:uiPriority w:val="99"/>
    <w:rsid w:val="0097625B"/>
    <w:rPr>
      <w:bCs/>
      <w:sz w:val="24"/>
      <w:szCs w:val="24"/>
      <w:lang w:eastAsia="ru-RU"/>
    </w:rPr>
  </w:style>
  <w:style w:type="paragraph" w:styleId="af8">
    <w:name w:val="footer"/>
    <w:basedOn w:val="a0"/>
    <w:link w:val="af9"/>
    <w:rsid w:val="0097625B"/>
    <w:pPr>
      <w:tabs>
        <w:tab w:val="center" w:pos="4819"/>
        <w:tab w:val="right" w:pos="9639"/>
      </w:tabs>
    </w:pPr>
  </w:style>
  <w:style w:type="character" w:customStyle="1" w:styleId="af9">
    <w:name w:val="Нижній колонтитул Знак"/>
    <w:link w:val="af8"/>
    <w:rsid w:val="0097625B"/>
    <w:rPr>
      <w:bCs/>
      <w:sz w:val="24"/>
      <w:szCs w:val="24"/>
      <w:lang w:eastAsia="ru-RU"/>
    </w:rPr>
  </w:style>
  <w:style w:type="character" w:customStyle="1" w:styleId="22">
    <w:name w:val="Основний текст 2 Знак"/>
    <w:link w:val="21"/>
    <w:rsid w:val="001C20C7"/>
    <w:rPr>
      <w:sz w:val="24"/>
      <w:szCs w:val="24"/>
      <w:lang w:eastAsia="ru-RU"/>
    </w:rPr>
  </w:style>
  <w:style w:type="character" w:customStyle="1" w:styleId="2Tahoma">
    <w:name w:val="Основний текст (2) + Tahoma"/>
    <w:aliases w:val="10,5 pt1,Основний текст (8) + Times New Roman2,101,Основний текст (8) + Times New Roman"/>
    <w:uiPriority w:val="99"/>
    <w:rsid w:val="00F240A4"/>
    <w:rPr>
      <w:rFonts w:ascii="Tahoma" w:hAnsi="Tahoma" w:cs="Tahoma"/>
      <w:sz w:val="21"/>
      <w:szCs w:val="21"/>
      <w:shd w:val="clear" w:color="auto" w:fill="FFFFFF"/>
    </w:rPr>
  </w:style>
  <w:style w:type="paragraph" w:styleId="afa">
    <w:name w:val="Normal (Web)"/>
    <w:basedOn w:val="a0"/>
    <w:uiPriority w:val="99"/>
    <w:unhideWhenUsed/>
    <w:rsid w:val="00A7413E"/>
    <w:pPr>
      <w:spacing w:before="100" w:beforeAutospacing="1" w:after="119"/>
    </w:pPr>
    <w:rPr>
      <w:bCs w:val="0"/>
      <w:lang w:eastAsia="uk-UA"/>
    </w:rPr>
  </w:style>
  <w:style w:type="paragraph" w:styleId="afb">
    <w:name w:val="Balloon Text"/>
    <w:basedOn w:val="a0"/>
    <w:link w:val="afc"/>
    <w:rsid w:val="00103457"/>
    <w:rPr>
      <w:rFonts w:ascii="Tahoma" w:hAnsi="Tahoma"/>
      <w:sz w:val="16"/>
      <w:szCs w:val="16"/>
    </w:rPr>
  </w:style>
  <w:style w:type="character" w:customStyle="1" w:styleId="afc">
    <w:name w:val="Текст у виносці Знак"/>
    <w:link w:val="afb"/>
    <w:rsid w:val="00103457"/>
    <w:rPr>
      <w:rFonts w:ascii="Tahoma" w:hAnsi="Tahoma" w:cs="Tahoma"/>
      <w:bCs/>
      <w:sz w:val="16"/>
      <w:szCs w:val="16"/>
      <w:lang w:eastAsia="ru-RU"/>
    </w:rPr>
  </w:style>
  <w:style w:type="paragraph" w:customStyle="1" w:styleId="afd">
    <w:name w:val="Назва документа"/>
    <w:basedOn w:val="a0"/>
    <w:next w:val="a0"/>
    <w:rsid w:val="00DB01BB"/>
    <w:pPr>
      <w:keepNext/>
      <w:keepLines/>
      <w:suppressAutoHyphens/>
      <w:spacing w:before="240" w:after="240"/>
      <w:jc w:val="center"/>
    </w:pPr>
    <w:rPr>
      <w:rFonts w:ascii="Antiqua" w:hAnsi="Antiqua" w:cs="Antiqua"/>
      <w:b/>
      <w:bCs w:val="0"/>
      <w:sz w:val="26"/>
      <w:szCs w:val="20"/>
      <w:lang w:eastAsia="zh-CN"/>
    </w:rPr>
  </w:style>
  <w:style w:type="paragraph" w:customStyle="1" w:styleId="ShapkaDocumentu">
    <w:name w:val="Shapka Documentu"/>
    <w:basedOn w:val="a0"/>
    <w:rsid w:val="00DB01BB"/>
    <w:pPr>
      <w:keepNext/>
      <w:keepLines/>
      <w:suppressAutoHyphens/>
      <w:spacing w:after="240"/>
      <w:ind w:left="3969"/>
      <w:jc w:val="center"/>
    </w:pPr>
    <w:rPr>
      <w:rFonts w:ascii="Antiqua" w:hAnsi="Antiqua" w:cs="Antiqua"/>
      <w:bCs w:val="0"/>
      <w:sz w:val="26"/>
      <w:szCs w:val="20"/>
      <w:lang w:eastAsia="zh-CN"/>
    </w:rPr>
  </w:style>
  <w:style w:type="numbering" w:customStyle="1" w:styleId="1">
    <w:name w:val="Стиль1"/>
    <w:rsid w:val="00D8745A"/>
    <w:pPr>
      <w:numPr>
        <w:numId w:val="5"/>
      </w:numPr>
    </w:pPr>
  </w:style>
  <w:style w:type="numbering" w:customStyle="1" w:styleId="2">
    <w:name w:val="Стиль2"/>
    <w:rsid w:val="00D8745A"/>
    <w:pPr>
      <w:numPr>
        <w:numId w:val="6"/>
      </w:numPr>
    </w:pPr>
  </w:style>
  <w:style w:type="numbering" w:customStyle="1" w:styleId="3">
    <w:name w:val="Стиль3"/>
    <w:rsid w:val="00D8745A"/>
    <w:pPr>
      <w:numPr>
        <w:numId w:val="7"/>
      </w:numPr>
    </w:pPr>
  </w:style>
  <w:style w:type="numbering" w:customStyle="1" w:styleId="4">
    <w:name w:val="Стиль4"/>
    <w:rsid w:val="00D8745A"/>
    <w:pPr>
      <w:numPr>
        <w:numId w:val="8"/>
      </w:numPr>
    </w:pPr>
  </w:style>
  <w:style w:type="numbering" w:customStyle="1" w:styleId="5">
    <w:name w:val="Стиль5"/>
    <w:rsid w:val="00D8745A"/>
    <w:pPr>
      <w:numPr>
        <w:numId w:val="9"/>
      </w:numPr>
    </w:pPr>
  </w:style>
  <w:style w:type="numbering" w:customStyle="1" w:styleId="6">
    <w:name w:val="Стиль6"/>
    <w:rsid w:val="00D8745A"/>
    <w:pPr>
      <w:numPr>
        <w:numId w:val="10"/>
      </w:numPr>
    </w:pPr>
  </w:style>
  <w:style w:type="numbering" w:customStyle="1" w:styleId="7">
    <w:name w:val="Стиль7"/>
    <w:rsid w:val="00D8745A"/>
    <w:pPr>
      <w:numPr>
        <w:numId w:val="11"/>
      </w:numPr>
    </w:pPr>
  </w:style>
  <w:style w:type="paragraph" w:customStyle="1" w:styleId="15">
    <w:name w:val="Заголовок1"/>
    <w:basedOn w:val="a0"/>
    <w:next w:val="af2"/>
    <w:rsid w:val="00D7164F"/>
    <w:pPr>
      <w:widowControl w:val="0"/>
      <w:shd w:val="clear" w:color="auto" w:fill="FFFFFF"/>
      <w:suppressAutoHyphens/>
      <w:autoSpaceDE w:val="0"/>
      <w:spacing w:before="418"/>
      <w:ind w:left="94"/>
      <w:jc w:val="center"/>
    </w:pPr>
    <w:rPr>
      <w:b/>
      <w:color w:val="000000"/>
      <w:spacing w:val="-5"/>
      <w:sz w:val="20"/>
      <w:szCs w:val="20"/>
      <w:lang w:eastAsia="zh-CN"/>
    </w:rPr>
  </w:style>
  <w:style w:type="character" w:customStyle="1" w:styleId="3596">
    <w:name w:val="3596"/>
    <w:aliases w:val="baiaagaaboqcaaadzwmaaaxvcqaaaaaaaaaaaaaaaaaaaaaaaaaaaaaaaaaaaaaaaaaaaaaaaaaaaaaaaaaaaaaaaaaaaaaaaaaaaaaaaaaaaaaaaaaaaaaaaaaaaaaaaaaaaaaaaaaaaaaaaaaaaaaaaaaaaaaaaaaaaaaaaaaaaaaaaaaaaaaaaaaaaaaaaaaaaaaaaaaaaaaaaaaaaaaaaaaaaaaaaaaaaaaa"/>
    <w:rsid w:val="00ED6502"/>
  </w:style>
  <w:style w:type="paragraph" w:styleId="afe">
    <w:name w:val="List Paragraph"/>
    <w:basedOn w:val="a0"/>
    <w:uiPriority w:val="34"/>
    <w:qFormat/>
    <w:rsid w:val="0001641E"/>
    <w:pPr>
      <w:ind w:left="720"/>
      <w:contextualSpacing/>
    </w:pPr>
  </w:style>
  <w:style w:type="character" w:customStyle="1" w:styleId="212pt">
    <w:name w:val="Основной текст (2) + 12 pt"/>
    <w:rsid w:val="00853E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styleId="aff">
    <w:name w:val="Strong"/>
    <w:uiPriority w:val="22"/>
    <w:qFormat/>
    <w:rsid w:val="00853E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4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9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2;&#1086;&#1103;_&#1088;&#1086;&#1073;&#1086;&#1090;&#1072;\&#1055;&#1054;&#1051;&#1054;&#1046;&#1045;&#1053;&#1053;&#1071;%20&#1055;&#1056;&#1054;%20&#1058;&#1045;&#1056;&#1048;&#1058;&#1054;&#1056;&#1030;&#1040;&#1051;&#1068;&#1053;&#1059;%20&#1055;&#1030;&#1044;&#1057;&#1048;&#1057;&#1058;&#1045;&#1052;&#1059;%20&#1028;&#1044;&#1057;&#1062;&#1047;%20&#1051;&#1100;&#1074;&#1110;&#1074;&#1089;&#1100;&#1082;&#1086;&#1111;%20&#1086;&#1073;&#1083;&#1072;&#1089;&#1090;&#1110;\&#1055;&#1086;&#1083;&#1086;&#1078;&#1077;&#1085;&#1085;&#1103;_2024_&#1051;&#1100;&#1074;&#1110;&#1074;_&#1083;&#1072;&#1085;&#1082;&#1072;\&#1047;&#1084;&#1110;&#1085;&#1080;_&#1088;&#1086;&#1079;&#1087;&#1086;&#1088;_2024_&#1051;&#1100;&#1074;&#1110;&#1074;_&#1083;&#1072;&#1085;&#1082;&#1072;\&#1055;&#1110;&#1089;&#1083;&#1103;_&#1088;&#1077;&#1076;&#1072;&#1082;&#1090;&#1086;&#1088;&#1072;\&#1044;&#1086;&#1076;_3_%20&#1055;&#1045;&#1056;&#1045;&#1051;&#1030;&#1050;%20&#1057;&#1048;&#1051;%20&#1062;&#1047;++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B5AB1-E840-4A54-8FE1-E4D046A60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Дод_3_ ПЕРЕЛІК СИЛ ЦЗ++</Template>
  <TotalTime>81</TotalTime>
  <Pages>11</Pages>
  <Words>2689</Words>
  <Characters>20130</Characters>
  <Application>Microsoft Office Word</Application>
  <DocSecurity>0</DocSecurity>
  <Lines>167</Lines>
  <Paragraphs>45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KVM_</dc:creator>
  <cp:lastModifiedBy>ЧРДА</cp:lastModifiedBy>
  <cp:revision>9</cp:revision>
  <cp:lastPrinted>2021-01-26T06:55:00Z</cp:lastPrinted>
  <dcterms:created xsi:type="dcterms:W3CDTF">2024-08-26T13:36:00Z</dcterms:created>
  <dcterms:modified xsi:type="dcterms:W3CDTF">2024-08-27T11:22:00Z</dcterms:modified>
</cp:coreProperties>
</file>