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9C6" w:rsidRPr="00C52DA2" w:rsidRDefault="00C249C6" w:rsidP="00C249C6">
      <w:pPr>
        <w:spacing w:line="360" w:lineRule="auto"/>
        <w:ind w:left="11766" w:right="142"/>
        <w:jc w:val="both"/>
        <w:rPr>
          <w:sz w:val="26"/>
          <w:szCs w:val="26"/>
        </w:rPr>
      </w:pPr>
      <w:r w:rsidRPr="00C52DA2">
        <w:rPr>
          <w:sz w:val="26"/>
          <w:szCs w:val="26"/>
        </w:rPr>
        <w:t>ЗАТВЕРДЖЕНО</w:t>
      </w:r>
    </w:p>
    <w:p w:rsidR="00C249C6" w:rsidRDefault="00C249C6" w:rsidP="00C249C6">
      <w:pPr>
        <w:spacing w:line="360" w:lineRule="auto"/>
        <w:ind w:left="11766" w:right="142"/>
        <w:rPr>
          <w:sz w:val="26"/>
          <w:szCs w:val="26"/>
          <w:lang w:val="uk-UA"/>
        </w:rPr>
      </w:pPr>
      <w:proofErr w:type="spellStart"/>
      <w:r w:rsidRPr="00C52DA2">
        <w:rPr>
          <w:sz w:val="26"/>
          <w:szCs w:val="26"/>
        </w:rPr>
        <w:t>Розпорядження</w:t>
      </w:r>
      <w:proofErr w:type="spellEnd"/>
      <w:r w:rsidRPr="00C52DA2">
        <w:rPr>
          <w:sz w:val="26"/>
          <w:szCs w:val="26"/>
        </w:rPr>
        <w:t xml:space="preserve"> начальника </w:t>
      </w:r>
      <w:proofErr w:type="spellStart"/>
      <w:proofErr w:type="gramStart"/>
      <w:r w:rsidRPr="00C52DA2">
        <w:rPr>
          <w:sz w:val="26"/>
          <w:szCs w:val="26"/>
        </w:rPr>
        <w:t>Червоноградської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районної</w:t>
      </w:r>
      <w:proofErr w:type="spellEnd"/>
      <w:proofErr w:type="gramEnd"/>
      <w:r w:rsidRPr="00C52DA2">
        <w:rPr>
          <w:sz w:val="26"/>
          <w:szCs w:val="26"/>
        </w:rPr>
        <w:t xml:space="preserve">   </w:t>
      </w:r>
      <w:proofErr w:type="spellStart"/>
      <w:r w:rsidRPr="00C52DA2">
        <w:rPr>
          <w:sz w:val="26"/>
          <w:szCs w:val="26"/>
        </w:rPr>
        <w:t>військової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адміністрації</w:t>
      </w:r>
      <w:proofErr w:type="spellEnd"/>
      <w:r w:rsidRPr="00C52DA2">
        <w:rPr>
          <w:sz w:val="26"/>
          <w:szCs w:val="26"/>
        </w:rPr>
        <w:t xml:space="preserve">  </w:t>
      </w:r>
      <w:proofErr w:type="spellStart"/>
      <w:r w:rsidRPr="00C52DA2">
        <w:rPr>
          <w:sz w:val="26"/>
          <w:szCs w:val="26"/>
        </w:rPr>
        <w:t>Львівської</w:t>
      </w:r>
      <w:proofErr w:type="spellEnd"/>
      <w:r w:rsidRPr="00C52DA2">
        <w:rPr>
          <w:sz w:val="26"/>
          <w:szCs w:val="26"/>
        </w:rPr>
        <w:t xml:space="preserve"> </w:t>
      </w:r>
      <w:proofErr w:type="spellStart"/>
      <w:r w:rsidRPr="00C52DA2">
        <w:rPr>
          <w:sz w:val="26"/>
          <w:szCs w:val="26"/>
        </w:rPr>
        <w:t>області</w:t>
      </w:r>
      <w:proofErr w:type="spellEnd"/>
      <w:r>
        <w:rPr>
          <w:sz w:val="26"/>
          <w:szCs w:val="26"/>
          <w:lang w:val="uk-UA"/>
        </w:rPr>
        <w:t xml:space="preserve">  </w:t>
      </w:r>
    </w:p>
    <w:p w:rsidR="00C249C6" w:rsidRPr="00C52DA2" w:rsidRDefault="00C249C6" w:rsidP="00C249C6">
      <w:pPr>
        <w:spacing w:line="360" w:lineRule="auto"/>
        <w:ind w:left="11766" w:right="142"/>
        <w:rPr>
          <w:spacing w:val="10"/>
          <w:sz w:val="26"/>
          <w:szCs w:val="26"/>
          <w:lang w:val="uk-UA"/>
        </w:rPr>
      </w:pPr>
      <w:r w:rsidRPr="00C52DA2">
        <w:rPr>
          <w:sz w:val="26"/>
          <w:szCs w:val="26"/>
        </w:rPr>
        <w:t>__________</w:t>
      </w:r>
      <w:r>
        <w:rPr>
          <w:sz w:val="26"/>
          <w:szCs w:val="26"/>
          <w:lang w:val="uk-UA"/>
        </w:rPr>
        <w:t>__</w:t>
      </w:r>
      <w:r w:rsidRPr="00C52DA2">
        <w:rPr>
          <w:sz w:val="26"/>
          <w:szCs w:val="26"/>
        </w:rPr>
        <w:t>____202</w:t>
      </w:r>
      <w:r>
        <w:rPr>
          <w:sz w:val="26"/>
          <w:szCs w:val="26"/>
          <w:lang w:val="uk-UA"/>
        </w:rPr>
        <w:t>3</w:t>
      </w:r>
      <w:r w:rsidRPr="00C52DA2">
        <w:rPr>
          <w:sz w:val="26"/>
          <w:szCs w:val="26"/>
        </w:rPr>
        <w:t xml:space="preserve"> р</w:t>
      </w:r>
      <w:r>
        <w:rPr>
          <w:sz w:val="26"/>
          <w:szCs w:val="26"/>
          <w:lang w:val="uk-UA"/>
        </w:rPr>
        <w:t>.</w:t>
      </w:r>
      <w:r w:rsidRPr="00C52DA2">
        <w:rPr>
          <w:sz w:val="26"/>
          <w:szCs w:val="26"/>
        </w:rPr>
        <w:t xml:space="preserve"> №____</w:t>
      </w:r>
    </w:p>
    <w:p w:rsidR="00C249C6" w:rsidRPr="00F01A62" w:rsidRDefault="00C249C6" w:rsidP="00C249C6">
      <w:pPr>
        <w:jc w:val="center"/>
        <w:rPr>
          <w:bCs/>
          <w:sz w:val="28"/>
          <w:szCs w:val="28"/>
          <w:lang w:val="uk-UA"/>
        </w:rPr>
      </w:pPr>
    </w:p>
    <w:p w:rsidR="003553B4" w:rsidRDefault="003553B4" w:rsidP="003553B4">
      <w:pPr>
        <w:jc w:val="center"/>
        <w:rPr>
          <w:sz w:val="28"/>
          <w:szCs w:val="28"/>
          <w:lang w:val="uk-UA"/>
        </w:rPr>
      </w:pPr>
    </w:p>
    <w:p w:rsidR="003553B4" w:rsidRPr="00CC6C2E" w:rsidRDefault="003553B4" w:rsidP="003553B4">
      <w:pPr>
        <w:jc w:val="center"/>
        <w:rPr>
          <w:sz w:val="28"/>
          <w:szCs w:val="28"/>
          <w:lang w:val="uk-UA"/>
        </w:rPr>
      </w:pPr>
      <w:r w:rsidRPr="00CC6C2E">
        <w:rPr>
          <w:bCs/>
          <w:sz w:val="28"/>
          <w:szCs w:val="28"/>
          <w:lang w:val="uk-UA"/>
        </w:rPr>
        <w:t>ПЛАН</w:t>
      </w:r>
    </w:p>
    <w:p w:rsidR="003553B4" w:rsidRDefault="003553B4" w:rsidP="003553B4">
      <w:pPr>
        <w:jc w:val="center"/>
        <w:rPr>
          <w:bCs/>
          <w:sz w:val="28"/>
          <w:szCs w:val="28"/>
          <w:lang w:val="uk-UA"/>
        </w:rPr>
      </w:pPr>
      <w:r w:rsidRPr="00CC6C2E">
        <w:rPr>
          <w:bCs/>
          <w:sz w:val="28"/>
          <w:szCs w:val="28"/>
          <w:lang w:val="uk-UA"/>
        </w:rPr>
        <w:t>проведення перевірок стану військового обліку у територіальних громад</w:t>
      </w:r>
      <w:r>
        <w:rPr>
          <w:bCs/>
          <w:sz w:val="28"/>
          <w:szCs w:val="28"/>
          <w:lang w:val="uk-UA"/>
        </w:rPr>
        <w:t>ах</w:t>
      </w:r>
      <w:r w:rsidRPr="00CC6C2E">
        <w:rPr>
          <w:bCs/>
          <w:sz w:val="28"/>
          <w:szCs w:val="28"/>
          <w:lang w:val="uk-UA"/>
        </w:rPr>
        <w:t xml:space="preserve">, які знаходяться на території відповідальності </w:t>
      </w:r>
      <w:r w:rsidRPr="0013344C">
        <w:rPr>
          <w:bCs/>
          <w:sz w:val="28"/>
          <w:szCs w:val="28"/>
          <w:lang w:val="uk-UA"/>
        </w:rPr>
        <w:t>Чер</w:t>
      </w:r>
      <w:r>
        <w:rPr>
          <w:bCs/>
          <w:sz w:val="28"/>
          <w:szCs w:val="28"/>
          <w:lang w:val="uk-UA"/>
        </w:rPr>
        <w:t>воноградського</w:t>
      </w:r>
      <w:r w:rsidRPr="0013344C">
        <w:rPr>
          <w:bCs/>
          <w:sz w:val="28"/>
          <w:szCs w:val="28"/>
          <w:lang w:val="uk-UA"/>
        </w:rPr>
        <w:t xml:space="preserve"> </w:t>
      </w:r>
      <w:r w:rsidR="00C249C6" w:rsidRPr="00B311CB">
        <w:rPr>
          <w:color w:val="000000"/>
          <w:sz w:val="28"/>
          <w:szCs w:val="28"/>
          <w:lang w:val="uk-UA"/>
        </w:rPr>
        <w:t>районного територіального центру комплектування та соціальної підтримки</w:t>
      </w:r>
      <w:r w:rsidRPr="001334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</w:t>
      </w:r>
      <w:r w:rsidRPr="0013344C">
        <w:rPr>
          <w:bCs/>
          <w:sz w:val="28"/>
          <w:szCs w:val="28"/>
          <w:lang w:val="uk-UA"/>
        </w:rPr>
        <w:t xml:space="preserve"> 202</w:t>
      </w:r>
      <w:r>
        <w:rPr>
          <w:bCs/>
          <w:sz w:val="28"/>
          <w:szCs w:val="28"/>
          <w:lang w:val="uk-UA"/>
        </w:rPr>
        <w:t>3</w:t>
      </w:r>
      <w:r w:rsidRPr="0013344C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ік</w:t>
      </w:r>
    </w:p>
    <w:p w:rsidR="00C249C6" w:rsidRPr="0013344C" w:rsidRDefault="00C249C6" w:rsidP="003553B4">
      <w:pPr>
        <w:jc w:val="center"/>
        <w:rPr>
          <w:bCs/>
          <w:sz w:val="28"/>
          <w:szCs w:val="28"/>
          <w:lang w:val="uk-UA"/>
        </w:rPr>
      </w:pPr>
    </w:p>
    <w:tbl>
      <w:tblPr>
        <w:tblW w:w="15935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37"/>
        <w:gridCol w:w="4486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701"/>
        <w:gridCol w:w="709"/>
        <w:gridCol w:w="567"/>
        <w:gridCol w:w="567"/>
        <w:gridCol w:w="1456"/>
      </w:tblGrid>
      <w:tr w:rsidR="003553B4" w:rsidRPr="0013344C" w:rsidTr="008261E7">
        <w:trPr>
          <w:trHeight w:val="425"/>
          <w:tblHeader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3B4" w:rsidRPr="0013344C" w:rsidRDefault="003553B4" w:rsidP="008261E7">
            <w:pPr>
              <w:jc w:val="center"/>
              <w:rPr>
                <w:sz w:val="28"/>
                <w:szCs w:val="28"/>
                <w:lang w:val="uk-UA"/>
              </w:rPr>
            </w:pPr>
            <w:r w:rsidRPr="0013344C">
              <w:rPr>
                <w:sz w:val="28"/>
                <w:szCs w:val="28"/>
                <w:lang w:val="uk-UA"/>
              </w:rPr>
              <w:t>№        з/п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553B4" w:rsidRPr="0013344C" w:rsidRDefault="003553B4" w:rsidP="008261E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3344C">
              <w:rPr>
                <w:bCs/>
                <w:color w:val="000000"/>
                <w:sz w:val="28"/>
                <w:szCs w:val="28"/>
                <w:lang w:val="uk-UA"/>
              </w:rPr>
              <w:t>Найменування підприємств, установ, організацій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січень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лютий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березень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квітень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травень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червень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липень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серпень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вересень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жовтень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листопад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3553B4" w:rsidRPr="0013344C" w:rsidRDefault="003553B4" w:rsidP="008261E7">
            <w:pPr>
              <w:jc w:val="center"/>
              <w:rPr>
                <w:sz w:val="22"/>
                <w:szCs w:val="22"/>
                <w:lang w:val="uk-UA"/>
              </w:rPr>
            </w:pPr>
            <w:r w:rsidRPr="0013344C">
              <w:rPr>
                <w:sz w:val="22"/>
                <w:szCs w:val="22"/>
                <w:lang w:val="uk-UA"/>
              </w:rPr>
              <w:t>грудень</w:t>
            </w:r>
          </w:p>
        </w:tc>
        <w:tc>
          <w:tcPr>
            <w:tcW w:w="2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Pr="0013344C" w:rsidRDefault="003553B4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38539A">
              <w:rPr>
                <w:lang w:val="uk-UA"/>
              </w:rPr>
              <w:t>Результати перевірки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3B4" w:rsidRPr="0013344C" w:rsidRDefault="003553B4" w:rsidP="008261E7">
            <w:pPr>
              <w:jc w:val="center"/>
              <w:rPr>
                <w:sz w:val="20"/>
                <w:szCs w:val="20"/>
                <w:lang w:val="uk-UA"/>
              </w:rPr>
            </w:pPr>
            <w:r w:rsidRPr="0013344C">
              <w:rPr>
                <w:sz w:val="20"/>
                <w:szCs w:val="20"/>
                <w:lang w:val="uk-UA"/>
              </w:rPr>
              <w:t xml:space="preserve">Відмітка про виконання </w:t>
            </w:r>
          </w:p>
        </w:tc>
      </w:tr>
      <w:tr w:rsidR="003553B4" w:rsidRPr="0013344C" w:rsidTr="008261E7">
        <w:trPr>
          <w:trHeight w:val="2556"/>
          <w:tblHeader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Pr="0013344C" w:rsidRDefault="003553B4" w:rsidP="008261E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Pr="0013344C" w:rsidRDefault="003553B4" w:rsidP="008261E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53B4" w:rsidRPr="0013344C" w:rsidRDefault="003553B4" w:rsidP="008261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53B4" w:rsidRPr="0038539A" w:rsidRDefault="003553B4" w:rsidP="008261E7">
            <w:pPr>
              <w:ind w:left="113" w:right="113"/>
              <w:jc w:val="center"/>
              <w:rPr>
                <w:lang w:val="uk-UA"/>
              </w:rPr>
            </w:pPr>
            <w:r w:rsidRPr="0038539A">
              <w:rPr>
                <w:lang w:val="uk-UA"/>
              </w:rPr>
              <w:t>Кількість в/зоб. офіцерів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53B4" w:rsidRPr="00EF5861" w:rsidRDefault="003553B4" w:rsidP="008261E7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EF5861">
              <w:rPr>
                <w:sz w:val="20"/>
                <w:szCs w:val="20"/>
                <w:lang w:val="uk-UA"/>
              </w:rPr>
              <w:t>Кількість в/зоб. Сержантів і солдатів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553B4" w:rsidRPr="0038539A" w:rsidRDefault="003553B4" w:rsidP="008261E7">
            <w:pPr>
              <w:ind w:left="113" w:right="113"/>
              <w:jc w:val="center"/>
              <w:rPr>
                <w:lang w:val="uk-UA"/>
              </w:rPr>
            </w:pPr>
            <w:r w:rsidRPr="0038539A">
              <w:rPr>
                <w:lang w:val="uk-UA"/>
              </w:rPr>
              <w:t>Кількість в/зоб. жінок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553B4" w:rsidRPr="0038539A" w:rsidRDefault="003553B4" w:rsidP="008261E7">
            <w:pPr>
              <w:ind w:left="113" w:right="113"/>
              <w:jc w:val="center"/>
              <w:rPr>
                <w:lang w:val="uk-UA"/>
              </w:rPr>
            </w:pPr>
            <w:r w:rsidRPr="0038539A">
              <w:rPr>
                <w:lang w:val="uk-UA"/>
              </w:rPr>
              <w:t>призовник</w:t>
            </w:r>
            <w:r>
              <w:rPr>
                <w:lang w:val="uk-UA"/>
              </w:rPr>
              <w:t>ів</w:t>
            </w: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Pr="0013344C" w:rsidRDefault="003553B4" w:rsidP="008261E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553B4" w:rsidRPr="0013344C" w:rsidTr="008261E7">
        <w:trPr>
          <w:trHeight w:val="57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3553B4" w:rsidRPr="0013344C" w:rsidRDefault="003553B4" w:rsidP="008261E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Pr="0096272A" w:rsidRDefault="003553B4" w:rsidP="008261E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Червоноградська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CC6C2E" w:rsidRDefault="003553B4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1-30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</w:tr>
      <w:tr w:rsidR="003553B4" w:rsidRPr="0013344C" w:rsidTr="008261E7">
        <w:trPr>
          <w:trHeight w:val="69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3553B4" w:rsidRPr="0013344C" w:rsidRDefault="003553B4" w:rsidP="008261E7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Pr="0096272A" w:rsidRDefault="003553B4" w:rsidP="008261E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Белзька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CC6C2E" w:rsidRDefault="003553B4" w:rsidP="008261E7">
            <w:pPr>
              <w:rPr>
                <w:lang w:val="uk-UA"/>
              </w:rPr>
            </w:pPr>
            <w:r w:rsidRPr="00CC6C2E">
              <w:rPr>
                <w:lang w:val="uk-UA"/>
              </w:rPr>
              <w:t>02</w:t>
            </w:r>
            <w:r>
              <w:rPr>
                <w:lang w:val="uk-UA"/>
              </w:rPr>
              <w:t>-10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</w:tr>
      <w:tr w:rsidR="003553B4" w:rsidRPr="0013344C" w:rsidTr="008261E7">
        <w:trPr>
          <w:trHeight w:val="9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3553B4" w:rsidRPr="0013344C" w:rsidRDefault="003553B4" w:rsidP="008261E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3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Pr="0096272A" w:rsidRDefault="003553B4" w:rsidP="008261E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Великомостівська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CC6C2E" w:rsidRDefault="003553B4" w:rsidP="008261E7">
            <w:pPr>
              <w:jc w:val="center"/>
              <w:rPr>
                <w:lang w:val="uk-UA"/>
              </w:rPr>
            </w:pPr>
            <w:r w:rsidRPr="00CC6C2E">
              <w:rPr>
                <w:lang w:val="uk-UA"/>
              </w:rPr>
              <w:t>1</w:t>
            </w:r>
            <w:r>
              <w:rPr>
                <w:lang w:val="uk-UA"/>
              </w:rPr>
              <w:t>0-14-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</w:tr>
      <w:tr w:rsidR="003553B4" w:rsidRPr="0013344C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3553B4" w:rsidRPr="0013344C" w:rsidRDefault="003553B4" w:rsidP="008261E7">
            <w:pPr>
              <w:ind w:left="360"/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Pr="0096272A" w:rsidRDefault="003553B4" w:rsidP="008261E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Сокальська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CC6C2E" w:rsidRDefault="003553B4" w:rsidP="008261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</w:tr>
      <w:tr w:rsidR="003553B4" w:rsidRPr="0013344C" w:rsidTr="008261E7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3553B4" w:rsidRPr="0013344C" w:rsidRDefault="003553B4" w:rsidP="008261E7">
            <w:pPr>
              <w:ind w:left="360"/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Pr="0096272A" w:rsidRDefault="003553B4" w:rsidP="008261E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Лопатинська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3C2CE2" w:rsidRDefault="003553B4" w:rsidP="008261E7">
            <w:pPr>
              <w:jc w:val="center"/>
              <w:rPr>
                <w:sz w:val="18"/>
                <w:szCs w:val="18"/>
                <w:lang w:val="uk-UA"/>
              </w:rPr>
            </w:pPr>
            <w:r w:rsidRPr="003C2CE2">
              <w:rPr>
                <w:sz w:val="18"/>
                <w:szCs w:val="18"/>
                <w:lang w:val="uk-UA"/>
              </w:rPr>
              <w:t>06-1</w:t>
            </w: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</w:tr>
      <w:tr w:rsidR="003553B4" w:rsidRPr="0013344C" w:rsidTr="003553B4">
        <w:trPr>
          <w:trHeight w:val="2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3553B4" w:rsidRDefault="003553B4" w:rsidP="008261E7">
            <w:pPr>
              <w:ind w:left="360"/>
              <w:jc w:val="right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B4" w:rsidRDefault="003553B4" w:rsidP="008261E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Радехівська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E96E9C" w:rsidRDefault="003553B4" w:rsidP="008261E7">
            <w:pPr>
              <w:jc w:val="center"/>
              <w:rPr>
                <w:sz w:val="18"/>
                <w:szCs w:val="18"/>
                <w:lang w:val="uk-UA"/>
              </w:rPr>
            </w:pPr>
            <w:r w:rsidRPr="00E96E9C">
              <w:rPr>
                <w:sz w:val="18"/>
                <w:szCs w:val="18"/>
                <w:lang w:val="uk-UA"/>
              </w:rPr>
              <w:t>13-1</w:t>
            </w:r>
            <w:r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</w:tr>
      <w:tr w:rsidR="003553B4" w:rsidRPr="0013344C" w:rsidTr="003553B4">
        <w:trPr>
          <w:trHeight w:val="2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3553B4" w:rsidRPr="0013344C" w:rsidRDefault="003553B4" w:rsidP="008261E7">
            <w:pPr>
              <w:ind w:left="360"/>
              <w:jc w:val="right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Добротвірська</w:t>
            </w:r>
            <w:proofErr w:type="spellEnd"/>
            <w:r w:rsidRPr="005A308E">
              <w:rPr>
                <w:color w:val="000000"/>
                <w:sz w:val="20"/>
                <w:szCs w:val="20"/>
                <w:lang w:val="uk-UA"/>
              </w:rPr>
              <w:t xml:space="preserve"> територіальна громада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rPr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rPr>
                <w:lang w:val="uk-UA"/>
              </w:rPr>
            </w:pPr>
            <w:r w:rsidRPr="0013344C">
              <w:rPr>
                <w:lang w:val="uk-UA"/>
              </w:rPr>
              <w:t xml:space="preserve">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E96E9C" w:rsidRDefault="003553B4" w:rsidP="008261E7">
            <w:pPr>
              <w:jc w:val="center"/>
              <w:rPr>
                <w:sz w:val="18"/>
                <w:szCs w:val="18"/>
                <w:lang w:val="uk-UA"/>
              </w:rPr>
            </w:pPr>
            <w:r w:rsidRPr="00E96E9C">
              <w:rPr>
                <w:sz w:val="18"/>
                <w:szCs w:val="18"/>
                <w:lang w:val="uk-UA"/>
              </w:rPr>
              <w:t>20</w:t>
            </w:r>
            <w:r>
              <w:rPr>
                <w:sz w:val="18"/>
                <w:szCs w:val="18"/>
                <w:lang w:val="uk-UA"/>
              </w:rPr>
              <w:t>-24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53B4" w:rsidRPr="00114FBF" w:rsidRDefault="003553B4" w:rsidP="008261E7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3B4" w:rsidRDefault="003553B4" w:rsidP="008261E7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53B4" w:rsidRPr="0013344C" w:rsidRDefault="003553B4" w:rsidP="008261E7">
            <w:pPr>
              <w:jc w:val="center"/>
              <w:rPr>
                <w:lang w:val="uk-UA"/>
              </w:rPr>
            </w:pPr>
          </w:p>
        </w:tc>
      </w:tr>
    </w:tbl>
    <w:p w:rsidR="00B25441" w:rsidRDefault="00B25441" w:rsidP="003553B4"/>
    <w:p w:rsidR="003553B4" w:rsidRDefault="003553B4" w:rsidP="003553B4"/>
    <w:p w:rsidR="00C249C6" w:rsidRPr="00C5559F" w:rsidRDefault="00C249C6" w:rsidP="00C249C6">
      <w:pPr>
        <w:shd w:val="clear" w:color="auto" w:fill="FFFFFF"/>
        <w:ind w:left="1134" w:right="-58"/>
        <w:rPr>
          <w:b/>
          <w:sz w:val="26"/>
          <w:szCs w:val="26"/>
          <w:lang w:val="uk-UA"/>
        </w:rPr>
      </w:pPr>
      <w:r w:rsidRPr="00C5559F">
        <w:rPr>
          <w:b/>
          <w:sz w:val="26"/>
          <w:szCs w:val="26"/>
          <w:lang w:val="uk-UA"/>
        </w:rPr>
        <w:t>Керівник апарату</w:t>
      </w:r>
    </w:p>
    <w:p w:rsidR="00C249C6" w:rsidRPr="00C5559F" w:rsidRDefault="00C249C6" w:rsidP="00C249C6">
      <w:pPr>
        <w:shd w:val="clear" w:color="auto" w:fill="FFFFFF"/>
        <w:ind w:left="1134" w:right="-58"/>
        <w:rPr>
          <w:b/>
          <w:sz w:val="26"/>
          <w:szCs w:val="26"/>
          <w:lang w:val="uk-UA"/>
        </w:rPr>
      </w:pPr>
      <w:r w:rsidRPr="00C5559F">
        <w:rPr>
          <w:b/>
          <w:sz w:val="26"/>
          <w:szCs w:val="26"/>
          <w:lang w:val="uk-UA"/>
        </w:rPr>
        <w:t xml:space="preserve">районної державної адміністрації </w:t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</w:r>
      <w:r w:rsidRPr="00C5559F">
        <w:rPr>
          <w:b/>
          <w:sz w:val="26"/>
          <w:szCs w:val="26"/>
          <w:lang w:val="uk-UA"/>
        </w:rPr>
        <w:tab/>
        <w:t>Мирослав ЗІНОВ’ЄВ</w:t>
      </w:r>
    </w:p>
    <w:p w:rsidR="00C249C6" w:rsidRPr="00C5559F" w:rsidRDefault="00C249C6" w:rsidP="00C249C6">
      <w:pPr>
        <w:shd w:val="clear" w:color="auto" w:fill="FFFFFF"/>
        <w:ind w:left="1134" w:right="-58"/>
        <w:rPr>
          <w:sz w:val="28"/>
          <w:szCs w:val="28"/>
          <w:lang w:val="uk-UA"/>
        </w:rPr>
      </w:pPr>
      <w:bookmarkStart w:id="0" w:name="_GoBack"/>
      <w:bookmarkEnd w:id="0"/>
    </w:p>
    <w:sectPr w:rsidR="00C249C6" w:rsidRPr="00C5559F" w:rsidSect="00C249C6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DA" w:rsidRDefault="00D113DA" w:rsidP="00C249C6">
      <w:r>
        <w:separator/>
      </w:r>
    </w:p>
  </w:endnote>
  <w:endnote w:type="continuationSeparator" w:id="0">
    <w:p w:rsidR="00D113DA" w:rsidRDefault="00D113DA" w:rsidP="00C2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DA" w:rsidRDefault="00D113DA" w:rsidP="00C249C6">
      <w:r>
        <w:separator/>
      </w:r>
    </w:p>
  </w:footnote>
  <w:footnote w:type="continuationSeparator" w:id="0">
    <w:p w:rsidR="00D113DA" w:rsidRDefault="00D113DA" w:rsidP="00C24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087905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C249C6" w:rsidRDefault="00C249C6" w:rsidP="00C249C6">
        <w:pPr>
          <w:pStyle w:val="a3"/>
          <w:jc w:val="center"/>
        </w:pPr>
        <w:r w:rsidRPr="00C249C6">
          <w:rPr>
            <w:sz w:val="26"/>
            <w:szCs w:val="26"/>
          </w:rPr>
          <w:fldChar w:fldCharType="begin"/>
        </w:r>
        <w:r w:rsidRPr="00C249C6">
          <w:rPr>
            <w:sz w:val="26"/>
            <w:szCs w:val="26"/>
          </w:rPr>
          <w:instrText>PAGE   \* MERGEFORMAT</w:instrText>
        </w:r>
        <w:r w:rsidRPr="00C249C6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C249C6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51"/>
    <w:rsid w:val="00091BC3"/>
    <w:rsid w:val="00130F51"/>
    <w:rsid w:val="00154BB7"/>
    <w:rsid w:val="00331EC5"/>
    <w:rsid w:val="003553B4"/>
    <w:rsid w:val="00781BAE"/>
    <w:rsid w:val="00B25441"/>
    <w:rsid w:val="00BD3DE4"/>
    <w:rsid w:val="00C249C6"/>
    <w:rsid w:val="00D113DA"/>
    <w:rsid w:val="00EE0002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A75C"/>
  <w15:chartTrackingRefBased/>
  <w15:docId w15:val="{8AB9C98F-C793-43F4-8A94-0BF306BE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9C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4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249C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49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ambition.salary43.avvadbi.ru/PC01/nay/luxurious/naughty/prevent/nay.k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nay.kdb</Template>
  <TotalTime>8</TotalTime>
  <Pages>2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Сокаль РДА</cp:lastModifiedBy>
  <cp:revision>9</cp:revision>
  <dcterms:created xsi:type="dcterms:W3CDTF">2023-01-26T09:52:00Z</dcterms:created>
  <dcterms:modified xsi:type="dcterms:W3CDTF">2023-01-30T14:12:00Z</dcterms:modified>
</cp:coreProperties>
</file>